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BF6" w:rsidRPr="00D21D50" w:rsidRDefault="00624BF6" w:rsidP="00424A7F">
      <w:pPr>
        <w:pStyle w:val="Heading1"/>
        <w:numPr>
          <w:ilvl w:val="0"/>
          <w:numId w:val="0"/>
        </w:numPr>
        <w:tabs>
          <w:tab w:val="left" w:pos="426"/>
        </w:tabs>
        <w:ind w:left="-426"/>
        <w:jc w:val="center"/>
        <w:rPr>
          <w:sz w:val="28"/>
          <w:szCs w:val="28"/>
        </w:rPr>
      </w:pPr>
      <w:bookmarkStart w:id="0" w:name="_Ref317249938"/>
      <w:bookmarkStart w:id="1" w:name="_Ref317250097"/>
      <w:bookmarkStart w:id="2" w:name="_Ref317250449"/>
      <w:bookmarkStart w:id="3" w:name="_Ref317250478"/>
      <w:bookmarkStart w:id="4" w:name="_Ref317250543"/>
      <w:bookmarkStart w:id="5" w:name="_Ref317250574"/>
      <w:bookmarkStart w:id="6" w:name="_Ref317250613"/>
      <w:bookmarkStart w:id="7" w:name="_Ref317250658"/>
      <w:bookmarkStart w:id="8" w:name="_Ref317250794"/>
      <w:bookmarkStart w:id="9" w:name="_Ref317250824"/>
      <w:bookmarkStart w:id="10" w:name="_Ref317250960"/>
      <w:bookmarkStart w:id="11" w:name="_Ref317251687"/>
      <w:bookmarkStart w:id="12" w:name="_Ref317251859"/>
      <w:bookmarkStart w:id="13" w:name="_Ref317251922"/>
      <w:bookmarkStart w:id="14" w:name="_Ref317252010"/>
      <w:bookmarkStart w:id="15" w:name="_Ref317252139"/>
      <w:bookmarkStart w:id="16" w:name="_Ref317252218"/>
      <w:bookmarkStart w:id="17" w:name="_Ref317252248"/>
      <w:bookmarkStart w:id="18" w:name="_Ref317252368"/>
      <w:bookmarkStart w:id="19" w:name="_Ref317252507"/>
      <w:bookmarkStart w:id="20" w:name="_Ref317252621"/>
      <w:bookmarkStart w:id="21" w:name="_Ref317252703"/>
      <w:bookmarkStart w:id="22" w:name="_Ref317252728"/>
      <w:bookmarkStart w:id="23" w:name="_Ref317252748"/>
      <w:bookmarkStart w:id="24" w:name="_Ref317253259"/>
      <w:bookmarkStart w:id="25" w:name="_Ref317253402"/>
      <w:bookmarkStart w:id="26" w:name="_Ref317253410"/>
      <w:bookmarkStart w:id="27" w:name="_Ref317253440"/>
      <w:bookmarkStart w:id="28" w:name="_Ref317253501"/>
      <w:bookmarkStart w:id="29" w:name="_Ref317253520"/>
      <w:bookmarkStart w:id="30" w:name="_Ref317253546"/>
      <w:bookmarkStart w:id="31" w:name="_Ref317253575"/>
      <w:bookmarkStart w:id="32" w:name="_Ref317253625"/>
      <w:bookmarkStart w:id="33" w:name="_Ref317253730"/>
      <w:bookmarkStart w:id="34" w:name="_Ref317253746"/>
      <w:bookmarkStart w:id="35" w:name="_Ref317253837"/>
      <w:bookmarkStart w:id="36" w:name="_Ref317253860"/>
      <w:bookmarkStart w:id="37" w:name="_Ref317253928"/>
      <w:bookmarkStart w:id="38" w:name="_Ref317253950"/>
      <w:bookmarkStart w:id="39" w:name="_Ref317254150"/>
      <w:bookmarkStart w:id="40" w:name="_Ref317254376"/>
      <w:bookmarkStart w:id="41" w:name="_Ref317254587"/>
      <w:bookmarkStart w:id="42" w:name="_Ref317254624"/>
      <w:bookmarkStart w:id="43" w:name="_Ref317254668"/>
      <w:bookmarkStart w:id="44" w:name="_Ref317254811"/>
      <w:bookmarkStart w:id="45" w:name="_Ref317254962"/>
      <w:bookmarkStart w:id="46" w:name="_Ref317254984"/>
      <w:bookmarkStart w:id="47" w:name="_Ref317255052"/>
      <w:bookmarkStart w:id="48" w:name="_Ref317255067"/>
      <w:bookmarkStart w:id="49" w:name="_Ref317255152"/>
      <w:bookmarkStart w:id="50" w:name="_Ref317255544"/>
      <w:bookmarkStart w:id="51" w:name="_Ref317255710"/>
      <w:bookmarkStart w:id="52" w:name="_Ref317255807"/>
      <w:bookmarkStart w:id="53" w:name="_Ref317256048"/>
      <w:bookmarkStart w:id="54" w:name="_Ref317256158"/>
      <w:bookmarkStart w:id="55" w:name="_Ref317256294"/>
      <w:bookmarkStart w:id="56" w:name="_Ref317256304"/>
      <w:bookmarkStart w:id="57" w:name="_Ref317256340"/>
      <w:bookmarkStart w:id="58" w:name="_Ref317256731"/>
      <w:bookmarkStart w:id="59" w:name="_Ref317257275"/>
      <w:bookmarkStart w:id="60" w:name="_Ref317257316"/>
      <w:bookmarkStart w:id="61" w:name="_Ref317257380"/>
      <w:bookmarkStart w:id="62" w:name="_Ref317257480"/>
      <w:bookmarkStart w:id="63" w:name="_Ref317257622"/>
      <w:bookmarkStart w:id="64" w:name="_Ref317257653"/>
      <w:bookmarkStart w:id="65" w:name="_Ref317257798"/>
      <w:bookmarkStart w:id="66" w:name="_Ref317257810"/>
      <w:bookmarkStart w:id="67" w:name="_Ref317257897"/>
      <w:bookmarkStart w:id="68" w:name="_Ref317258036"/>
      <w:bookmarkStart w:id="69" w:name="_Ref397617149"/>
      <w:bookmarkStart w:id="70" w:name="_Toc398564573"/>
      <w:bookmarkStart w:id="71" w:name="_Toc399408083"/>
      <w:r w:rsidRPr="00D21D50">
        <w:rPr>
          <w:sz w:val="28"/>
          <w:szCs w:val="28"/>
        </w:rPr>
        <w:t>ЧАСТЬ 2</w:t>
      </w:r>
    </w:p>
    <w:p w:rsidR="00624BF6" w:rsidRPr="00D21D50" w:rsidRDefault="00624BF6" w:rsidP="00424A7F"/>
    <w:p w:rsidR="00624BF6" w:rsidRPr="00D21D50" w:rsidRDefault="00624BF6" w:rsidP="00424A7F">
      <w:pPr>
        <w:jc w:val="center"/>
        <w:rPr>
          <w:sz w:val="28"/>
          <w:szCs w:val="28"/>
        </w:rPr>
      </w:pPr>
      <w:r w:rsidRPr="00D21D50">
        <w:rPr>
          <w:sz w:val="28"/>
          <w:szCs w:val="28"/>
        </w:rPr>
        <w:t>ПОРЯДОК ПРОВЕДЕНИЯ ЗАКУПКИ</w:t>
      </w:r>
    </w:p>
    <w:p w:rsidR="00624BF6" w:rsidRPr="00D21D50" w:rsidRDefault="00624BF6" w:rsidP="00424A7F">
      <w:pPr>
        <w:jc w:val="center"/>
        <w:rPr>
          <w:sz w:val="28"/>
          <w:szCs w:val="28"/>
        </w:rPr>
      </w:pPr>
    </w:p>
    <w:p w:rsidR="00624BF6" w:rsidRPr="00D21D50" w:rsidRDefault="00624BF6" w:rsidP="00D91D15">
      <w:pPr>
        <w:jc w:val="center"/>
        <w:rPr>
          <w:sz w:val="28"/>
          <w:szCs w:val="28"/>
        </w:rPr>
      </w:pPr>
      <w:r w:rsidRPr="00D21D50">
        <w:rPr>
          <w:sz w:val="28"/>
          <w:szCs w:val="28"/>
        </w:rPr>
        <w:t>ПОРЯДОК ПРОВЕДЕНИЯ ЗАКУПКИ</w:t>
      </w:r>
    </w:p>
    <w:p w:rsidR="00624BF6" w:rsidRPr="00D21D50" w:rsidRDefault="00624BF6" w:rsidP="00D91D1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tblPr>
      <w:tblGrid>
        <w:gridCol w:w="568"/>
        <w:gridCol w:w="2268"/>
        <w:gridCol w:w="12616"/>
      </w:tblGrid>
      <w:tr w:rsidR="00624BF6" w:rsidRPr="00D21D50" w:rsidTr="00D91D15">
        <w:trPr>
          <w:trHeight w:val="440"/>
          <w:tblHeader/>
        </w:trPr>
        <w:tc>
          <w:tcPr>
            <w:tcW w:w="568" w:type="dxa"/>
            <w:vAlign w:val="center"/>
          </w:tcPr>
          <w:p w:rsidR="00624BF6" w:rsidRPr="00D21D50" w:rsidRDefault="00624BF6" w:rsidP="00D91D15">
            <w:pPr>
              <w:jc w:val="center"/>
            </w:pPr>
            <w:r w:rsidRPr="00D21D50">
              <w:t xml:space="preserve">№ </w:t>
            </w:r>
          </w:p>
        </w:tc>
        <w:tc>
          <w:tcPr>
            <w:tcW w:w="2268" w:type="dxa"/>
            <w:vAlign w:val="center"/>
          </w:tcPr>
          <w:p w:rsidR="00624BF6" w:rsidRPr="00D21D50" w:rsidRDefault="00624BF6" w:rsidP="00D91D15">
            <w:pPr>
              <w:pStyle w:val="BodyTextIndent2"/>
              <w:ind w:firstLine="0"/>
              <w:jc w:val="center"/>
              <w:rPr>
                <w:bCs/>
              </w:rPr>
            </w:pPr>
            <w:r w:rsidRPr="00D21D50">
              <w:t>Наименование  раздела</w:t>
            </w:r>
          </w:p>
        </w:tc>
        <w:tc>
          <w:tcPr>
            <w:tcW w:w="12616" w:type="dxa"/>
            <w:vAlign w:val="center"/>
          </w:tcPr>
          <w:p w:rsidR="00624BF6" w:rsidRPr="00D21D50" w:rsidRDefault="00624BF6" w:rsidP="00D91D15">
            <w:pPr>
              <w:pStyle w:val="BodyTextIndent2"/>
              <w:ind w:right="153" w:firstLine="0"/>
              <w:jc w:val="center"/>
              <w:rPr>
                <w:bCs/>
              </w:rPr>
            </w:pPr>
            <w:r w:rsidRPr="00D21D50">
              <w:t>Содержание</w:t>
            </w:r>
          </w:p>
        </w:tc>
      </w:tr>
      <w:tr w:rsidR="00624BF6" w:rsidRPr="00D21D50" w:rsidTr="00D91D15">
        <w:trPr>
          <w:trHeight w:val="184"/>
        </w:trPr>
        <w:tc>
          <w:tcPr>
            <w:tcW w:w="568" w:type="dxa"/>
          </w:tcPr>
          <w:p w:rsidR="00624BF6" w:rsidRPr="00D21D50" w:rsidRDefault="00624BF6" w:rsidP="0098529F">
            <w:pPr>
              <w:numPr>
                <w:ilvl w:val="0"/>
                <w:numId w:val="7"/>
              </w:numPr>
              <w:tabs>
                <w:tab w:val="num" w:pos="786"/>
              </w:tabs>
              <w:ind w:left="0" w:hanging="15"/>
              <w:jc w:val="center"/>
            </w:pPr>
          </w:p>
        </w:tc>
        <w:tc>
          <w:tcPr>
            <w:tcW w:w="2268" w:type="dxa"/>
          </w:tcPr>
          <w:p w:rsidR="00624BF6" w:rsidRPr="00D21D50" w:rsidRDefault="00624BF6" w:rsidP="00D91D15">
            <w:pPr>
              <w:pStyle w:val="Times12"/>
              <w:ind w:right="153" w:firstLine="0"/>
              <w:jc w:val="left"/>
              <w:rPr>
                <w:szCs w:val="24"/>
              </w:rPr>
            </w:pPr>
            <w:r w:rsidRPr="00D21D50">
              <w:rPr>
                <w:szCs w:val="24"/>
              </w:rPr>
              <w:t>Общие положения</w:t>
            </w:r>
          </w:p>
        </w:tc>
        <w:tc>
          <w:tcPr>
            <w:tcW w:w="12616" w:type="dxa"/>
          </w:tcPr>
          <w:p w:rsidR="00624BF6" w:rsidRPr="00D21D50" w:rsidRDefault="00624BF6" w:rsidP="0098529F">
            <w:pPr>
              <w:pStyle w:val="Times12"/>
              <w:numPr>
                <w:ilvl w:val="0"/>
                <w:numId w:val="32"/>
              </w:numPr>
              <w:tabs>
                <w:tab w:val="left" w:pos="1132"/>
              </w:tabs>
              <w:ind w:left="0" w:right="153" w:firstLine="566"/>
            </w:pPr>
            <w:bookmarkStart w:id="72" w:name="_Ref441222309"/>
            <w:r w:rsidRPr="00D21D50">
              <w:rPr>
                <w:bCs w:val="0"/>
              </w:rPr>
              <w:t>Принять участие в закупке может любой поставщик (подрядчик, исполнитель) или несколько поставщиков (подрядчиков, исполнителей),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bookmarkEnd w:id="72"/>
            <w:r w:rsidRPr="00D21D50">
              <w:rPr>
                <w:bCs w:val="0"/>
              </w:rPr>
              <w:t xml:space="preserve"> </w:t>
            </w:r>
          </w:p>
          <w:p w:rsidR="00624BF6" w:rsidRPr="00D21D50" w:rsidRDefault="00624BF6" w:rsidP="0098529F">
            <w:pPr>
              <w:pStyle w:val="Times12"/>
              <w:numPr>
                <w:ilvl w:val="0"/>
                <w:numId w:val="32"/>
              </w:numPr>
              <w:tabs>
                <w:tab w:val="left" w:pos="1132"/>
              </w:tabs>
              <w:ind w:left="0" w:right="153" w:firstLine="566"/>
            </w:pPr>
            <w:bookmarkStart w:id="73" w:name="_Ref441222317"/>
            <w:r w:rsidRPr="00D21D50">
              <w:t>Информация и документы по данной закупке публикуются на официальном сайте и ЭТП. Официальным источником информации о ходе и результатах закупки (официальной публикацией) является официальный сайт, указанный в извещении о проведении закупки.</w:t>
            </w:r>
            <w:bookmarkEnd w:id="73"/>
          </w:p>
          <w:p w:rsidR="00624BF6" w:rsidRPr="00D21D50" w:rsidRDefault="00624BF6" w:rsidP="0098529F">
            <w:pPr>
              <w:pStyle w:val="Times12"/>
              <w:numPr>
                <w:ilvl w:val="0"/>
                <w:numId w:val="32"/>
              </w:numPr>
              <w:tabs>
                <w:tab w:val="left" w:pos="1132"/>
              </w:tabs>
              <w:ind w:left="0" w:right="153" w:firstLine="566"/>
            </w:pPr>
            <w:r w:rsidRPr="00D21D50">
              <w:t>С даты официальной публикации</w:t>
            </w:r>
            <w:r w:rsidRPr="00D21D50" w:rsidDel="00A16E2A">
              <w:t xml:space="preserve"> </w:t>
            </w:r>
            <w:r w:rsidRPr="00D21D50">
              <w:t>извещения</w:t>
            </w:r>
            <w:r w:rsidRPr="00D21D50">
              <w:rPr>
                <w:bCs w:val="0"/>
                <w:szCs w:val="24"/>
              </w:rPr>
              <w:t xml:space="preserve"> </w:t>
            </w:r>
            <w:r w:rsidRPr="00D21D50">
              <w:t>о проведении закупки и закупочной документации (далее по разделу – документация) на официальном сайте документация находится в открытом доступе, на ЭТП предоставляется согласно правилам данной ЭТП.</w:t>
            </w:r>
          </w:p>
          <w:p w:rsidR="00624BF6" w:rsidRPr="00D21D50" w:rsidRDefault="00624BF6" w:rsidP="0098529F">
            <w:pPr>
              <w:pStyle w:val="Times12"/>
              <w:numPr>
                <w:ilvl w:val="0"/>
                <w:numId w:val="32"/>
              </w:numPr>
              <w:tabs>
                <w:tab w:val="left" w:pos="1132"/>
              </w:tabs>
              <w:ind w:left="0" w:right="153" w:firstLine="566"/>
            </w:pPr>
            <w:bookmarkStart w:id="74" w:name="_Ref441222323"/>
            <w:r w:rsidRPr="00D21D50">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 закупочной комиссии (далее по разделу – комиссия) и организатора закупки (далее по разделу – организатор).</w:t>
            </w:r>
            <w:bookmarkEnd w:id="74"/>
          </w:p>
          <w:p w:rsidR="00624BF6" w:rsidRPr="00D21D50" w:rsidRDefault="00624BF6" w:rsidP="0098529F">
            <w:pPr>
              <w:pStyle w:val="Times12"/>
              <w:numPr>
                <w:ilvl w:val="0"/>
                <w:numId w:val="32"/>
              </w:numPr>
              <w:tabs>
                <w:tab w:val="left" w:pos="1132"/>
              </w:tabs>
              <w:ind w:left="0" w:right="153" w:firstLine="566"/>
            </w:pPr>
            <w:r w:rsidRPr="00D21D50">
              <w:t>Во всем, что не урегулировано извещением</w:t>
            </w:r>
            <w:r w:rsidRPr="00D21D50">
              <w:rPr>
                <w:bCs w:val="0"/>
                <w:szCs w:val="24"/>
              </w:rPr>
              <w:t xml:space="preserve"> </w:t>
            </w:r>
            <w:r w:rsidRPr="00D21D50">
              <w:t>о проведении закупки и документацией, стороны руководствуются Стандартом, Гражданским кодексом РФ и иными федеральными законами.</w:t>
            </w:r>
          </w:p>
        </w:tc>
      </w:tr>
      <w:tr w:rsidR="00624BF6" w:rsidRPr="00D21D50" w:rsidTr="00D91D15">
        <w:trPr>
          <w:trHeight w:val="134"/>
        </w:trPr>
        <w:tc>
          <w:tcPr>
            <w:tcW w:w="568" w:type="dxa"/>
          </w:tcPr>
          <w:p w:rsidR="00624BF6" w:rsidRPr="00D21D50" w:rsidRDefault="00624BF6" w:rsidP="0098529F">
            <w:pPr>
              <w:numPr>
                <w:ilvl w:val="0"/>
                <w:numId w:val="7"/>
              </w:numPr>
              <w:tabs>
                <w:tab w:val="num" w:pos="786"/>
              </w:tabs>
              <w:ind w:left="0" w:hanging="15"/>
              <w:jc w:val="center"/>
            </w:pPr>
          </w:p>
        </w:tc>
        <w:tc>
          <w:tcPr>
            <w:tcW w:w="2268" w:type="dxa"/>
          </w:tcPr>
          <w:p w:rsidR="00624BF6" w:rsidRPr="00D21D50" w:rsidRDefault="00624BF6" w:rsidP="00D91D15">
            <w:pPr>
              <w:pStyle w:val="Times12"/>
              <w:ind w:right="153" w:firstLine="0"/>
              <w:jc w:val="left"/>
              <w:rPr>
                <w:szCs w:val="24"/>
              </w:rPr>
            </w:pPr>
            <w:r w:rsidRPr="00D21D50">
              <w:rPr>
                <w:szCs w:val="24"/>
              </w:rPr>
              <w:t>Разъяснение положений документации</w:t>
            </w:r>
          </w:p>
        </w:tc>
        <w:tc>
          <w:tcPr>
            <w:tcW w:w="12616" w:type="dxa"/>
          </w:tcPr>
          <w:p w:rsidR="00624BF6" w:rsidRPr="00D21D50" w:rsidRDefault="00624BF6" w:rsidP="0098529F">
            <w:pPr>
              <w:pStyle w:val="Times12"/>
              <w:numPr>
                <w:ilvl w:val="1"/>
                <w:numId w:val="11"/>
              </w:numPr>
              <w:tabs>
                <w:tab w:val="left" w:pos="1132"/>
              </w:tabs>
              <w:ind w:left="-2" w:right="153" w:firstLine="567"/>
            </w:pPr>
            <w:bookmarkStart w:id="75" w:name="_Ref406409540"/>
            <w:bookmarkStart w:id="76" w:name="_Ref441222420"/>
            <w:r w:rsidRPr="00D21D50">
              <w:t>Любое заинтересованное лицо вправе направить организатору запрос о разъяснении положений документации</w:t>
            </w:r>
            <w:bookmarkEnd w:id="75"/>
            <w:r w:rsidRPr="00D21D50">
              <w:t xml:space="preserve"> через ЭТП </w:t>
            </w:r>
            <w:bookmarkEnd w:id="76"/>
            <w:r w:rsidRPr="00D21D50">
              <w:t>не позднее следующего срока:</w:t>
            </w:r>
          </w:p>
          <w:p w:rsidR="00624BF6" w:rsidRPr="00D21D50" w:rsidRDefault="00624BF6" w:rsidP="00D91D15">
            <w:pPr>
              <w:pStyle w:val="Times12"/>
              <w:numPr>
                <w:ilvl w:val="0"/>
                <w:numId w:val="36"/>
              </w:numPr>
              <w:tabs>
                <w:tab w:val="left" w:pos="1020"/>
              </w:tabs>
            </w:pPr>
            <w:r w:rsidRPr="00D21D50">
              <w:t>для конкурса - не позднее 7 (семи) рабочих дней до окончания срока подачи заявок на участие в конкурсе;</w:t>
            </w:r>
          </w:p>
          <w:p w:rsidR="00624BF6" w:rsidRPr="00D21D50" w:rsidRDefault="00624BF6" w:rsidP="00D91D15">
            <w:pPr>
              <w:pStyle w:val="Times12"/>
              <w:numPr>
                <w:ilvl w:val="0"/>
                <w:numId w:val="36"/>
              </w:numPr>
              <w:tabs>
                <w:tab w:val="left" w:pos="1020"/>
              </w:tabs>
            </w:pPr>
            <w:r w:rsidRPr="00D21D50">
              <w:t>для запроса предложений - не позднее 3 (трех) рабочих дней до окончания срока подачи заявок на участие в запросе предложений.</w:t>
            </w:r>
          </w:p>
          <w:p w:rsidR="00624BF6" w:rsidRPr="00D21D50" w:rsidRDefault="00624BF6" w:rsidP="00D91D15">
            <w:pPr>
              <w:pStyle w:val="Times12"/>
              <w:numPr>
                <w:ilvl w:val="0"/>
                <w:numId w:val="36"/>
              </w:numPr>
              <w:tabs>
                <w:tab w:val="left" w:pos="1020"/>
              </w:tabs>
            </w:pPr>
            <w:r w:rsidRPr="00D21D50">
              <w:t>для запроса цен - не позднее 2 (двух) рабочих дней до окончания срока подачи заявок на участие в запросе цен.</w:t>
            </w:r>
          </w:p>
          <w:p w:rsidR="00624BF6" w:rsidRPr="00D21D50" w:rsidRDefault="00624BF6" w:rsidP="00D91D15">
            <w:pPr>
              <w:pStyle w:val="Times12"/>
              <w:tabs>
                <w:tab w:val="left" w:pos="1020"/>
              </w:tabs>
              <w:ind w:right="153" w:firstLine="566"/>
            </w:pPr>
            <w:r w:rsidRPr="00D21D50">
              <w:t>При поступлении указанного запроса позже данного срока организатор вправе не отвечать на данный запрос.</w:t>
            </w:r>
          </w:p>
          <w:p w:rsidR="00624BF6" w:rsidRPr="00D21D50" w:rsidRDefault="00624BF6" w:rsidP="0098529F">
            <w:pPr>
              <w:pStyle w:val="Times12"/>
              <w:numPr>
                <w:ilvl w:val="1"/>
                <w:numId w:val="11"/>
              </w:numPr>
              <w:tabs>
                <w:tab w:val="left" w:pos="1132"/>
              </w:tabs>
              <w:ind w:left="-2" w:right="153" w:firstLine="567"/>
            </w:pPr>
            <w:r w:rsidRPr="00D21D50">
              <w:t>При поступлении запроса в срок, указанный в пункте </w:t>
            </w:r>
            <w:fldSimple w:instr=" REF _Ref406409540 \r \h  \* MERGEFORMAT ">
              <w:r w:rsidRPr="00D21D50">
                <w:t>2.1</w:t>
              </w:r>
            </w:fldSimple>
            <w:r w:rsidRPr="00D21D50">
              <w:t>, организатор размещает на официальном сайте и на ЭТП соответствующий ответ с указанием предмета запроса, без ссылки на участника закупки, от которого поступил запрос:</w:t>
            </w:r>
          </w:p>
          <w:p w:rsidR="00624BF6" w:rsidRPr="00D21D50" w:rsidRDefault="00624BF6" w:rsidP="00D91D15">
            <w:pPr>
              <w:pStyle w:val="Times12"/>
              <w:numPr>
                <w:ilvl w:val="0"/>
                <w:numId w:val="36"/>
              </w:numPr>
              <w:tabs>
                <w:tab w:val="left" w:pos="1020"/>
              </w:tabs>
            </w:pPr>
            <w:r w:rsidRPr="00D21D50">
              <w:t>для конкурса - в течение 3 (трех) рабочих дней со дня поступления запроса; для запроса предложений, запроса цен - в течение 1 (одного) рабочего дня со дня поступления запроса; либо</w:t>
            </w:r>
          </w:p>
          <w:p w:rsidR="00624BF6" w:rsidRPr="00D21D50" w:rsidRDefault="00624BF6" w:rsidP="00D91D15">
            <w:pPr>
              <w:pStyle w:val="Times12"/>
              <w:numPr>
                <w:ilvl w:val="0"/>
                <w:numId w:val="36"/>
              </w:numPr>
              <w:tabs>
                <w:tab w:val="left" w:pos="1020"/>
              </w:tabs>
            </w:pPr>
            <w:r w:rsidRPr="00D21D50">
              <w:t>в течение 1 (одного) рабочего дня, следующего за днем получения ответа от заказчика, если ответ на указанный запрос требует ответа заказчика, не являющего организатором.</w:t>
            </w:r>
          </w:p>
          <w:p w:rsidR="00624BF6" w:rsidRPr="00D21D50" w:rsidRDefault="00624BF6" w:rsidP="00D91D15">
            <w:pPr>
              <w:pStyle w:val="Times12"/>
              <w:tabs>
                <w:tab w:val="left" w:pos="1020"/>
              </w:tabs>
              <w:ind w:right="153"/>
            </w:pPr>
            <w:r w:rsidRPr="00D21D50">
              <w:t>Если организатор  не успел разместить ответ на запрос:</w:t>
            </w:r>
          </w:p>
          <w:p w:rsidR="00624BF6" w:rsidRPr="00D21D50" w:rsidRDefault="00624BF6" w:rsidP="00D91D15">
            <w:pPr>
              <w:pStyle w:val="Times12"/>
              <w:numPr>
                <w:ilvl w:val="0"/>
                <w:numId w:val="36"/>
              </w:numPr>
              <w:tabs>
                <w:tab w:val="left" w:pos="1020"/>
              </w:tabs>
            </w:pPr>
            <w:r w:rsidRPr="00D21D50">
              <w:t>для конкурса - за 3 (три) рабочих дня до истечения срока подачи заявок на участие в закупке;</w:t>
            </w:r>
          </w:p>
          <w:p w:rsidR="00624BF6" w:rsidRPr="00D21D50" w:rsidRDefault="00624BF6" w:rsidP="00D91D15">
            <w:pPr>
              <w:pStyle w:val="Times12"/>
              <w:numPr>
                <w:ilvl w:val="0"/>
                <w:numId w:val="36"/>
              </w:numPr>
              <w:tabs>
                <w:tab w:val="left" w:pos="1020"/>
              </w:tabs>
            </w:pPr>
            <w:r w:rsidRPr="00D21D50">
              <w:t>для запроса предложений - за 2 (два) рабочих дня до истечения срока подачи заявок на участие в закупке,</w:t>
            </w:r>
          </w:p>
          <w:p w:rsidR="00624BF6" w:rsidRPr="00D21D50" w:rsidRDefault="00624BF6" w:rsidP="00D91D15">
            <w:pPr>
              <w:pStyle w:val="Times12"/>
              <w:numPr>
                <w:ilvl w:val="0"/>
                <w:numId w:val="36"/>
              </w:numPr>
              <w:tabs>
                <w:tab w:val="left" w:pos="1020"/>
              </w:tabs>
            </w:pPr>
            <w:r w:rsidRPr="00D21D50">
              <w:t>для запроса цен - за 1 (один) рабочий день до истечения срока подачи заявок на участие в закупке,</w:t>
            </w:r>
          </w:p>
          <w:p w:rsidR="00624BF6" w:rsidRPr="00D21D50" w:rsidRDefault="00624BF6" w:rsidP="00D91D15">
            <w:pPr>
              <w:pStyle w:val="Times12"/>
              <w:tabs>
                <w:tab w:val="left" w:pos="1020"/>
              </w:tabs>
              <w:ind w:right="153" w:firstLine="0"/>
            </w:pPr>
            <w:r w:rsidRPr="00D21D50">
              <w:t>то организатор переносит окончательный срок подачи заявок на участие в закупке на количество дней задержки, чтобы с даты размещения таких разъяснений срок подачи заявок на участие в закупке составлял:</w:t>
            </w:r>
          </w:p>
          <w:p w:rsidR="00624BF6" w:rsidRPr="00D21D50" w:rsidRDefault="00624BF6" w:rsidP="00D91D15">
            <w:pPr>
              <w:pStyle w:val="Times12"/>
              <w:numPr>
                <w:ilvl w:val="0"/>
                <w:numId w:val="36"/>
              </w:numPr>
              <w:tabs>
                <w:tab w:val="left" w:pos="1020"/>
              </w:tabs>
            </w:pPr>
            <w:r w:rsidRPr="00D21D50">
              <w:t>для конкурса - не менее чем 3 (три) рабочих дня;</w:t>
            </w:r>
          </w:p>
          <w:p w:rsidR="00624BF6" w:rsidRPr="00D21D50" w:rsidRDefault="00624BF6" w:rsidP="00D91D15">
            <w:pPr>
              <w:pStyle w:val="Times12"/>
              <w:numPr>
                <w:ilvl w:val="0"/>
                <w:numId w:val="36"/>
              </w:numPr>
              <w:tabs>
                <w:tab w:val="left" w:pos="1020"/>
              </w:tabs>
            </w:pPr>
            <w:r w:rsidRPr="00D21D50">
              <w:t>для запроса предложений - не менее чем 2 (два) рабочих дня;</w:t>
            </w:r>
          </w:p>
          <w:p w:rsidR="00624BF6" w:rsidRPr="00D21D50" w:rsidRDefault="00624BF6" w:rsidP="00D91D15">
            <w:pPr>
              <w:pStyle w:val="Times12"/>
              <w:numPr>
                <w:ilvl w:val="0"/>
                <w:numId w:val="36"/>
              </w:numPr>
              <w:tabs>
                <w:tab w:val="left" w:pos="1020"/>
              </w:tabs>
            </w:pPr>
            <w:r w:rsidRPr="00D21D50">
              <w:t>для запроса цен – не менее чем за 1 (один) рабочий день.</w:t>
            </w:r>
          </w:p>
          <w:p w:rsidR="00624BF6" w:rsidRPr="00D21D50" w:rsidRDefault="00624BF6" w:rsidP="0098529F">
            <w:pPr>
              <w:pStyle w:val="Times12"/>
              <w:numPr>
                <w:ilvl w:val="1"/>
                <w:numId w:val="11"/>
              </w:numPr>
              <w:tabs>
                <w:tab w:val="left" w:pos="1132"/>
              </w:tabs>
              <w:ind w:left="-2" w:right="153" w:firstLine="567"/>
            </w:pPr>
            <w:r w:rsidRPr="00D21D50">
              <w:t>Разъяснение положений документации не должно изменять ее суть.</w:t>
            </w:r>
          </w:p>
          <w:p w:rsidR="00624BF6" w:rsidRPr="00D21D50" w:rsidRDefault="00624BF6" w:rsidP="0098529F">
            <w:pPr>
              <w:pStyle w:val="Times12"/>
              <w:numPr>
                <w:ilvl w:val="1"/>
                <w:numId w:val="11"/>
              </w:numPr>
              <w:tabs>
                <w:tab w:val="left" w:pos="1132"/>
              </w:tabs>
              <w:ind w:left="-2" w:right="153" w:firstLine="567"/>
            </w:pPr>
            <w:bookmarkStart w:id="77" w:name="_Ref441222428"/>
            <w:r w:rsidRPr="00D21D50">
              <w:t>Участник закупки вправе ссылаться только на информацию, полученную от организатора в порядке, предусмотренном документацией.</w:t>
            </w:r>
            <w:bookmarkEnd w:id="77"/>
          </w:p>
        </w:tc>
      </w:tr>
      <w:tr w:rsidR="00624BF6" w:rsidRPr="00D21D50" w:rsidTr="00D91D15">
        <w:trPr>
          <w:trHeight w:val="246"/>
        </w:trPr>
        <w:tc>
          <w:tcPr>
            <w:tcW w:w="568" w:type="dxa"/>
          </w:tcPr>
          <w:p w:rsidR="00624BF6" w:rsidRPr="00D21D50" w:rsidRDefault="00624BF6" w:rsidP="0098529F">
            <w:pPr>
              <w:numPr>
                <w:ilvl w:val="0"/>
                <w:numId w:val="7"/>
              </w:numPr>
              <w:tabs>
                <w:tab w:val="num" w:pos="786"/>
              </w:tabs>
              <w:ind w:left="0" w:hanging="15"/>
              <w:jc w:val="center"/>
            </w:pPr>
            <w:bookmarkStart w:id="78" w:name="_Ref441222461"/>
          </w:p>
        </w:tc>
        <w:bookmarkEnd w:id="78"/>
        <w:tc>
          <w:tcPr>
            <w:tcW w:w="2268" w:type="dxa"/>
          </w:tcPr>
          <w:p w:rsidR="00624BF6" w:rsidRPr="00D21D50" w:rsidRDefault="00624BF6" w:rsidP="00D91D15">
            <w:pPr>
              <w:ind w:right="153"/>
              <w:rPr>
                <w:bCs/>
              </w:rPr>
            </w:pPr>
            <w:r w:rsidRPr="00D21D50">
              <w:t>Внесение изменений в извещение о проведении закупки и документацию</w:t>
            </w:r>
          </w:p>
        </w:tc>
        <w:tc>
          <w:tcPr>
            <w:tcW w:w="12616" w:type="dxa"/>
          </w:tcPr>
          <w:p w:rsidR="00624BF6" w:rsidRPr="00D21D50" w:rsidRDefault="00624BF6" w:rsidP="0098529F">
            <w:pPr>
              <w:pStyle w:val="Times12"/>
              <w:numPr>
                <w:ilvl w:val="1"/>
                <w:numId w:val="13"/>
              </w:numPr>
              <w:tabs>
                <w:tab w:val="left" w:pos="1132"/>
              </w:tabs>
              <w:ind w:left="-2" w:right="153" w:firstLine="567"/>
            </w:pPr>
            <w:r w:rsidRPr="00D21D50">
              <w:t>Руководитель заказчика или лицо, утвердившее документацию, при необходимости, принимает решение о внесении изменений в извещение</w:t>
            </w:r>
            <w:r w:rsidRPr="00D21D50">
              <w:rPr>
                <w:bCs w:val="0"/>
                <w:szCs w:val="24"/>
              </w:rPr>
              <w:t xml:space="preserve"> </w:t>
            </w:r>
            <w:r w:rsidRPr="00D21D50">
              <w:t>о проведении закупки и/или документацию:</w:t>
            </w:r>
          </w:p>
          <w:p w:rsidR="00624BF6" w:rsidRPr="00D21D50" w:rsidRDefault="00624BF6" w:rsidP="00D91D15">
            <w:pPr>
              <w:pStyle w:val="Times12"/>
              <w:numPr>
                <w:ilvl w:val="0"/>
                <w:numId w:val="36"/>
              </w:numPr>
              <w:tabs>
                <w:tab w:val="left" w:pos="1020"/>
              </w:tabs>
            </w:pPr>
            <w:r w:rsidRPr="00D21D50">
              <w:t>для конкурса - не позднее чем за 5 (пять) рабочих дней до окончания срока подачи заявок;</w:t>
            </w:r>
          </w:p>
          <w:p w:rsidR="00624BF6" w:rsidRPr="00D21D50" w:rsidRDefault="00624BF6" w:rsidP="00D91D15">
            <w:pPr>
              <w:pStyle w:val="Times12"/>
              <w:numPr>
                <w:ilvl w:val="0"/>
                <w:numId w:val="36"/>
              </w:numPr>
              <w:tabs>
                <w:tab w:val="left" w:pos="1020"/>
              </w:tabs>
            </w:pPr>
            <w:r w:rsidRPr="00D21D50">
              <w:t>для запроса предложений, запроса цен - не позднее чем за 2 (два) рабочих дня до окончания срока подачи заявок.</w:t>
            </w:r>
          </w:p>
          <w:p w:rsidR="00624BF6" w:rsidRPr="00D21D50" w:rsidRDefault="00624BF6" w:rsidP="0098529F">
            <w:pPr>
              <w:pStyle w:val="Times12"/>
              <w:numPr>
                <w:ilvl w:val="1"/>
                <w:numId w:val="13"/>
              </w:numPr>
              <w:tabs>
                <w:tab w:val="left" w:pos="1132"/>
              </w:tabs>
              <w:ind w:left="-2" w:right="153" w:firstLine="567"/>
            </w:pPr>
            <w:r w:rsidRPr="00D21D50">
              <w:t>В течение 3 (трех) рабочих дней со дня принятия решения о внесении изменений в извещение о проведении закупки 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Pr="00D21D50">
              <w:rPr>
                <w:bCs w:val="0"/>
                <w:szCs w:val="24"/>
              </w:rPr>
              <w:t xml:space="preserve"> </w:t>
            </w:r>
            <w:r w:rsidRPr="00D21D50">
              <w:t>о проведении закупки.</w:t>
            </w:r>
          </w:p>
          <w:p w:rsidR="00624BF6" w:rsidRPr="00D21D50" w:rsidRDefault="00624BF6" w:rsidP="0098529F">
            <w:pPr>
              <w:pStyle w:val="Times12"/>
              <w:numPr>
                <w:ilvl w:val="1"/>
                <w:numId w:val="13"/>
              </w:numPr>
              <w:tabs>
                <w:tab w:val="left" w:pos="1132"/>
              </w:tabs>
              <w:ind w:left="-2" w:right="153" w:firstLine="567"/>
            </w:pPr>
            <w:r w:rsidRPr="00D21D50">
              <w:t>При этом срок подачи заявок на участие в закупке продлевается, так, чтобы со дня размещения внесенных изменений на официальном сайте и ЭТП до даты окончания подачи заявок на участие в закупке такой срок составлял:</w:t>
            </w:r>
          </w:p>
          <w:p w:rsidR="00624BF6" w:rsidRPr="00D21D50" w:rsidRDefault="00624BF6" w:rsidP="00D91D15">
            <w:pPr>
              <w:pStyle w:val="Times12"/>
              <w:numPr>
                <w:ilvl w:val="0"/>
                <w:numId w:val="36"/>
              </w:numPr>
              <w:tabs>
                <w:tab w:val="left" w:pos="1020"/>
              </w:tabs>
            </w:pPr>
            <w:r w:rsidRPr="00D21D50">
              <w:t>для конкурса — не менее чем 15 (пятнадцать) календарных дней, а в случае изменения предмета конкурса  такой срок должен быть равен или больше срока, на который было размещено извещение о проведении закупки;</w:t>
            </w:r>
          </w:p>
          <w:p w:rsidR="00624BF6" w:rsidRPr="00D21D50" w:rsidRDefault="00624BF6" w:rsidP="00D91D15">
            <w:pPr>
              <w:pStyle w:val="Times12"/>
              <w:numPr>
                <w:ilvl w:val="0"/>
                <w:numId w:val="36"/>
              </w:numPr>
              <w:tabs>
                <w:tab w:val="left" w:pos="1020"/>
              </w:tabs>
            </w:pPr>
            <w:r w:rsidRPr="00D21D50">
              <w:t>для запроса предложений — не менее чем 5 (пять) рабочих дней, а в случае изменения предмета запроса предложений — 10 (десять) календарных дней.</w:t>
            </w:r>
          </w:p>
          <w:p w:rsidR="00624BF6" w:rsidRPr="00D21D50" w:rsidRDefault="00624BF6" w:rsidP="00D91D15">
            <w:pPr>
              <w:pStyle w:val="Times12"/>
              <w:numPr>
                <w:ilvl w:val="0"/>
                <w:numId w:val="36"/>
              </w:numPr>
              <w:tabs>
                <w:tab w:val="left" w:pos="1020"/>
              </w:tabs>
            </w:pPr>
            <w:r w:rsidRPr="00D21D50">
              <w:t>для запроса цен — не менее 2 (двух) рабочих дней, а в случае изменения предмета запроса цен — 5 (пять) календарных дней.</w:t>
            </w:r>
          </w:p>
          <w:p w:rsidR="00624BF6" w:rsidRPr="00D21D50" w:rsidRDefault="00624BF6" w:rsidP="0098529F">
            <w:pPr>
              <w:pStyle w:val="Times12"/>
              <w:numPr>
                <w:ilvl w:val="1"/>
                <w:numId w:val="13"/>
              </w:numPr>
              <w:tabs>
                <w:tab w:val="left" w:pos="1132"/>
              </w:tabs>
              <w:ind w:left="-2" w:right="153" w:firstLine="567"/>
            </w:pPr>
            <w:r w:rsidRPr="00D21D50">
              <w:t>Любое изменение документации является неотъемлемой ее частью.</w:t>
            </w:r>
          </w:p>
        </w:tc>
      </w:tr>
      <w:tr w:rsidR="00624BF6" w:rsidRPr="00D21D50" w:rsidTr="00D91D15">
        <w:trPr>
          <w:trHeight w:val="473"/>
        </w:trPr>
        <w:tc>
          <w:tcPr>
            <w:tcW w:w="568" w:type="dxa"/>
          </w:tcPr>
          <w:p w:rsidR="00624BF6" w:rsidRPr="00D21D50" w:rsidRDefault="00624BF6" w:rsidP="0098529F">
            <w:pPr>
              <w:numPr>
                <w:ilvl w:val="0"/>
                <w:numId w:val="7"/>
              </w:numPr>
              <w:tabs>
                <w:tab w:val="num" w:pos="786"/>
              </w:tabs>
              <w:ind w:left="0" w:hanging="15"/>
              <w:jc w:val="center"/>
            </w:pPr>
            <w:bookmarkStart w:id="79" w:name="_Ref317253528"/>
          </w:p>
        </w:tc>
        <w:bookmarkEnd w:id="79"/>
        <w:tc>
          <w:tcPr>
            <w:tcW w:w="2268" w:type="dxa"/>
          </w:tcPr>
          <w:p w:rsidR="00624BF6" w:rsidRPr="00D21D50" w:rsidRDefault="00624BF6" w:rsidP="00D91D15">
            <w:pPr>
              <w:ind w:right="153"/>
            </w:pPr>
            <w:r w:rsidRPr="00D21D50">
              <w:t>Обеспечение заявки на участие в закупке</w:t>
            </w:r>
          </w:p>
        </w:tc>
        <w:tc>
          <w:tcPr>
            <w:tcW w:w="12616" w:type="dxa"/>
          </w:tcPr>
          <w:p w:rsidR="00624BF6" w:rsidRPr="00D21D50" w:rsidRDefault="00624BF6" w:rsidP="0098529F">
            <w:pPr>
              <w:pStyle w:val="Times12"/>
              <w:numPr>
                <w:ilvl w:val="0"/>
                <w:numId w:val="35"/>
              </w:numPr>
              <w:tabs>
                <w:tab w:val="left" w:pos="938"/>
                <w:tab w:val="left" w:pos="1132"/>
              </w:tabs>
              <w:ind w:left="0" w:right="153" w:firstLine="360"/>
              <w:rPr>
                <w:szCs w:val="24"/>
              </w:rPr>
            </w:pPr>
            <w:r w:rsidRPr="00D21D50">
              <w:rPr>
                <w:szCs w:val="24"/>
              </w:rPr>
              <w:t>В случае, если извещением о проведении закупки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w:t>
            </w:r>
            <w:r w:rsidRPr="00D21D50">
              <w:rPr>
                <w:szCs w:val="24"/>
                <w:lang w:val="en-US"/>
              </w:rPr>
              <w:t> </w:t>
            </w:r>
            <w:r w:rsidRPr="00D21D50">
              <w:rPr>
                <w:szCs w:val="24"/>
              </w:rPr>
              <w:t>требованиям, установленным в извещении</w:t>
            </w:r>
            <w:r w:rsidRPr="00D21D50">
              <w:rPr>
                <w:bCs w:val="0"/>
                <w:szCs w:val="24"/>
              </w:rPr>
              <w:t xml:space="preserve"> </w:t>
            </w:r>
            <w:r w:rsidRPr="00D21D50">
              <w:rPr>
                <w:szCs w:val="24"/>
              </w:rPr>
              <w:t>о проведении закупки.</w:t>
            </w:r>
          </w:p>
          <w:p w:rsidR="00624BF6" w:rsidRPr="00D21D50" w:rsidRDefault="00624BF6" w:rsidP="0098529F">
            <w:pPr>
              <w:pStyle w:val="Times12"/>
              <w:numPr>
                <w:ilvl w:val="0"/>
                <w:numId w:val="35"/>
              </w:numPr>
              <w:tabs>
                <w:tab w:val="left" w:pos="938"/>
                <w:tab w:val="left" w:pos="1132"/>
              </w:tabs>
              <w:ind w:left="0" w:right="153" w:firstLine="360"/>
              <w:rPr>
                <w:szCs w:val="24"/>
              </w:rPr>
            </w:pPr>
            <w:r w:rsidRPr="00D21D50">
              <w:rPr>
                <w:szCs w:val="24"/>
              </w:rPr>
              <w:t>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о проведении закупки реквизитам в срок, обеспечивающий их своевременное поступление на счет получателя не позднее времени и даты окончания подачи заявок на участие в закупке.</w:t>
            </w:r>
          </w:p>
          <w:p w:rsidR="00624BF6" w:rsidRPr="00D21D50" w:rsidRDefault="00624BF6" w:rsidP="0098529F">
            <w:pPr>
              <w:pStyle w:val="Times12"/>
              <w:numPr>
                <w:ilvl w:val="0"/>
                <w:numId w:val="35"/>
              </w:numPr>
              <w:tabs>
                <w:tab w:val="left" w:pos="938"/>
                <w:tab w:val="left" w:pos="1132"/>
              </w:tabs>
              <w:ind w:left="0" w:right="153" w:firstLine="360"/>
              <w:rPr>
                <w:szCs w:val="24"/>
              </w:rPr>
            </w:pPr>
            <w:r w:rsidRPr="00D21D50">
              <w:rPr>
                <w:szCs w:val="24"/>
              </w:rPr>
              <w:t>В случае предоставления обеспечения заявок на участие в закупке в форме банковской гарантии — банковская гарантия должна удовлетворять следующим требованиям:</w:t>
            </w:r>
          </w:p>
          <w:p w:rsidR="00624BF6" w:rsidRPr="00D21D50" w:rsidRDefault="00624BF6" w:rsidP="0098529F">
            <w:pPr>
              <w:pStyle w:val="ListParagraph"/>
              <w:numPr>
                <w:ilvl w:val="0"/>
                <w:numId w:val="42"/>
              </w:numPr>
              <w:tabs>
                <w:tab w:val="left" w:pos="938"/>
              </w:tabs>
              <w:spacing w:after="0" w:line="240" w:lineRule="auto"/>
              <w:ind w:left="0" w:right="153" w:firstLine="353"/>
              <w:contextualSpacing w:val="0"/>
              <w:jc w:val="both"/>
              <w:rPr>
                <w:rFonts w:ascii="Times New Roman" w:hAnsi="Times New Roman"/>
                <w:sz w:val="24"/>
                <w:szCs w:val="24"/>
              </w:rPr>
            </w:pPr>
            <w:r w:rsidRPr="00D21D50">
              <w:rPr>
                <w:rFonts w:ascii="Times New Roman" w:hAnsi="Times New Roman"/>
                <w:sz w:val="24"/>
                <w:szCs w:val="24"/>
              </w:rPr>
              <w:t>Банковская гарантия должна быть составлена с учетом требований статей 368—378 Гражданского кодекса РФ и следующих условий:</w:t>
            </w:r>
          </w:p>
          <w:p w:rsidR="00624BF6" w:rsidRPr="00D21D50" w:rsidRDefault="00624BF6" w:rsidP="0098529F">
            <w:pPr>
              <w:pStyle w:val="ListParagraph"/>
              <w:numPr>
                <w:ilvl w:val="0"/>
                <w:numId w:val="40"/>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D21D50">
              <w:rPr>
                <w:rFonts w:ascii="Times New Roman" w:hAnsi="Times New Roman"/>
                <w:sz w:val="24"/>
                <w:szCs w:val="24"/>
              </w:rPr>
              <w:t>банковская гарантия должна быть безотзывной.</w:t>
            </w:r>
          </w:p>
          <w:p w:rsidR="00624BF6" w:rsidRPr="00D21D50" w:rsidRDefault="00624BF6" w:rsidP="0098529F">
            <w:pPr>
              <w:pStyle w:val="ListParagraph"/>
              <w:numPr>
                <w:ilvl w:val="0"/>
                <w:numId w:val="40"/>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D21D50">
              <w:rPr>
                <w:rFonts w:ascii="Times New Roman" w:hAnsi="Times New Roman"/>
                <w:sz w:val="24"/>
                <w:szCs w:val="24"/>
              </w:rPr>
              <w:t>сумма банковской гарантии должна быть выражена в валюте, указанной в извещении</w:t>
            </w:r>
            <w:r w:rsidRPr="00D21D50">
              <w:rPr>
                <w:rFonts w:ascii="Times New Roman" w:hAnsi="Times New Roman"/>
                <w:sz w:val="24"/>
                <w:szCs w:val="24"/>
                <w:lang w:eastAsia="ru-RU"/>
              </w:rPr>
              <w:t xml:space="preserve"> </w:t>
            </w:r>
            <w:r w:rsidRPr="00D21D50">
              <w:rPr>
                <w:rFonts w:ascii="Times New Roman" w:hAnsi="Times New Roman"/>
                <w:sz w:val="24"/>
                <w:szCs w:val="24"/>
              </w:rPr>
              <w:t>о проведении закупки.</w:t>
            </w:r>
          </w:p>
          <w:p w:rsidR="00624BF6" w:rsidRPr="00D21D50" w:rsidRDefault="00624BF6" w:rsidP="0098529F">
            <w:pPr>
              <w:pStyle w:val="ListParagraph"/>
              <w:numPr>
                <w:ilvl w:val="0"/>
                <w:numId w:val="40"/>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D21D50">
              <w:rPr>
                <w:rFonts w:ascii="Times New Roman" w:hAnsi="Times New Roman"/>
                <w:sz w:val="24"/>
                <w:szCs w:val="24"/>
              </w:rPr>
              <w:t>банковская гарантия должна действовать не менее срока действия заявки на участие в закупке.</w:t>
            </w:r>
          </w:p>
          <w:p w:rsidR="00624BF6" w:rsidRPr="00D21D50" w:rsidRDefault="00624BF6" w:rsidP="0098529F">
            <w:pPr>
              <w:pStyle w:val="ListParagraph"/>
              <w:numPr>
                <w:ilvl w:val="0"/>
                <w:numId w:val="40"/>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D21D50">
              <w:rPr>
                <w:rFonts w:ascii="Times New Roman" w:hAnsi="Times New Roman"/>
                <w:sz w:val="24"/>
                <w:szCs w:val="24"/>
              </w:rPr>
              <w:t xml:space="preserve">банковская гарантия должна быть подписана лицом, имеющим право, в соответствии с законодательством, действовать от имени банка без доверенности, или надлежащим образом уполномоченным им лицом на основании доверенности. </w:t>
            </w:r>
          </w:p>
          <w:p w:rsidR="00624BF6" w:rsidRPr="00D21D50" w:rsidRDefault="00624BF6" w:rsidP="0098529F">
            <w:pPr>
              <w:pStyle w:val="ListParagraph"/>
              <w:numPr>
                <w:ilvl w:val="0"/>
                <w:numId w:val="40"/>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D21D50">
              <w:rPr>
                <w:rFonts w:ascii="Times New Roman" w:hAnsi="Times New Roman"/>
                <w:sz w:val="24"/>
                <w:szCs w:val="24"/>
              </w:rPr>
              <w:t>бенефициаром в банковской гарантии должен быть указан организатор, принципалом — участник закупки, гарантом — банк, выдавший банковскую гарантию.</w:t>
            </w:r>
          </w:p>
          <w:p w:rsidR="00624BF6" w:rsidRPr="00D21D50" w:rsidRDefault="00624BF6" w:rsidP="0098529F">
            <w:pPr>
              <w:pStyle w:val="ListParagraph"/>
              <w:numPr>
                <w:ilvl w:val="0"/>
                <w:numId w:val="40"/>
              </w:numPr>
              <w:tabs>
                <w:tab w:val="left" w:pos="743"/>
                <w:tab w:val="left" w:pos="938"/>
                <w:tab w:val="left" w:pos="1132"/>
              </w:tabs>
              <w:spacing w:after="0" w:line="240" w:lineRule="auto"/>
              <w:ind w:left="0" w:right="153" w:firstLine="360"/>
              <w:contextualSpacing w:val="0"/>
              <w:jc w:val="both"/>
              <w:rPr>
                <w:rFonts w:ascii="Times New Roman" w:hAnsi="Times New Roman"/>
                <w:sz w:val="24"/>
                <w:szCs w:val="24"/>
              </w:rPr>
            </w:pPr>
            <w:r w:rsidRPr="00D21D50">
              <w:rPr>
                <w:rFonts w:ascii="Times New Roman" w:hAnsi="Times New Roman"/>
                <w:sz w:val="24"/>
                <w:szCs w:val="24"/>
              </w:rPr>
              <w:t>в банковской гарантии должно быть предусмотрено безусловное право бенефициара на истребование суммы банковской гарантии.</w:t>
            </w:r>
          </w:p>
          <w:p w:rsidR="00624BF6" w:rsidRPr="00D21D50" w:rsidRDefault="00624BF6" w:rsidP="0098529F">
            <w:pPr>
              <w:pStyle w:val="ListParagraph"/>
              <w:numPr>
                <w:ilvl w:val="0"/>
                <w:numId w:val="42"/>
              </w:numPr>
              <w:tabs>
                <w:tab w:val="left" w:pos="938"/>
              </w:tabs>
              <w:spacing w:after="0" w:line="240" w:lineRule="auto"/>
              <w:ind w:left="0" w:right="153" w:firstLine="353"/>
              <w:contextualSpacing w:val="0"/>
              <w:jc w:val="both"/>
              <w:rPr>
                <w:rFonts w:ascii="Times New Roman" w:hAnsi="Times New Roman"/>
                <w:sz w:val="24"/>
                <w:szCs w:val="24"/>
              </w:rPr>
            </w:pPr>
            <w:r w:rsidRPr="00D21D50">
              <w:rPr>
                <w:rFonts w:ascii="Times New Roman" w:hAnsi="Times New Roman"/>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624BF6" w:rsidRPr="00D21D50" w:rsidRDefault="00624BF6" w:rsidP="0098529F">
            <w:pPr>
              <w:pStyle w:val="Times12"/>
              <w:numPr>
                <w:ilvl w:val="0"/>
                <w:numId w:val="35"/>
              </w:numPr>
              <w:tabs>
                <w:tab w:val="left" w:pos="938"/>
                <w:tab w:val="left" w:pos="1132"/>
              </w:tabs>
              <w:ind w:left="0" w:right="153" w:firstLine="360"/>
              <w:rPr>
                <w:szCs w:val="24"/>
              </w:rPr>
            </w:pPr>
            <w:r w:rsidRPr="00D21D50">
              <w:rPr>
                <w:szCs w:val="24"/>
              </w:rPr>
              <w:t>Документы, подтверждающие факт предоставления обеспечения заявки на участие в закупке, предоставляются в составе заявки не позднее окончания срока подачи заявок на участие в закупке.</w:t>
            </w:r>
          </w:p>
          <w:p w:rsidR="00624BF6" w:rsidRPr="00D21D50" w:rsidRDefault="00624BF6" w:rsidP="0098529F">
            <w:pPr>
              <w:pStyle w:val="Times12"/>
              <w:numPr>
                <w:ilvl w:val="0"/>
                <w:numId w:val="35"/>
              </w:numPr>
              <w:tabs>
                <w:tab w:val="left" w:pos="938"/>
                <w:tab w:val="left" w:pos="1132"/>
              </w:tabs>
              <w:ind w:left="0" w:right="153" w:firstLine="360"/>
              <w:rPr>
                <w:szCs w:val="24"/>
              </w:rPr>
            </w:pPr>
            <w:bookmarkStart w:id="80" w:name="_Ref411840766"/>
            <w:r w:rsidRPr="00D21D50">
              <w:rPr>
                <w:szCs w:val="24"/>
              </w:rPr>
              <w:t>Обеспечение заявки на участие в закупке возвращается:</w:t>
            </w:r>
            <w:bookmarkEnd w:id="80"/>
          </w:p>
          <w:p w:rsidR="00624BF6" w:rsidRPr="00D21D50" w:rsidRDefault="00624BF6" w:rsidP="0098529F">
            <w:pPr>
              <w:pStyle w:val="ListParagraph"/>
              <w:numPr>
                <w:ilvl w:val="0"/>
                <w:numId w:val="41"/>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D21D50">
              <w:rPr>
                <w:rFonts w:ascii="Times New Roman" w:hAnsi="Times New Roman"/>
                <w:sz w:val="24"/>
                <w:szCs w:val="24"/>
              </w:rPr>
              <w:t>в течение 5 (пяти) рабочих дней со дня принятия решения об отказе от проведения закупки – всем участникам закупки, подавшим заявки на участие в закупке;</w:t>
            </w:r>
          </w:p>
          <w:p w:rsidR="00624BF6" w:rsidRPr="00D21D50" w:rsidRDefault="00624BF6" w:rsidP="0098529F">
            <w:pPr>
              <w:pStyle w:val="ListParagraph"/>
              <w:numPr>
                <w:ilvl w:val="0"/>
                <w:numId w:val="41"/>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D21D50">
              <w:rPr>
                <w:rFonts w:ascii="Times New Roman" w:hAnsi="Times New Roman"/>
                <w:sz w:val="24"/>
                <w:szCs w:val="24"/>
              </w:rPr>
              <w:t>в течение 5 (пяти) рабочих дней со дня поступления организатору уведомления об отзыве участником закупки заявки на участие в закупке – участнику закупки, отозвавшему заявку в соответствии с условиями документации;</w:t>
            </w:r>
          </w:p>
          <w:p w:rsidR="00624BF6" w:rsidRPr="00D21D50" w:rsidRDefault="00624BF6" w:rsidP="0098529F">
            <w:pPr>
              <w:pStyle w:val="ListParagraph"/>
              <w:numPr>
                <w:ilvl w:val="0"/>
                <w:numId w:val="41"/>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D21D50">
              <w:rPr>
                <w:rFonts w:ascii="Times New Roman" w:hAnsi="Times New Roman"/>
                <w:bCs/>
                <w:sz w:val="24"/>
                <w:szCs w:val="24"/>
              </w:rPr>
              <w:t>в течение 5 (пяти) рабочих дней со дня получения опоздавшей заявки – участнику закупки, заявка которого опоздала;</w:t>
            </w:r>
          </w:p>
          <w:p w:rsidR="00624BF6" w:rsidRPr="00D21D50" w:rsidRDefault="00624BF6" w:rsidP="0098529F">
            <w:pPr>
              <w:pStyle w:val="ListParagraph"/>
              <w:numPr>
                <w:ilvl w:val="0"/>
                <w:numId w:val="41"/>
              </w:numPr>
              <w:tabs>
                <w:tab w:val="left" w:pos="938"/>
                <w:tab w:val="left" w:pos="1132"/>
              </w:tabs>
              <w:spacing w:after="0" w:line="240" w:lineRule="auto"/>
              <w:ind w:left="0" w:right="153" w:firstLine="360"/>
              <w:contextualSpacing w:val="0"/>
              <w:jc w:val="both"/>
              <w:rPr>
                <w:rFonts w:ascii="Times New Roman" w:hAnsi="Times New Roman"/>
                <w:bCs/>
                <w:sz w:val="24"/>
                <w:szCs w:val="24"/>
              </w:rPr>
            </w:pPr>
            <w:bookmarkStart w:id="81" w:name="_Ref411840763"/>
            <w:r w:rsidRPr="00D21D50">
              <w:rPr>
                <w:rFonts w:ascii="Times New Roman" w:hAnsi="Times New Roman"/>
                <w:sz w:val="24"/>
                <w:szCs w:val="24"/>
              </w:rPr>
              <w:t>в течение 10 (десяти) рабочих дней со дня размещения на официальном сайте и на ЭТП 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bookmarkEnd w:id="81"/>
          </w:p>
          <w:p w:rsidR="00624BF6" w:rsidRPr="00D21D50" w:rsidRDefault="00624BF6" w:rsidP="0098529F">
            <w:pPr>
              <w:pStyle w:val="ListParagraph"/>
              <w:numPr>
                <w:ilvl w:val="0"/>
                <w:numId w:val="41"/>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D21D50">
              <w:rPr>
                <w:rFonts w:ascii="Times New Roman" w:hAnsi="Times New Roman"/>
                <w:sz w:val="24"/>
                <w:szCs w:val="24"/>
              </w:rPr>
              <w:t>в течение 5 (пяти) рабочих дней со дня заключения договора с победителем закупки по результатам состоявшейся закупки – победителю закупки;</w:t>
            </w:r>
          </w:p>
          <w:p w:rsidR="00624BF6" w:rsidRPr="00D21D50" w:rsidRDefault="00624BF6" w:rsidP="0098529F">
            <w:pPr>
              <w:pStyle w:val="ListParagraph"/>
              <w:numPr>
                <w:ilvl w:val="0"/>
                <w:numId w:val="41"/>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D21D50">
              <w:rPr>
                <w:rFonts w:ascii="Times New Roman" w:hAnsi="Times New Roman"/>
                <w:sz w:val="24"/>
                <w:szCs w:val="24"/>
              </w:rPr>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договора – такому единственному участнику закупки;</w:t>
            </w:r>
          </w:p>
          <w:p w:rsidR="00624BF6" w:rsidRPr="00D21D50" w:rsidRDefault="00624BF6" w:rsidP="0098529F">
            <w:pPr>
              <w:pStyle w:val="ListParagraph"/>
              <w:numPr>
                <w:ilvl w:val="0"/>
                <w:numId w:val="41"/>
              </w:numPr>
              <w:tabs>
                <w:tab w:val="left" w:pos="938"/>
                <w:tab w:val="left" w:pos="1132"/>
              </w:tabs>
              <w:spacing w:after="0" w:line="240" w:lineRule="auto"/>
              <w:ind w:left="0" w:right="153" w:firstLine="360"/>
              <w:contextualSpacing w:val="0"/>
              <w:jc w:val="both"/>
              <w:rPr>
                <w:rFonts w:ascii="Times New Roman" w:hAnsi="Times New Roman"/>
                <w:bCs/>
                <w:sz w:val="24"/>
                <w:szCs w:val="24"/>
              </w:rPr>
            </w:pPr>
            <w:r w:rsidRPr="00D21D50">
              <w:rPr>
                <w:rFonts w:ascii="Times New Roman" w:hAnsi="Times New Roman"/>
                <w:sz w:val="24"/>
                <w:szCs w:val="24"/>
              </w:rPr>
              <w:t>в течение 5 (пяти) рабочих дней со дня признания закупки несостоявшейся и принятия решения о незаключении договора по ее результатам – участнику закупки, которому обеспечение заявки не было возвращено на предыдущих стадиях.</w:t>
            </w:r>
          </w:p>
          <w:p w:rsidR="00624BF6" w:rsidRPr="00D21D50" w:rsidRDefault="00624BF6" w:rsidP="0098529F">
            <w:pPr>
              <w:pStyle w:val="Times12"/>
              <w:numPr>
                <w:ilvl w:val="0"/>
                <w:numId w:val="35"/>
              </w:numPr>
              <w:tabs>
                <w:tab w:val="left" w:pos="938"/>
                <w:tab w:val="left" w:pos="1132"/>
              </w:tabs>
              <w:ind w:left="0" w:right="153" w:firstLine="360"/>
              <w:rPr>
                <w:szCs w:val="24"/>
              </w:rPr>
            </w:pPr>
            <w:r w:rsidRPr="00D21D50">
              <w:rPr>
                <w:szCs w:val="24"/>
              </w:rPr>
              <w:t>В случае поступления жалобы на действия (бездействия) заказчика, организатора, комиссии, срок, начиная с 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w:t>
            </w:r>
            <w:r w:rsidRPr="00D21D50">
              <w:rPr>
                <w:bCs w:val="0"/>
                <w:szCs w:val="24"/>
              </w:rPr>
              <w:t xml:space="preserve"> </w:t>
            </w:r>
            <w:r w:rsidRPr="00D21D50">
              <w:rPr>
                <w:szCs w:val="24"/>
              </w:rPr>
              <w:t>При этом срок возврата обеспечения после подведения итогов по результатам рассмотренной жалобы устанавливается с учетом подпункта </w:t>
            </w:r>
            <w:fldSimple w:instr=" REF _Ref411840763 \r \h  \* MERGEFORMAT ">
              <w:r w:rsidRPr="00D21D50">
                <w:rPr>
                  <w:szCs w:val="24"/>
                </w:rPr>
                <w:t>г)</w:t>
              </w:r>
            </w:fldSimple>
            <w:r w:rsidRPr="00D21D50">
              <w:rPr>
                <w:szCs w:val="24"/>
              </w:rPr>
              <w:t xml:space="preserve"> пункта </w:t>
            </w:r>
            <w:fldSimple w:instr=" REF _Ref411840766 \r \h  \* MERGEFORMAT ">
              <w:r w:rsidRPr="00D21D50">
                <w:rPr>
                  <w:szCs w:val="24"/>
                </w:rPr>
                <w:t>4.5</w:t>
              </w:r>
            </w:fldSimple>
            <w:r w:rsidRPr="00D21D50">
              <w:rPr>
                <w:szCs w:val="24"/>
              </w:rPr>
              <w:t>.</w:t>
            </w:r>
          </w:p>
          <w:p w:rsidR="00624BF6" w:rsidRPr="00D21D50" w:rsidRDefault="00624BF6" w:rsidP="0098529F">
            <w:pPr>
              <w:pStyle w:val="Times12"/>
              <w:numPr>
                <w:ilvl w:val="0"/>
                <w:numId w:val="35"/>
              </w:numPr>
              <w:tabs>
                <w:tab w:val="left" w:pos="938"/>
                <w:tab w:val="left" w:pos="1132"/>
              </w:tabs>
              <w:ind w:left="0" w:right="153" w:firstLine="360"/>
            </w:pPr>
            <w:r w:rsidRPr="00D21D50">
              <w:rPr>
                <w:szCs w:val="24"/>
              </w:rPr>
              <w:t>Обеспечение заявки на участие в закупке удерживается при уклонении победителя закупки или единственного участника закупки, с которым заключается договор, от заключения договора,</w:t>
            </w:r>
            <w:r w:rsidRPr="00D21D50" w:rsidDel="008B106F">
              <w:rPr>
                <w:szCs w:val="24"/>
              </w:rPr>
              <w:t xml:space="preserve"> </w:t>
            </w:r>
            <w:r w:rsidRPr="00D21D50">
              <w:rPr>
                <w:szCs w:val="24"/>
              </w:rPr>
              <w:t>с уведомлением такого участника закупки об удержании обеспечения заявки на участие в закупке.</w:t>
            </w:r>
          </w:p>
        </w:tc>
      </w:tr>
      <w:tr w:rsidR="00624BF6" w:rsidRPr="00D21D50" w:rsidTr="00D91D15">
        <w:trPr>
          <w:trHeight w:val="388"/>
        </w:trPr>
        <w:tc>
          <w:tcPr>
            <w:tcW w:w="568" w:type="dxa"/>
          </w:tcPr>
          <w:p w:rsidR="00624BF6" w:rsidRPr="00D21D50" w:rsidRDefault="00624BF6" w:rsidP="0098529F">
            <w:pPr>
              <w:numPr>
                <w:ilvl w:val="0"/>
                <w:numId w:val="7"/>
              </w:numPr>
              <w:tabs>
                <w:tab w:val="num" w:pos="786"/>
              </w:tabs>
              <w:ind w:left="0" w:hanging="15"/>
              <w:jc w:val="center"/>
            </w:pPr>
            <w:bookmarkStart w:id="82" w:name="_Ref401300807"/>
          </w:p>
        </w:tc>
        <w:bookmarkEnd w:id="82"/>
        <w:tc>
          <w:tcPr>
            <w:tcW w:w="2268" w:type="dxa"/>
          </w:tcPr>
          <w:p w:rsidR="00624BF6" w:rsidRPr="00D21D50" w:rsidRDefault="00624BF6" w:rsidP="00D91D15">
            <w:pPr>
              <w:pStyle w:val="Times12"/>
              <w:ind w:firstLine="0"/>
              <w:rPr>
                <w:szCs w:val="24"/>
              </w:rPr>
            </w:pPr>
            <w:r w:rsidRPr="00D21D50">
              <w:rPr>
                <w:szCs w:val="24"/>
              </w:rPr>
              <w:t>Подача и прием заявок на участие в закупке, открытие доступа к заявкам</w:t>
            </w:r>
          </w:p>
        </w:tc>
        <w:tc>
          <w:tcPr>
            <w:tcW w:w="12616" w:type="dxa"/>
          </w:tcPr>
          <w:p w:rsidR="00624BF6" w:rsidRPr="00D21D50" w:rsidRDefault="00624BF6" w:rsidP="0098529F">
            <w:pPr>
              <w:pStyle w:val="Times12"/>
              <w:numPr>
                <w:ilvl w:val="0"/>
                <w:numId w:val="14"/>
              </w:numPr>
              <w:tabs>
                <w:tab w:val="left" w:pos="818"/>
                <w:tab w:val="left" w:pos="1148"/>
              </w:tabs>
              <w:ind w:left="70" w:firstLine="425"/>
            </w:pPr>
            <w:bookmarkStart w:id="83" w:name="_Ref438465265"/>
            <w:r w:rsidRPr="00D21D50">
              <w:t xml:space="preserve">Для участия в закупке участник должен </w:t>
            </w:r>
            <w:r w:rsidRPr="00D21D50">
              <w:rPr>
                <w:szCs w:val="24"/>
              </w:rPr>
              <w:t xml:space="preserve">подать заявку </w:t>
            </w:r>
            <w:r w:rsidRPr="00D21D50">
              <w:t>на</w:t>
            </w:r>
            <w:r w:rsidRPr="00D21D50">
              <w:rPr>
                <w:szCs w:val="24"/>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 с приложением комплекта электронных документов, указанных в разделе 2 части 1 документации, содержание и оформление которых соответствует требованиям документации, а также предоставляемое иностранными участниками, заявка которых не подписана ЭП на ЭТП, в бумажной форме согласно пункту </w:t>
            </w:r>
            <w:fldSimple w:instr=" REF _Ref434306467 \r \h  \* MERGEFORMAT ">
              <w:r w:rsidRPr="00D21D50">
                <w:rPr>
                  <w:szCs w:val="24"/>
                </w:rPr>
                <w:t>5.6</w:t>
              </w:r>
            </w:fldSimple>
            <w:r w:rsidRPr="00D21D50">
              <w:rPr>
                <w:szCs w:val="24"/>
              </w:rPr>
              <w:t>) в срок, указанный в извещении</w:t>
            </w:r>
            <w:r w:rsidRPr="00D21D50">
              <w:rPr>
                <w:bCs w:val="0"/>
                <w:szCs w:val="24"/>
              </w:rPr>
              <w:t xml:space="preserve"> </w:t>
            </w:r>
            <w:r w:rsidRPr="00D21D50">
              <w:rPr>
                <w:szCs w:val="24"/>
              </w:rPr>
              <w:t>о проведении закупки.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Если участник закупки представил свою заявку с опозданием, она не рассматривается.</w:t>
            </w:r>
            <w:bookmarkEnd w:id="83"/>
          </w:p>
          <w:p w:rsidR="00624BF6" w:rsidRPr="00D21D50" w:rsidRDefault="00624BF6" w:rsidP="0098529F">
            <w:pPr>
              <w:pStyle w:val="Times12"/>
              <w:numPr>
                <w:ilvl w:val="0"/>
                <w:numId w:val="14"/>
              </w:numPr>
              <w:tabs>
                <w:tab w:val="left" w:pos="818"/>
                <w:tab w:val="left" w:pos="1148"/>
              </w:tabs>
              <w:ind w:left="70" w:firstLine="425"/>
              <w:rPr>
                <w:szCs w:val="24"/>
              </w:rPr>
            </w:pPr>
            <w:r w:rsidRPr="00D21D50">
              <w:rPr>
                <w:szCs w:val="24"/>
              </w:rPr>
              <w:t>В отношении каждого лота</w:t>
            </w:r>
            <w:r w:rsidRPr="00D21D50">
              <w:rPr>
                <w:sz w:val="28"/>
                <w:szCs w:val="28"/>
              </w:rPr>
              <w:t xml:space="preserve"> </w:t>
            </w:r>
            <w:r w:rsidRPr="00D21D50">
              <w:rPr>
                <w:szCs w:val="24"/>
              </w:rPr>
              <w:t>участник закупки вправе подать только одну заявку на участие в закупке (за исключением разрешенных альтернатив в составе заявки, если извещением о проведении закупки разрешена подача альтернативных предложений).</w:t>
            </w:r>
          </w:p>
          <w:p w:rsidR="00624BF6" w:rsidRPr="00D21D50" w:rsidRDefault="00624BF6" w:rsidP="0098529F">
            <w:pPr>
              <w:pStyle w:val="Times12"/>
              <w:numPr>
                <w:ilvl w:val="0"/>
                <w:numId w:val="14"/>
              </w:numPr>
              <w:tabs>
                <w:tab w:val="left" w:pos="818"/>
                <w:tab w:val="left" w:pos="1148"/>
              </w:tabs>
              <w:ind w:left="70" w:firstLine="425"/>
              <w:rPr>
                <w:szCs w:val="24"/>
              </w:rPr>
            </w:pPr>
            <w:r w:rsidRPr="00D21D50">
              <w:rPr>
                <w:szCs w:val="24"/>
              </w:rPr>
              <w:t>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сканировать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624BF6" w:rsidRPr="00D21D50" w:rsidRDefault="00624BF6" w:rsidP="0098529F">
            <w:pPr>
              <w:pStyle w:val="Times12"/>
              <w:numPr>
                <w:ilvl w:val="0"/>
                <w:numId w:val="14"/>
              </w:numPr>
              <w:tabs>
                <w:tab w:val="left" w:pos="818"/>
                <w:tab w:val="left" w:pos="1148"/>
              </w:tabs>
              <w:ind w:left="70" w:firstLine="425"/>
            </w:pPr>
            <w:bookmarkStart w:id="84" w:name="_Ref438465267"/>
            <w:r w:rsidRPr="00D21D50">
              <w:t>Заказчик в документации устанавливает требование о сроке действия заявки на участие в закупке, который должен быть 60 календарных дней (для конкурса – 90 календарных дней) со дня окончания срока подачи заявок.</w:t>
            </w:r>
            <w:bookmarkEnd w:id="84"/>
            <w:r w:rsidRPr="00D21D50">
              <w:t xml:space="preserve"> </w:t>
            </w:r>
          </w:p>
          <w:p w:rsidR="00624BF6" w:rsidRPr="00D21D50" w:rsidRDefault="00624BF6" w:rsidP="00D91D15">
            <w:pPr>
              <w:pStyle w:val="Times12"/>
              <w:tabs>
                <w:tab w:val="left" w:pos="818"/>
                <w:tab w:val="left" w:pos="1148"/>
              </w:tabs>
              <w:ind w:firstLine="495"/>
            </w:pPr>
            <w:r w:rsidRPr="00D21D50">
              <w:t>В документации может быть установлен увеличенный срок действия заявки на участие в закупке на количество дней осуществления требуемых мероприятий в следующих случаях:</w:t>
            </w:r>
          </w:p>
          <w:p w:rsidR="00624BF6" w:rsidRPr="00D21D50" w:rsidRDefault="00624BF6" w:rsidP="0098529F">
            <w:pPr>
              <w:pStyle w:val="Times12"/>
              <w:numPr>
                <w:ilvl w:val="0"/>
                <w:numId w:val="66"/>
              </w:numPr>
              <w:tabs>
                <w:tab w:val="left" w:pos="920"/>
                <w:tab w:val="left" w:pos="1204"/>
              </w:tabs>
              <w:ind w:left="0" w:firstLine="495"/>
            </w:pPr>
            <w:r w:rsidRPr="00D21D50">
              <w:t>если в соответствии с законодательством РФ для заключения договора необходимо его одобрение органом управления заказчика;</w:t>
            </w:r>
          </w:p>
          <w:p w:rsidR="00624BF6" w:rsidRPr="00D21D50" w:rsidRDefault="00624BF6" w:rsidP="0098529F">
            <w:pPr>
              <w:pStyle w:val="Times12"/>
              <w:numPr>
                <w:ilvl w:val="0"/>
                <w:numId w:val="66"/>
              </w:numPr>
              <w:tabs>
                <w:tab w:val="left" w:pos="920"/>
                <w:tab w:val="left" w:pos="1204"/>
              </w:tabs>
              <w:ind w:left="0" w:firstLine="495"/>
            </w:pPr>
            <w:r w:rsidRPr="00D21D50">
              <w:t xml:space="preserve">требуется выполнение дополнительных мероприятий согласно требованиям внешнего заказчика, </w:t>
            </w:r>
          </w:p>
          <w:p w:rsidR="00624BF6" w:rsidRPr="00D21D50" w:rsidRDefault="00624BF6" w:rsidP="0098529F">
            <w:pPr>
              <w:pStyle w:val="Times12"/>
              <w:numPr>
                <w:ilvl w:val="0"/>
                <w:numId w:val="66"/>
              </w:numPr>
              <w:tabs>
                <w:tab w:val="left" w:pos="920"/>
                <w:tab w:val="left" w:pos="1204"/>
              </w:tabs>
              <w:ind w:left="0" w:firstLine="495"/>
            </w:pPr>
            <w:r w:rsidRPr="00D21D50">
              <w:t>если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p>
          <w:p w:rsidR="00624BF6" w:rsidRPr="00D21D50" w:rsidRDefault="00624BF6" w:rsidP="00D91D15">
            <w:pPr>
              <w:pStyle w:val="Times12"/>
              <w:tabs>
                <w:tab w:val="left" w:pos="818"/>
                <w:tab w:val="left" w:pos="1148"/>
              </w:tabs>
              <w:ind w:firstLine="495"/>
            </w:pPr>
            <w:r w:rsidRPr="00D21D50">
              <w:t>Заявка на участие в закупке должна быть действительна не менее срока, указанного в документации.</w:t>
            </w:r>
          </w:p>
          <w:p w:rsidR="00624BF6" w:rsidRPr="00D21D50" w:rsidRDefault="00624BF6" w:rsidP="0098529F">
            <w:pPr>
              <w:pStyle w:val="Times12"/>
              <w:numPr>
                <w:ilvl w:val="0"/>
                <w:numId w:val="14"/>
              </w:numPr>
              <w:tabs>
                <w:tab w:val="left" w:pos="818"/>
                <w:tab w:val="left" w:pos="1148"/>
              </w:tabs>
              <w:ind w:left="70" w:firstLine="425"/>
            </w:pPr>
            <w:r w:rsidRPr="00D21D50">
              <w:t>Документы и сведения, размещаемые на ЭТП, подписываются ЭП лица, имеющего право действовать от имени участника закупки (для резидентов РФ).</w:t>
            </w:r>
          </w:p>
          <w:p w:rsidR="00624BF6" w:rsidRPr="00D21D50" w:rsidRDefault="00624BF6" w:rsidP="0098529F">
            <w:pPr>
              <w:pStyle w:val="Times12"/>
              <w:numPr>
                <w:ilvl w:val="0"/>
                <w:numId w:val="14"/>
              </w:numPr>
              <w:tabs>
                <w:tab w:val="left" w:pos="818"/>
                <w:tab w:val="left" w:pos="1148"/>
              </w:tabs>
              <w:ind w:left="70" w:firstLine="425"/>
            </w:pPr>
            <w:bookmarkStart w:id="85" w:name="_Ref434306467"/>
            <w:r w:rsidRPr="00D21D50">
              <w:t>Иностранные участники закупки размещают на ЭТП документы в соответствии с требованиями пунктов </w:t>
            </w:r>
            <w:fldSimple w:instr=" REF _Ref438465265 \r \h  \* MERGEFORMAT ">
              <w:r w:rsidRPr="00D21D50">
                <w:t>5.1</w:t>
              </w:r>
            </w:fldSimple>
            <w:r w:rsidRPr="00D21D50">
              <w:t xml:space="preserve"> - </w:t>
            </w:r>
            <w:fldSimple w:instr=" REF _Ref438465267 \r \h  \* MERGEFORMAT ">
              <w:r w:rsidRPr="00D21D50">
                <w:t>5.4</w:t>
              </w:r>
            </w:fldSimple>
            <w:r w:rsidRPr="00D21D50">
              <w:t xml:space="preserve"> настоящего раздела и, в случае не подписания заявки ЭП на ЭТП, представляют оригинал заявки в бумажной форме организатору, оформленный согласно следующим требованиям:</w:t>
            </w:r>
            <w:bookmarkEnd w:id="85"/>
          </w:p>
          <w:p w:rsidR="00624BF6" w:rsidRPr="00D21D50" w:rsidRDefault="00624BF6" w:rsidP="0098529F">
            <w:pPr>
              <w:pStyle w:val="Times12"/>
              <w:numPr>
                <w:ilvl w:val="0"/>
                <w:numId w:val="45"/>
              </w:numPr>
              <w:tabs>
                <w:tab w:val="left" w:pos="921"/>
              </w:tabs>
              <w:ind w:left="70" w:firstLine="567"/>
            </w:pPr>
            <w:r w:rsidRPr="00D21D50">
              <w:t>каждый документ (оригинал или копия, за исключением нотариально заверенных), входящий в заявку, должен быть подписан лицом, имеющим право в соответствии с законодательством места нахождения участника действовать от лица участника закупки без доверенности, или надлежащим образом уполномоченным им лицом на основании доверенности (далее по разделу — уполномоченное лицо). В последнем случае оригинал доверенности прикладывается к заявке на участие в закупке. Факсимильное воспроизведение подписи не допускается.</w:t>
            </w:r>
          </w:p>
          <w:p w:rsidR="00624BF6" w:rsidRPr="00D21D50" w:rsidRDefault="00624BF6" w:rsidP="0098529F">
            <w:pPr>
              <w:pStyle w:val="Times12"/>
              <w:numPr>
                <w:ilvl w:val="0"/>
                <w:numId w:val="45"/>
              </w:numPr>
              <w:tabs>
                <w:tab w:val="left" w:pos="921"/>
              </w:tabs>
              <w:ind w:left="70" w:firstLine="567"/>
            </w:pPr>
            <w:r w:rsidRPr="00D21D50">
              <w:t>каждый документ (оригинал или копия, за исключением нотариально заверенных), входящий в заявку на участие в закупке, должен быть скреплен печатью участника закупки (для юридических лиц), при наличии.</w:t>
            </w:r>
          </w:p>
          <w:p w:rsidR="00624BF6" w:rsidRPr="00D21D50" w:rsidRDefault="00624BF6" w:rsidP="0098529F">
            <w:pPr>
              <w:pStyle w:val="Times12"/>
              <w:numPr>
                <w:ilvl w:val="0"/>
                <w:numId w:val="45"/>
              </w:numPr>
              <w:tabs>
                <w:tab w:val="left" w:pos="921"/>
              </w:tabs>
              <w:ind w:left="70" w:firstLine="567"/>
            </w:pPr>
            <w:r w:rsidRPr="00D21D50">
              <w:t>все листы заявки 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 при наличии, и подписью участника закупки 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rsidR="00624BF6" w:rsidRPr="00D21D50" w:rsidRDefault="00624BF6" w:rsidP="00D91D15">
            <w:pPr>
              <w:pStyle w:val="Times12"/>
              <w:ind w:left="70"/>
            </w:pPr>
            <w:r w:rsidRPr="00D21D50">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 при наличии. Оригинал заявки должен быть помещен в конверт, который должен быть запечатан способом, исключающим возможность вскрытия конверта без разрушения его целостности. </w:t>
            </w:r>
          </w:p>
          <w:p w:rsidR="00624BF6" w:rsidRPr="00D21D50" w:rsidRDefault="00624BF6" w:rsidP="00D91D15">
            <w:pPr>
              <w:pStyle w:val="Times12"/>
              <w:ind w:left="70"/>
            </w:pPr>
            <w:r w:rsidRPr="00D21D50">
              <w:t>На конверте указывается следующая информация:</w:t>
            </w:r>
          </w:p>
          <w:p w:rsidR="00624BF6" w:rsidRPr="00D21D50" w:rsidRDefault="00624BF6" w:rsidP="0098529F">
            <w:pPr>
              <w:pStyle w:val="Times12"/>
              <w:numPr>
                <w:ilvl w:val="0"/>
                <w:numId w:val="45"/>
              </w:numPr>
              <w:tabs>
                <w:tab w:val="left" w:pos="921"/>
              </w:tabs>
              <w:ind w:left="70" w:firstLine="567"/>
            </w:pPr>
            <w:r w:rsidRPr="00D21D50">
              <w:t>наименование и адрес организатора;</w:t>
            </w:r>
          </w:p>
          <w:p w:rsidR="00624BF6" w:rsidRPr="00D21D50" w:rsidRDefault="00624BF6" w:rsidP="0098529F">
            <w:pPr>
              <w:pStyle w:val="Times12"/>
              <w:numPr>
                <w:ilvl w:val="0"/>
                <w:numId w:val="45"/>
              </w:numPr>
              <w:tabs>
                <w:tab w:val="left" w:pos="921"/>
              </w:tabs>
              <w:ind w:left="70" w:firstLine="567"/>
            </w:pPr>
            <w:r w:rsidRPr="00D21D50">
              <w:t>предмет закупки;</w:t>
            </w:r>
          </w:p>
          <w:p w:rsidR="00624BF6" w:rsidRPr="00D21D50" w:rsidRDefault="00624BF6" w:rsidP="0098529F">
            <w:pPr>
              <w:pStyle w:val="Times12"/>
              <w:numPr>
                <w:ilvl w:val="0"/>
                <w:numId w:val="45"/>
              </w:numPr>
              <w:tabs>
                <w:tab w:val="left" w:pos="921"/>
              </w:tabs>
              <w:ind w:left="70" w:firstLine="567"/>
            </w:pPr>
            <w:r w:rsidRPr="00D21D50">
              <w:t>номер и предмет лота.</w:t>
            </w:r>
          </w:p>
          <w:p w:rsidR="00624BF6" w:rsidRPr="00D21D50" w:rsidRDefault="00624BF6" w:rsidP="00D91D15">
            <w:pPr>
              <w:pStyle w:val="Times12"/>
              <w:ind w:left="70"/>
            </w:pPr>
            <w:r w:rsidRPr="00D21D50">
              <w:t>Запечатанные конверты с заявками в бумажной форме должны быть направлены организатору по адресу, указанному в извещении о проведении закупки.</w:t>
            </w:r>
          </w:p>
          <w:p w:rsidR="00624BF6" w:rsidRPr="00D21D50" w:rsidRDefault="00624BF6" w:rsidP="00D91D15">
            <w:pPr>
              <w:pStyle w:val="Times12"/>
              <w:ind w:left="70"/>
            </w:pPr>
            <w:r w:rsidRPr="00D21D50">
              <w:t>Заявки должны быть поданы до истечения срока, установленного извещением о проведении закупки, в соответствии с требованиями по составу заявки согласно разделу 2 части 1 документации. Если заявка в указанный срок не представлена на ЭТП или в бумажной форме (или представлена с опозданием), заявка такого иностранного участника не рассматривается. По запросу такого участника заявка в бумажной форме возвращается подавшему ее иностранному участнику (в том числе почтовым отправлением). Расходы по возврату опоздавшей заявки относятся на счет участника, подавшего такую заявку.</w:t>
            </w:r>
          </w:p>
          <w:p w:rsidR="00624BF6" w:rsidRPr="00D21D50" w:rsidRDefault="00624BF6" w:rsidP="00D91D15">
            <w:pPr>
              <w:pStyle w:val="Times12"/>
              <w:ind w:left="70"/>
            </w:pPr>
            <w:r w:rsidRPr="00D21D50">
              <w:t>Иностранный участник при отправке заявки в бумажной форме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p>
          <w:p w:rsidR="00624BF6" w:rsidRPr="00D21D50" w:rsidRDefault="00624BF6" w:rsidP="00D91D15">
            <w:pPr>
              <w:pStyle w:val="Times12"/>
              <w:ind w:left="70"/>
            </w:pPr>
            <w:r w:rsidRPr="00D21D50">
              <w:t>Организатор регистрирует поступившие конверты с заявками в бумажной форме в Журнале регистрации конвертов c заявками на участие в закупке в отношении каждого лота отдельно.</w:t>
            </w:r>
          </w:p>
          <w:p w:rsidR="00624BF6" w:rsidRPr="00D21D50" w:rsidRDefault="00624BF6" w:rsidP="00D91D15">
            <w:pPr>
              <w:pStyle w:val="Times12"/>
              <w:ind w:left="70"/>
            </w:pPr>
            <w:r w:rsidRPr="00D21D50">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конвертов с заявками. </w:t>
            </w:r>
          </w:p>
          <w:p w:rsidR="00624BF6" w:rsidRPr="00D21D50" w:rsidRDefault="00624BF6" w:rsidP="00D91D15">
            <w:pPr>
              <w:pStyle w:val="Times12"/>
              <w:ind w:left="70"/>
            </w:pPr>
            <w:r w:rsidRPr="00D21D50">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 а также делает отметку об отсутствии или нарушении целостности конверта.</w:t>
            </w:r>
          </w:p>
          <w:p w:rsidR="00624BF6" w:rsidRPr="00D21D50" w:rsidRDefault="00624BF6" w:rsidP="0098529F">
            <w:pPr>
              <w:pStyle w:val="Times12"/>
              <w:numPr>
                <w:ilvl w:val="0"/>
                <w:numId w:val="14"/>
              </w:numPr>
              <w:tabs>
                <w:tab w:val="left" w:pos="818"/>
                <w:tab w:val="left" w:pos="1148"/>
              </w:tabs>
              <w:ind w:left="70" w:firstLine="425"/>
            </w:pPr>
            <w:r w:rsidRPr="00D21D50">
              <w:t>Участник закупки, подавший заявку на участие в</w:t>
            </w:r>
            <w:r w:rsidRPr="00D21D50">
              <w:rPr>
                <w:lang w:val="en-US"/>
              </w:rPr>
              <w:t> </w:t>
            </w:r>
            <w:r w:rsidRPr="00D21D50">
              <w:t>закупке, вправе изменить или отозвать свою заявку на участие в закупке в любое время после ее подачи, но до истечения срока окончания подачи заявок на участие в закупке, указанного в извещении</w:t>
            </w:r>
            <w:r w:rsidRPr="00D21D50">
              <w:rPr>
                <w:bCs w:val="0"/>
                <w:szCs w:val="24"/>
              </w:rPr>
              <w:t xml:space="preserve"> </w:t>
            </w:r>
            <w:r w:rsidRPr="00D21D50">
              <w:t>о проведении закупки. Отзыв заявки либо изменение поданной заявки участником закупки после окончания установленного извещением</w:t>
            </w:r>
            <w:r w:rsidRPr="00D21D50">
              <w:rPr>
                <w:bCs w:val="0"/>
                <w:szCs w:val="24"/>
              </w:rPr>
              <w:t xml:space="preserve"> </w:t>
            </w:r>
            <w:r w:rsidRPr="00D21D50">
              <w:t>о проведении закупки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rsidR="00624BF6" w:rsidRPr="00D21D50" w:rsidRDefault="00624BF6" w:rsidP="0098529F">
            <w:pPr>
              <w:pStyle w:val="Times12"/>
              <w:numPr>
                <w:ilvl w:val="0"/>
                <w:numId w:val="14"/>
              </w:numPr>
              <w:tabs>
                <w:tab w:val="left" w:pos="818"/>
                <w:tab w:val="left" w:pos="1148"/>
              </w:tabs>
              <w:ind w:left="70" w:firstLine="425"/>
            </w:pPr>
            <w:bookmarkStart w:id="86" w:name="_Ref438495030"/>
            <w:bookmarkStart w:id="87" w:name="_Ref406500548"/>
            <w:r w:rsidRPr="00D21D50">
              <w:t>Если организатор продлевает срок подачи заявок, то участник закупки, уже подавший заявку, вправе принять любое из следующих решений:</w:t>
            </w:r>
            <w:bookmarkEnd w:id="86"/>
          </w:p>
          <w:p w:rsidR="00624BF6" w:rsidRPr="00D21D50" w:rsidRDefault="00624BF6" w:rsidP="0098529F">
            <w:pPr>
              <w:pStyle w:val="-6"/>
              <w:numPr>
                <w:ilvl w:val="0"/>
                <w:numId w:val="46"/>
              </w:numPr>
              <w:tabs>
                <w:tab w:val="left" w:pos="70"/>
                <w:tab w:val="left" w:pos="1133"/>
                <w:tab w:val="left" w:pos="1985"/>
              </w:tabs>
              <w:spacing w:line="240" w:lineRule="auto"/>
              <w:ind w:left="70" w:firstLine="425"/>
              <w:rPr>
                <w:bCs/>
                <w:sz w:val="24"/>
              </w:rPr>
            </w:pPr>
            <w:r w:rsidRPr="00D21D50">
              <w:rPr>
                <w:bCs/>
                <w:sz w:val="24"/>
                <w:szCs w:val="22"/>
              </w:rPr>
              <w:t>отозвать поданную заявку;</w:t>
            </w:r>
          </w:p>
          <w:p w:rsidR="00624BF6" w:rsidRPr="00D21D50" w:rsidRDefault="00624BF6" w:rsidP="0098529F">
            <w:pPr>
              <w:pStyle w:val="-6"/>
              <w:numPr>
                <w:ilvl w:val="0"/>
                <w:numId w:val="46"/>
              </w:numPr>
              <w:tabs>
                <w:tab w:val="left" w:pos="70"/>
                <w:tab w:val="left" w:pos="1133"/>
                <w:tab w:val="left" w:pos="1985"/>
              </w:tabs>
              <w:spacing w:line="240" w:lineRule="auto"/>
              <w:ind w:left="70" w:firstLine="425"/>
              <w:rPr>
                <w:bCs/>
                <w:sz w:val="24"/>
              </w:rPr>
            </w:pPr>
            <w:bookmarkStart w:id="88" w:name="_Ref438495028"/>
            <w:r w:rsidRPr="00D21D50">
              <w:rPr>
                <w:bCs/>
                <w:sz w:val="24"/>
                <w:szCs w:val="22"/>
              </w:rPr>
              <w:t>не отзывать поданную заявку, изменив ее (при желании).</w:t>
            </w:r>
            <w:bookmarkEnd w:id="88"/>
          </w:p>
          <w:p w:rsidR="00624BF6" w:rsidRPr="00D21D50" w:rsidRDefault="00624BF6" w:rsidP="00D91D15">
            <w:pPr>
              <w:pStyle w:val="a"/>
              <w:numPr>
                <w:ilvl w:val="0"/>
                <w:numId w:val="0"/>
              </w:numPr>
              <w:spacing w:line="240" w:lineRule="auto"/>
              <w:ind w:left="70" w:firstLine="425"/>
              <w:rPr>
                <w:sz w:val="24"/>
                <w:szCs w:val="24"/>
              </w:rPr>
            </w:pPr>
            <w:r w:rsidRPr="00D21D50">
              <w:rPr>
                <w:sz w:val="24"/>
              </w:rPr>
              <w:t xml:space="preserve">При этом участник должен предоставить также новое обеспечение заявки на участие в закупке с продленным сроком действия, если ранее такое обеспечение </w:t>
            </w:r>
            <w:r w:rsidRPr="00D21D50">
              <w:rPr>
                <w:bCs w:val="0"/>
                <w:sz w:val="24"/>
              </w:rPr>
              <w:t>предоставлялось</w:t>
            </w:r>
            <w:r w:rsidRPr="00D21D50">
              <w:rPr>
                <w:sz w:val="24"/>
              </w:rPr>
              <w:t xml:space="preserve"> в форме банковской гарантии и срок действия такой ранее представленной банковской гарантии меньше срока действия заявки.</w:t>
            </w:r>
          </w:p>
          <w:p w:rsidR="00624BF6" w:rsidRPr="00D21D50" w:rsidRDefault="00624BF6" w:rsidP="0098529F">
            <w:pPr>
              <w:pStyle w:val="Times12"/>
              <w:numPr>
                <w:ilvl w:val="0"/>
                <w:numId w:val="14"/>
              </w:numPr>
              <w:tabs>
                <w:tab w:val="left" w:pos="818"/>
                <w:tab w:val="left" w:pos="1148"/>
              </w:tabs>
              <w:ind w:left="70" w:firstLine="425"/>
              <w:rPr>
                <w:szCs w:val="24"/>
              </w:rPr>
            </w:pPr>
            <w:r w:rsidRPr="00D21D50">
              <w:t>Подача</w:t>
            </w:r>
            <w:r w:rsidRPr="00D21D50">
              <w:rPr>
                <w:bCs w:val="0"/>
                <w:szCs w:val="24"/>
              </w:rPr>
              <w:t xml:space="preserve"> изменений заявок на участие в закупке в бумажной форме согласно подпункту </w:t>
            </w:r>
            <w:fldSimple w:instr=" REF _Ref438495028 \r \h  \* MERGEFORMAT ">
              <w:r w:rsidRPr="00D21D50">
                <w:rPr>
                  <w:bCs w:val="0"/>
                  <w:szCs w:val="24"/>
                </w:rPr>
                <w:t>б)</w:t>
              </w:r>
            </w:fldSimple>
            <w:r w:rsidRPr="00D21D50">
              <w:rPr>
                <w:bCs w:val="0"/>
                <w:szCs w:val="24"/>
              </w:rPr>
              <w:t xml:space="preserve"> пункта </w:t>
            </w:r>
            <w:fldSimple w:instr=" REF _Ref438495030 \r \h  \* MERGEFORMAT ">
              <w:r w:rsidRPr="00D21D50">
                <w:rPr>
                  <w:bCs w:val="0"/>
                  <w:szCs w:val="24"/>
                </w:rPr>
                <w:t>5.8</w:t>
              </w:r>
            </w:fldSimple>
            <w:r w:rsidRPr="00D21D50">
              <w:rPr>
                <w:bCs w:val="0"/>
                <w:szCs w:val="24"/>
              </w:rPr>
              <w:t xml:space="preserve"> настоящего раздела оформляется следующим образом:</w:t>
            </w:r>
            <w:bookmarkEnd w:id="87"/>
          </w:p>
          <w:p w:rsidR="00624BF6" w:rsidRPr="00D21D50" w:rsidRDefault="00624BF6" w:rsidP="0098529F">
            <w:pPr>
              <w:pStyle w:val="a"/>
              <w:numPr>
                <w:ilvl w:val="4"/>
                <w:numId w:val="39"/>
              </w:numPr>
              <w:tabs>
                <w:tab w:val="left" w:pos="68"/>
                <w:tab w:val="left" w:pos="1133"/>
              </w:tabs>
              <w:spacing w:line="240" w:lineRule="auto"/>
              <w:ind w:left="70" w:firstLine="425"/>
              <w:rPr>
                <w:sz w:val="24"/>
              </w:rPr>
            </w:pPr>
            <w:r w:rsidRPr="00D21D50">
              <w:rPr>
                <w:sz w:val="24"/>
              </w:rPr>
              <w:t>подается письмо об изменении заявки на участие в закупке в отношении данного лота на бланке организации (для юридического лица);</w:t>
            </w:r>
          </w:p>
          <w:p w:rsidR="00624BF6" w:rsidRPr="00D21D50" w:rsidRDefault="00624BF6" w:rsidP="0098529F">
            <w:pPr>
              <w:pStyle w:val="a"/>
              <w:numPr>
                <w:ilvl w:val="4"/>
                <w:numId w:val="39"/>
              </w:numPr>
              <w:tabs>
                <w:tab w:val="left" w:pos="68"/>
                <w:tab w:val="left" w:pos="1133"/>
              </w:tabs>
              <w:spacing w:line="240" w:lineRule="auto"/>
              <w:ind w:left="70" w:firstLine="425"/>
              <w:rPr>
                <w:sz w:val="24"/>
              </w:rPr>
            </w:pPr>
            <w:r w:rsidRPr="00D21D50">
              <w:rPr>
                <w:sz w:val="24"/>
              </w:rPr>
              <w:t>подается перечень изменений в заявке на участие в закупке с указанием документов первоначальной заявки на участие в закупке, которых данные изменения касаются;</w:t>
            </w:r>
          </w:p>
          <w:p w:rsidR="00624BF6" w:rsidRPr="00D21D50" w:rsidRDefault="00624BF6" w:rsidP="0098529F">
            <w:pPr>
              <w:pStyle w:val="a"/>
              <w:numPr>
                <w:ilvl w:val="4"/>
                <w:numId w:val="39"/>
              </w:numPr>
              <w:tabs>
                <w:tab w:val="left" w:pos="68"/>
                <w:tab w:val="left" w:pos="1133"/>
              </w:tabs>
              <w:spacing w:line="240" w:lineRule="auto"/>
              <w:ind w:left="70" w:firstLine="425"/>
              <w:rPr>
                <w:sz w:val="24"/>
              </w:rPr>
            </w:pPr>
            <w:r w:rsidRPr="00D21D50">
              <w:rPr>
                <w:sz w:val="24"/>
              </w:rPr>
              <w:t>подаются новые версии документов, которые изменяются.</w:t>
            </w:r>
          </w:p>
          <w:p w:rsidR="00624BF6" w:rsidRPr="00D21D50" w:rsidRDefault="00624BF6" w:rsidP="0098529F">
            <w:pPr>
              <w:pStyle w:val="Times12"/>
              <w:numPr>
                <w:ilvl w:val="0"/>
                <w:numId w:val="14"/>
              </w:numPr>
              <w:ind w:left="70" w:firstLine="425"/>
            </w:pPr>
            <w:bookmarkStart w:id="89" w:name="_Ref442958981"/>
            <w:r w:rsidRPr="00D21D5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9"/>
          </w:p>
          <w:p w:rsidR="00624BF6" w:rsidRPr="00D21D50" w:rsidRDefault="00624BF6" w:rsidP="00D91D15">
            <w:pPr>
              <w:pStyle w:val="a"/>
              <w:numPr>
                <w:ilvl w:val="0"/>
                <w:numId w:val="0"/>
              </w:numPr>
              <w:spacing w:line="240" w:lineRule="auto"/>
              <w:ind w:left="70" w:firstLine="425"/>
              <w:rPr>
                <w:bCs w:val="0"/>
              </w:rPr>
            </w:pPr>
            <w:r w:rsidRPr="00D21D50">
              <w:rPr>
                <w:bCs w:val="0"/>
                <w:sz w:val="24"/>
              </w:rPr>
              <w:t xml:space="preserve">Дополнительно для иностранных участников, которые также предоставляют заявку в бумажной форме согласно пункту </w:t>
            </w:r>
            <w:fldSimple w:instr=" REF _Ref434306467 \r \h  \* MERGEFORMAT ">
              <w:r w:rsidRPr="00D21D50">
                <w:rPr>
                  <w:bCs w:val="0"/>
                  <w:sz w:val="24"/>
                </w:rPr>
                <w:t>5.6</w:t>
              </w:r>
            </w:fldSimple>
            <w:r w:rsidRPr="00D21D50">
              <w:rPr>
                <w:bCs w:val="0"/>
                <w:sz w:val="24"/>
              </w:rPr>
              <w:t xml:space="preserve"> настоящего раздела:</w:t>
            </w:r>
          </w:p>
          <w:p w:rsidR="00624BF6" w:rsidRPr="00D21D50" w:rsidRDefault="00624BF6" w:rsidP="0098529F">
            <w:pPr>
              <w:pStyle w:val="Times12"/>
              <w:numPr>
                <w:ilvl w:val="0"/>
                <w:numId w:val="47"/>
              </w:numPr>
              <w:tabs>
                <w:tab w:val="left" w:pos="1118"/>
              </w:tabs>
              <w:ind w:left="70" w:firstLine="425"/>
            </w:pPr>
            <w:r w:rsidRPr="00D21D50">
              <w:t>цена заявки и иные 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rsidR="00624BF6" w:rsidRPr="00D21D50" w:rsidRDefault="00624BF6" w:rsidP="0098529F">
            <w:pPr>
              <w:pStyle w:val="Times12"/>
              <w:numPr>
                <w:ilvl w:val="0"/>
                <w:numId w:val="47"/>
              </w:numPr>
              <w:tabs>
                <w:tab w:val="left" w:pos="1118"/>
              </w:tabs>
              <w:ind w:left="70" w:firstLine="425"/>
            </w:pPr>
            <w:r w:rsidRPr="00D21D50">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rsidR="00624BF6" w:rsidRPr="00D21D50" w:rsidRDefault="00624BF6" w:rsidP="0098529F">
            <w:pPr>
              <w:pStyle w:val="Times12"/>
              <w:numPr>
                <w:ilvl w:val="0"/>
                <w:numId w:val="14"/>
              </w:numPr>
              <w:ind w:left="70" w:firstLine="425"/>
            </w:pPr>
            <w:r w:rsidRPr="00D21D50">
              <w:t>В срок, установленный в извещении</w:t>
            </w:r>
            <w:r w:rsidRPr="00D21D50">
              <w:rPr>
                <w:bCs w:val="0"/>
                <w:szCs w:val="24"/>
              </w:rPr>
              <w:t xml:space="preserve"> </w:t>
            </w:r>
            <w:r w:rsidRPr="00D21D50">
              <w:t>о проведении закупки, автоматически с помощью программно-аппаратных средств ЭТП, производится открытие доступа организатору ко всем поданным заявкам на участие в закупке и содержащимся в них документам и сведениям.</w:t>
            </w:r>
            <w:r w:rsidRPr="00D21D50">
              <w:rPr>
                <w:bCs w:val="0"/>
                <w:szCs w:val="24"/>
              </w:rPr>
              <w:t xml:space="preserve"> </w:t>
            </w:r>
            <w:r w:rsidRPr="00D21D50">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в час, день и по адресу, указанным в извещении о проведении закупки. Вскрытие проводится на заседании комиссии, кворум которого — не менее трех членов комиссии с возможным привлечением третьих лиц (по решению организатора).</w:t>
            </w:r>
          </w:p>
          <w:p w:rsidR="00624BF6" w:rsidRPr="00D21D50" w:rsidRDefault="00624BF6" w:rsidP="0098529F">
            <w:pPr>
              <w:pStyle w:val="Times12"/>
              <w:numPr>
                <w:ilvl w:val="0"/>
                <w:numId w:val="14"/>
              </w:numPr>
              <w:ind w:left="70" w:firstLine="425"/>
            </w:pPr>
            <w:r w:rsidRPr="00D21D50">
              <w:t>Если участник закупки намерен направить своего представителя к организатору к моменту открытия доступа к заявкам (вскрытия конвертов с заявками в бумажной форме), такой участник должен не позднее чем за 1 (один) день до истечения срока подачи заявок направить организатору заявку на оформление пропуска с указанием:</w:t>
            </w:r>
          </w:p>
          <w:p w:rsidR="00624BF6" w:rsidRPr="00D21D50" w:rsidRDefault="00624BF6" w:rsidP="0098529F">
            <w:pPr>
              <w:pStyle w:val="Times12"/>
              <w:numPr>
                <w:ilvl w:val="0"/>
                <w:numId w:val="44"/>
              </w:numPr>
              <w:tabs>
                <w:tab w:val="left" w:pos="1416"/>
              </w:tabs>
              <w:ind w:left="70" w:firstLine="425"/>
            </w:pPr>
            <w:r w:rsidRPr="00D21D50">
              <w:t xml:space="preserve">наименования участника закупки, </w:t>
            </w:r>
          </w:p>
          <w:p w:rsidR="00624BF6" w:rsidRPr="00D21D50" w:rsidRDefault="00624BF6" w:rsidP="0098529F">
            <w:pPr>
              <w:pStyle w:val="Times12"/>
              <w:numPr>
                <w:ilvl w:val="0"/>
                <w:numId w:val="44"/>
              </w:numPr>
              <w:tabs>
                <w:tab w:val="left" w:pos="1416"/>
              </w:tabs>
              <w:ind w:left="70" w:firstLine="425"/>
            </w:pPr>
            <w:r w:rsidRPr="00D21D50">
              <w:t xml:space="preserve">полных фамилий, имен, отчеств тех лиц, которые будут присутствовать при открытии доступа к заявкам на участие в закупке (вскрытии конвертов с заявками в бумажной форме). </w:t>
            </w:r>
          </w:p>
          <w:p w:rsidR="00624BF6" w:rsidRPr="00D21D50" w:rsidRDefault="00624BF6" w:rsidP="00D91D15">
            <w:pPr>
              <w:pStyle w:val="Times12"/>
              <w:ind w:left="70" w:firstLine="425"/>
            </w:pPr>
            <w:r w:rsidRPr="00D21D50">
              <w:t>Заявка на оформление пропуска может направляться с использованием любых средств связи,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такой заявки на оформление пропуска несет участник закупки.</w:t>
            </w:r>
          </w:p>
          <w:p w:rsidR="00624BF6" w:rsidRPr="00D21D50" w:rsidRDefault="00624BF6" w:rsidP="0098529F">
            <w:pPr>
              <w:pStyle w:val="Times12"/>
              <w:numPr>
                <w:ilvl w:val="0"/>
                <w:numId w:val="14"/>
              </w:numPr>
              <w:ind w:left="70" w:firstLine="425"/>
              <w:rPr>
                <w:szCs w:val="24"/>
              </w:rPr>
            </w:pPr>
            <w:r w:rsidRPr="00D21D50">
              <w:rPr>
                <w:szCs w:val="24"/>
              </w:rPr>
              <w:t xml:space="preserve">Присутствующие на заседании комиссии при открытии доступа к заявкам (вскрытии конвертов с заявками в бумажной форме) представители участников закупки </w:t>
            </w:r>
            <w:r w:rsidRPr="00D21D50">
              <w:t>регистрируются</w:t>
            </w:r>
            <w:r w:rsidRPr="00D21D50">
              <w:rPr>
                <w:szCs w:val="24"/>
              </w:rPr>
              <w:t xml:space="preserve"> в Журнале регистрации представителей участников закупки.</w:t>
            </w:r>
          </w:p>
          <w:p w:rsidR="00624BF6" w:rsidRPr="00D21D50" w:rsidRDefault="00624BF6" w:rsidP="0098529F">
            <w:pPr>
              <w:pStyle w:val="Times12"/>
              <w:numPr>
                <w:ilvl w:val="0"/>
                <w:numId w:val="14"/>
              </w:numPr>
              <w:ind w:left="70" w:firstLine="425"/>
              <w:rPr>
                <w:szCs w:val="24"/>
              </w:rPr>
            </w:pPr>
            <w:r w:rsidRPr="00D21D50">
              <w:rPr>
                <w:szCs w:val="24"/>
              </w:rPr>
              <w:t>Участники закупки, присутствующие на заседании комиссии открытия доступа к заявкам на участие в закупке (и вскрытия конвертов с заявками в бумажной форме), вправе вести аудио и/или видеозапись заседания комиссии открытия доступа к заявкам на участие в закупке, предварительно сообщив об этом организатору.</w:t>
            </w:r>
          </w:p>
          <w:p w:rsidR="00624BF6" w:rsidRPr="00D21D50" w:rsidRDefault="00624BF6" w:rsidP="0098529F">
            <w:pPr>
              <w:pStyle w:val="Times12"/>
              <w:numPr>
                <w:ilvl w:val="0"/>
                <w:numId w:val="14"/>
              </w:numPr>
              <w:ind w:left="70" w:firstLine="425"/>
              <w:rPr>
                <w:szCs w:val="24"/>
              </w:rPr>
            </w:pPr>
            <w:r w:rsidRPr="00D21D50">
              <w:rPr>
                <w:szCs w:val="24"/>
              </w:rPr>
              <w:t>Протокол открытия доступа к заявкам на участие в закупке, в случае отсутствия поданных иностранными участниками заявок в бумажной форме, оформляется, подписывается секретарем закупочной комиссии и размещается на официальном сайте и ЭТП не позднее следующего рабочего дня после проведения процедуры открытия доступа к заявкам. В случае представления иностранными участниками заявок в бумажной форме, протокол открытия доступа к заявкам на участие в закупке и вскрытия конвертов с заявками в бумажной форме  в течение 1 (одного) рабочего дня, следующего после дня открытия доступа к заявкам на участие в закупке формируется организатором, подписывается секретарем комиссии и всеми присутствующими членами комиссии в соответствии с Приложением 4 Стандарта и  размещается на официальном сайте и на ЭТП.</w:t>
            </w:r>
          </w:p>
          <w:p w:rsidR="00624BF6" w:rsidRPr="00D21D50" w:rsidRDefault="00624BF6" w:rsidP="0098529F">
            <w:pPr>
              <w:pStyle w:val="Times12"/>
              <w:numPr>
                <w:ilvl w:val="0"/>
                <w:numId w:val="14"/>
              </w:numPr>
              <w:ind w:left="70" w:firstLine="425"/>
              <w:rPr>
                <w:szCs w:val="24"/>
              </w:rPr>
            </w:pPr>
            <w:r w:rsidRPr="00D21D50">
              <w:rPr>
                <w:szCs w:val="24"/>
              </w:rPr>
              <w:t>Если до окончания срока подачи заявок на участие в запросе цен поступило менее двух заявок, срок подачи заявок автоматически продлевается с помощью функционала ЭТП (для закупок, проводимых в соответствии со статьей 7.12 Стандарта, организатор вправе не продлевать срок подачи заявок). Продолжительность нового срока подачи заявок должна быть не менее 4 рабочих дней со дня, следующего за первоначальным сроком окончания подачи заявок. Извещение о продлении срока окончания подачи заявок оформляется и размещается организатором на официальном сайте и ЭТП не позднее текущего рабочего дня. При этом организатору рекомендуется направить в адрес как минимум трех потенциальных поставщиков копию извещения о проведении запроса цен и копию извещения о продлении срока подачи заявок.</w:t>
            </w:r>
            <w:r w:rsidRPr="00D21D50">
              <w:rPr>
                <w:bCs w:val="0"/>
                <w:sz w:val="28"/>
                <w:szCs w:val="24"/>
              </w:rPr>
              <w:t xml:space="preserve"> </w:t>
            </w:r>
            <w:r w:rsidRPr="00D21D50">
              <w:rPr>
                <w:szCs w:val="24"/>
              </w:rPr>
              <w:t>В случае, если при проведении закупки в соответствии со статьей 7.12 Стандарта, не было принято решение о продлении срока подачи заявок, организатор в течение двух часов со времени окончания срока подачи заявок с помощью соответствующего функционала ЭТП отказывается от продления срока подачи заявок</w:t>
            </w:r>
            <w:r w:rsidRPr="00D21D50">
              <w:rPr>
                <w:bCs w:val="0"/>
                <w:szCs w:val="24"/>
              </w:rPr>
              <w:t xml:space="preserve"> и </w:t>
            </w:r>
            <w:r w:rsidRPr="00D21D50">
              <w:rPr>
                <w:szCs w:val="24"/>
              </w:rPr>
              <w:t xml:space="preserve">оператор ЭТП автоматически с помощью программно-аппаратных средств ЭТП открывает доступ к заявке на участие в закупке, при наличии такой заявки, и содержащимся в ней документам и сведениям. </w:t>
            </w:r>
          </w:p>
        </w:tc>
      </w:tr>
      <w:tr w:rsidR="00624BF6" w:rsidRPr="00D21D50" w:rsidTr="00D91D15">
        <w:trPr>
          <w:trHeight w:val="388"/>
        </w:trPr>
        <w:tc>
          <w:tcPr>
            <w:tcW w:w="568" w:type="dxa"/>
          </w:tcPr>
          <w:p w:rsidR="00624BF6" w:rsidRPr="00D21D50" w:rsidRDefault="00624BF6" w:rsidP="0098529F">
            <w:pPr>
              <w:numPr>
                <w:ilvl w:val="0"/>
                <w:numId w:val="7"/>
              </w:numPr>
              <w:tabs>
                <w:tab w:val="num" w:pos="786"/>
              </w:tabs>
              <w:ind w:left="0" w:hanging="15"/>
              <w:jc w:val="center"/>
            </w:pPr>
            <w:bookmarkStart w:id="90" w:name="_Ref438710923"/>
          </w:p>
        </w:tc>
        <w:bookmarkEnd w:id="90"/>
        <w:tc>
          <w:tcPr>
            <w:tcW w:w="2268" w:type="dxa"/>
          </w:tcPr>
          <w:p w:rsidR="00624BF6" w:rsidRPr="00D21D50" w:rsidRDefault="00624BF6" w:rsidP="00D91D15">
            <w:pPr>
              <w:pStyle w:val="Times12"/>
              <w:ind w:firstLine="0"/>
              <w:rPr>
                <w:szCs w:val="24"/>
              </w:rPr>
            </w:pPr>
            <w:r w:rsidRPr="00D21D50">
              <w:rPr>
                <w:szCs w:val="24"/>
              </w:rPr>
              <w:t>Отстранение участника закупки</w:t>
            </w:r>
          </w:p>
        </w:tc>
        <w:tc>
          <w:tcPr>
            <w:tcW w:w="12616" w:type="dxa"/>
          </w:tcPr>
          <w:p w:rsidR="00624BF6" w:rsidRPr="00D21D50" w:rsidRDefault="00624BF6" w:rsidP="0098529F">
            <w:pPr>
              <w:pStyle w:val="Times12"/>
              <w:numPr>
                <w:ilvl w:val="0"/>
                <w:numId w:val="43"/>
              </w:numPr>
              <w:tabs>
                <w:tab w:val="left" w:pos="1058"/>
              </w:tabs>
              <w:ind w:left="0" w:firstLine="495"/>
            </w:pPr>
            <w:r w:rsidRPr="00D21D50">
              <w:t>В любой момент вплоть до подписания договора комиссия принимает решение об отстранении участника закупки,</w:t>
            </w:r>
            <w:r w:rsidRPr="00D21D50">
              <w:rPr>
                <w:szCs w:val="24"/>
              </w:rPr>
              <w:t xml:space="preserve"> </w:t>
            </w:r>
            <w:r w:rsidRPr="00D21D50">
              <w:t xml:space="preserve">в том числе допущенного к участию в закупке, в следующих случаях: </w:t>
            </w:r>
          </w:p>
          <w:p w:rsidR="00624BF6" w:rsidRPr="00D21D50" w:rsidRDefault="00624BF6" w:rsidP="0098529F">
            <w:pPr>
              <w:pStyle w:val="Times12"/>
              <w:numPr>
                <w:ilvl w:val="0"/>
                <w:numId w:val="18"/>
              </w:numPr>
              <w:tabs>
                <w:tab w:val="left" w:pos="1062"/>
              </w:tabs>
              <w:ind w:left="0" w:firstLine="495"/>
            </w:pPr>
            <w:r w:rsidRPr="00D21D50">
              <w:t>при обнаружении недостоверных сведений в заявке на участие в закупке и (или) ее уточнениях согласно пункту </w:t>
            </w:r>
            <w:fldSimple w:instr=" REF _Ref401221523 \r \h  \* MERGEFORMAT ">
              <w:r w:rsidRPr="00D21D50">
                <w:t>7.5</w:t>
              </w:r>
            </w:fldSimple>
            <w:r w:rsidRPr="00D21D50">
              <w:t>.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w:t>
            </w:r>
          </w:p>
          <w:p w:rsidR="00624BF6" w:rsidRPr="00D21D50" w:rsidRDefault="00624BF6" w:rsidP="0098529F">
            <w:pPr>
              <w:pStyle w:val="Times12"/>
              <w:numPr>
                <w:ilvl w:val="0"/>
                <w:numId w:val="18"/>
              </w:numPr>
              <w:tabs>
                <w:tab w:val="left" w:pos="1062"/>
              </w:tabs>
              <w:ind w:left="0" w:firstLine="495"/>
            </w:pPr>
            <w:r w:rsidRPr="00D21D50">
              <w:t>при выявлении подкрепленного документами факта давления таким участником закупки на члена комиссии, эксперта, руководителя организатора или заказчика;</w:t>
            </w:r>
          </w:p>
          <w:p w:rsidR="00624BF6" w:rsidRPr="00D21D50" w:rsidRDefault="00624BF6" w:rsidP="0098529F">
            <w:pPr>
              <w:pStyle w:val="Times12"/>
              <w:numPr>
                <w:ilvl w:val="0"/>
                <w:numId w:val="18"/>
              </w:numPr>
              <w:tabs>
                <w:tab w:val="left" w:pos="1062"/>
              </w:tabs>
              <w:ind w:left="0" w:firstLine="495"/>
            </w:pPr>
            <w:r w:rsidRPr="00D21D50">
              <w:t>при неподтверждении банком, от имени которого представлена банковская гарантия, выдачи такой гарантии.</w:t>
            </w:r>
          </w:p>
          <w:p w:rsidR="00624BF6" w:rsidRPr="00D21D50" w:rsidRDefault="00624BF6" w:rsidP="00D91D15">
            <w:pPr>
              <w:pStyle w:val="Times12"/>
            </w:pPr>
            <w:r w:rsidRPr="00D21D50">
              <w:t>Решение об отстранении участника закупки оформляется протоколом заседания комиссии, который подписывается и размещается организатором на официальном сайте в течение 3 (трех) рабочих дней после заседания комиссии.</w:t>
            </w:r>
          </w:p>
          <w:p w:rsidR="00624BF6" w:rsidRPr="00D21D50" w:rsidRDefault="00624BF6" w:rsidP="0098529F">
            <w:pPr>
              <w:pStyle w:val="Times12"/>
              <w:numPr>
                <w:ilvl w:val="0"/>
                <w:numId w:val="43"/>
              </w:numPr>
              <w:tabs>
                <w:tab w:val="left" w:pos="1058"/>
              </w:tabs>
              <w:ind w:left="0" w:firstLine="495"/>
            </w:pPr>
            <w:r w:rsidRPr="00D21D50">
              <w:t>Сведения об участнике закупки вносятся в информационную систему «Расчет рейтинга деловой репутации поставщиков» в порядке, предусмотренном Едиными отраслевыми методическими указаниями по оценке деловой репутации, размещенными на сайте http://rdr.rosatom.ru/, в следующих случаях:</w:t>
            </w:r>
          </w:p>
          <w:p w:rsidR="00624BF6" w:rsidRPr="00D21D50" w:rsidRDefault="00624BF6" w:rsidP="0098529F">
            <w:pPr>
              <w:pStyle w:val="Times12"/>
              <w:numPr>
                <w:ilvl w:val="0"/>
                <w:numId w:val="67"/>
              </w:numPr>
              <w:tabs>
                <w:tab w:val="left" w:pos="1062"/>
              </w:tabs>
              <w:ind w:left="0" w:firstLine="495"/>
            </w:pPr>
            <w:r w:rsidRPr="00D21D50">
              <w:t>при предоставлении участником закупки в составе заявки на участие в закупке и (или) при заключении договора фальсифицированных, недостоверных документов и (или) сведений;</w:t>
            </w:r>
          </w:p>
          <w:p w:rsidR="00624BF6" w:rsidRPr="00D21D50" w:rsidRDefault="00624BF6" w:rsidP="0098529F">
            <w:pPr>
              <w:pStyle w:val="Times12"/>
              <w:numPr>
                <w:ilvl w:val="0"/>
                <w:numId w:val="67"/>
              </w:numPr>
              <w:tabs>
                <w:tab w:val="left" w:pos="1062"/>
              </w:tabs>
              <w:ind w:left="0" w:firstLine="495"/>
            </w:pPr>
            <w:r w:rsidRPr="00D21D50">
              <w:t xml:space="preserve">при неподтверждении банком, от имени которого представлена банковская гарантия, выдачи такой гарантии. </w:t>
            </w:r>
          </w:p>
          <w:p w:rsidR="00624BF6" w:rsidRPr="00D21D50" w:rsidRDefault="00624BF6" w:rsidP="00D91D15">
            <w:pPr>
              <w:pStyle w:val="Times12"/>
              <w:tabs>
                <w:tab w:val="left" w:pos="1058"/>
              </w:tabs>
              <w:ind w:firstLine="495"/>
              <w:rPr>
                <w:szCs w:val="24"/>
              </w:rPr>
            </w:pPr>
            <w:r w:rsidRPr="00D21D50">
              <w:t>Сведения об участнике закупки, внесенные в информационную систему «Расчет рейтинга деловой репутации поставщиков», используются при оценке заявок на участие в закупке, если соответствующим критерием оценки, указанным в документации, это предусмотрено.</w:t>
            </w:r>
          </w:p>
        </w:tc>
      </w:tr>
      <w:tr w:rsidR="00624BF6" w:rsidRPr="00D21D50" w:rsidTr="00D91D15">
        <w:trPr>
          <w:trHeight w:val="388"/>
        </w:trPr>
        <w:tc>
          <w:tcPr>
            <w:tcW w:w="568" w:type="dxa"/>
          </w:tcPr>
          <w:p w:rsidR="00624BF6" w:rsidRPr="00D21D50" w:rsidRDefault="00624BF6" w:rsidP="0098529F">
            <w:pPr>
              <w:numPr>
                <w:ilvl w:val="0"/>
                <w:numId w:val="7"/>
              </w:numPr>
              <w:tabs>
                <w:tab w:val="num" w:pos="786"/>
              </w:tabs>
              <w:ind w:left="0" w:hanging="15"/>
              <w:jc w:val="center"/>
            </w:pPr>
            <w:bookmarkStart w:id="91" w:name="_Ref438710953"/>
          </w:p>
        </w:tc>
        <w:bookmarkEnd w:id="91"/>
        <w:tc>
          <w:tcPr>
            <w:tcW w:w="2268" w:type="dxa"/>
          </w:tcPr>
          <w:p w:rsidR="00624BF6" w:rsidRPr="00D21D50" w:rsidRDefault="00624BF6" w:rsidP="00D91D15">
            <w:pPr>
              <w:pStyle w:val="Times12"/>
              <w:ind w:firstLine="0"/>
              <w:rPr>
                <w:szCs w:val="24"/>
              </w:rPr>
            </w:pPr>
            <w:r w:rsidRPr="00D21D50">
              <w:t xml:space="preserve">Рассмотрение заявок (отборочная и оценочная стадии), уточнение заявок </w:t>
            </w:r>
          </w:p>
        </w:tc>
        <w:tc>
          <w:tcPr>
            <w:tcW w:w="12616" w:type="dxa"/>
          </w:tcPr>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D21D50">
              <w:rPr>
                <w:rFonts w:ascii="Times New Roman" w:hAnsi="Times New Roman"/>
                <w:bCs/>
                <w:sz w:val="24"/>
                <w:szCs w:val="24"/>
              </w:rPr>
              <w:t>Рассмотрение заявок осуществляется в соответствии с Методикой установления требований и критериев оценки заявок в документации о закупке, рассмотрения заявок участников (отборочная и оценочная стадии), являющейся неотъемлемым Приложением к Стандарту, в следующем порядке:</w:t>
            </w:r>
          </w:p>
          <w:p w:rsidR="00624BF6" w:rsidRPr="00D21D50" w:rsidRDefault="00624BF6" w:rsidP="0098529F">
            <w:pPr>
              <w:pStyle w:val="ListParagraph"/>
              <w:widowControl w:val="0"/>
              <w:numPr>
                <w:ilvl w:val="0"/>
                <w:numId w:val="31"/>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D21D50">
              <w:rPr>
                <w:rFonts w:ascii="Times New Roman" w:hAnsi="Times New Roman"/>
                <w:bCs/>
                <w:sz w:val="24"/>
                <w:szCs w:val="24"/>
              </w:rPr>
              <w:t>отборочная стадия;</w:t>
            </w:r>
          </w:p>
          <w:p w:rsidR="00624BF6" w:rsidRPr="00D21D50" w:rsidRDefault="00624BF6" w:rsidP="0098529F">
            <w:pPr>
              <w:pStyle w:val="ListParagraph"/>
              <w:widowControl w:val="0"/>
              <w:numPr>
                <w:ilvl w:val="0"/>
                <w:numId w:val="31"/>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D21D50">
              <w:rPr>
                <w:rFonts w:ascii="Times New Roman" w:hAnsi="Times New Roman"/>
                <w:bCs/>
                <w:sz w:val="24"/>
                <w:szCs w:val="24"/>
              </w:rPr>
              <w:t>оценочная стадия</w:t>
            </w:r>
          </w:p>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D21D50">
              <w:rPr>
                <w:rFonts w:ascii="Times New Roman" w:hAnsi="Times New Roman"/>
                <w:bCs/>
                <w:sz w:val="24"/>
                <w:szCs w:val="24"/>
              </w:rPr>
              <w:t>Комиссия рассматривает, оценивает и сопоставляет заявки на участие в закупке в отношении каждого лота отдельно.</w:t>
            </w:r>
          </w:p>
          <w:p w:rsidR="00624BF6" w:rsidRPr="00D21D50" w:rsidRDefault="00624BF6" w:rsidP="00D91D15">
            <w:pPr>
              <w:widowControl w:val="0"/>
              <w:tabs>
                <w:tab w:val="left" w:pos="1416"/>
              </w:tabs>
              <w:autoSpaceDE w:val="0"/>
              <w:autoSpaceDN w:val="0"/>
              <w:adjustRightInd w:val="0"/>
              <w:ind w:firstLine="567"/>
              <w:jc w:val="both"/>
            </w:pPr>
            <w:r w:rsidRPr="00D21D50">
              <w:t>Организатор по решению комиссии либо по указанию заказчика, данном в поручении на закупку, привлекает экспертов к рассмотрению заявок. При принятии такого решения комиссия рассматривает оценки и рекомендации экспертов (если они привлекались).</w:t>
            </w:r>
          </w:p>
          <w:p w:rsidR="00624BF6" w:rsidRPr="00D21D50" w:rsidRDefault="00624BF6" w:rsidP="00D91D15">
            <w:pPr>
              <w:widowControl w:val="0"/>
              <w:tabs>
                <w:tab w:val="left" w:pos="1416"/>
              </w:tabs>
              <w:autoSpaceDE w:val="0"/>
              <w:autoSpaceDN w:val="0"/>
              <w:adjustRightInd w:val="0"/>
              <w:ind w:firstLine="567"/>
              <w:jc w:val="both"/>
              <w:rPr>
                <w:bCs/>
                <w:snapToGrid w:val="0"/>
              </w:rPr>
            </w:pPr>
            <w:r w:rsidRPr="00D21D50">
              <w:rPr>
                <w:bCs/>
                <w:snapToGrid w:val="0"/>
              </w:rPr>
              <w:t>В случае, если заявка на участие в закупке содержит положения, не соответствующие критериям отбора согласно подпунктам </w:t>
            </w:r>
            <w:fldSimple w:instr=" REF _Ref456197692 \r \h  \* MERGEFORMAT ">
              <w:r w:rsidRPr="00D21D50">
                <w:rPr>
                  <w:bCs/>
                  <w:snapToGrid w:val="0"/>
                </w:rPr>
                <w:t>г)</w:t>
              </w:r>
            </w:fldSimple>
            <w:r w:rsidRPr="00D21D50">
              <w:rPr>
                <w:bCs/>
                <w:snapToGrid w:val="0"/>
              </w:rPr>
              <w:t xml:space="preserve"> (в части непревышения НМЦ) и подпункта </w:t>
            </w:r>
            <w:fldSimple w:instr=" REF _Ref438496202 \r \h  \* MERGEFORMAT ">
              <w:r w:rsidRPr="00D21D50">
                <w:rPr>
                  <w:bCs/>
                  <w:snapToGrid w:val="0"/>
                </w:rPr>
                <w:t>д)</w:t>
              </w:r>
            </w:fldSimple>
            <w:r w:rsidRPr="00D21D50">
              <w:rPr>
                <w:bCs/>
                <w:snapToGrid w:val="0"/>
              </w:rPr>
              <w:t xml:space="preserve"> пункта </w:t>
            </w:r>
            <w:fldSimple w:instr=" REF _Ref407364135 \r \h  \* MERGEFORMAT ">
              <w:r w:rsidRPr="00D21D50">
                <w:rPr>
                  <w:bCs/>
                  <w:snapToGrid w:val="0"/>
                </w:rPr>
                <w:t>8.2</w:t>
              </w:r>
            </w:fldSimple>
            <w:r w:rsidRPr="00D21D50">
              <w:rPr>
                <w:bCs/>
                <w:snapToGrid w:val="0"/>
              </w:rPr>
              <w:t>, заявка такого участника на соответствие остальным критериям отбора не рассматривается и информация об этом указывается в соответствующем протоколе.</w:t>
            </w:r>
          </w:p>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D21D50">
              <w:rPr>
                <w:rFonts w:ascii="Times New Roman" w:hAnsi="Times New Roman"/>
                <w:bCs/>
                <w:sz w:val="24"/>
                <w:szCs w:val="24"/>
              </w:rPr>
              <w:t>В ходе рассмотрения заявок на участие в закупке 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информацию о соответствии предоставленных участником закупки сведений действительности.</w:t>
            </w:r>
          </w:p>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D21D50">
              <w:rPr>
                <w:rFonts w:ascii="Times New Roman" w:hAnsi="Times New Roman"/>
                <w:bCs/>
                <w:sz w:val="24"/>
                <w:szCs w:val="24"/>
              </w:rPr>
              <w:t>При наличии сомнений в достоверности копии документа организатор вправе запросить нотариально заверенную копию документа, предоставленного в копии. В случае, если участник закупки в установленный в запросе разумный срок не предоставил нотариально заверенной копии документа, копия документа не рассматривается и документ считается не предоставленным.</w:t>
            </w:r>
          </w:p>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2" w:name="_Ref401221523"/>
            <w:r w:rsidRPr="00D21D50">
              <w:rPr>
                <w:rFonts w:ascii="Times New Roman" w:hAnsi="Times New Roman"/>
                <w:bCs/>
                <w:sz w:val="24"/>
                <w:szCs w:val="24"/>
              </w:rPr>
              <w:t>В ходе рассмотрения заявок на участие в закупке на отборочной стадии в случаях, указанных ниже, комиссия принимает решение об уточнении заявки на участие в закупке (в том числе по сведениям и документам, необходимым для рассмотрения на оценочной стадии), на основании которого организатор направляет уточняющие запросы:</w:t>
            </w:r>
            <w:bookmarkEnd w:id="92"/>
          </w:p>
          <w:p w:rsidR="00624BF6" w:rsidRPr="00D21D50" w:rsidRDefault="00624BF6" w:rsidP="0098529F">
            <w:pPr>
              <w:pStyle w:val="Times12"/>
              <w:numPr>
                <w:ilvl w:val="0"/>
                <w:numId w:val="15"/>
              </w:numPr>
              <w:tabs>
                <w:tab w:val="left" w:pos="1416"/>
              </w:tabs>
              <w:ind w:left="-2" w:firstLine="567"/>
              <w:rPr>
                <w:szCs w:val="24"/>
              </w:rPr>
            </w:pPr>
            <w:bookmarkStart w:id="93" w:name="_Ref401221504"/>
            <w:r w:rsidRPr="00D21D50">
              <w:rPr>
                <w:szCs w:val="24"/>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93"/>
          </w:p>
          <w:p w:rsidR="00624BF6" w:rsidRPr="00D21D50" w:rsidRDefault="00624BF6" w:rsidP="0098529F">
            <w:pPr>
              <w:pStyle w:val="Times12"/>
              <w:numPr>
                <w:ilvl w:val="0"/>
                <w:numId w:val="16"/>
              </w:numPr>
              <w:tabs>
                <w:tab w:val="left" w:pos="1416"/>
              </w:tabs>
              <w:ind w:left="-2" w:firstLine="567"/>
              <w:rPr>
                <w:szCs w:val="24"/>
              </w:rPr>
            </w:pPr>
            <w:r w:rsidRPr="00D21D50">
              <w:rPr>
                <w:szCs w:val="24"/>
              </w:rPr>
              <w:t>документы, подтверждающие полномочия лица на подписание заявки от имени участника закупки,</w:t>
            </w:r>
          </w:p>
          <w:p w:rsidR="00624BF6" w:rsidRPr="00D21D50" w:rsidRDefault="00624BF6" w:rsidP="0098529F">
            <w:pPr>
              <w:pStyle w:val="Times12"/>
              <w:numPr>
                <w:ilvl w:val="0"/>
                <w:numId w:val="16"/>
              </w:numPr>
              <w:tabs>
                <w:tab w:val="left" w:pos="1416"/>
              </w:tabs>
              <w:ind w:left="-2" w:firstLine="567"/>
              <w:rPr>
                <w:szCs w:val="24"/>
              </w:rPr>
            </w:pPr>
            <w:r w:rsidRPr="00D21D50">
              <w:rPr>
                <w:szCs w:val="24"/>
              </w:rPr>
              <w:t>учредительные документы,</w:t>
            </w:r>
          </w:p>
          <w:p w:rsidR="00624BF6" w:rsidRPr="00D21D50" w:rsidRDefault="00624BF6" w:rsidP="0098529F">
            <w:pPr>
              <w:pStyle w:val="Times12"/>
              <w:numPr>
                <w:ilvl w:val="0"/>
                <w:numId w:val="16"/>
              </w:numPr>
              <w:tabs>
                <w:tab w:val="left" w:pos="1416"/>
              </w:tabs>
              <w:ind w:left="-2" w:firstLine="567"/>
              <w:rPr>
                <w:szCs w:val="24"/>
              </w:rPr>
            </w:pPr>
            <w:r w:rsidRPr="00D21D50">
              <w:rPr>
                <w:szCs w:val="24"/>
              </w:rPr>
              <w:t xml:space="preserve">разрешающие документы (лицензии, допуски, членство в саморегулируемых организациях и т.д.), </w:t>
            </w:r>
          </w:p>
          <w:p w:rsidR="00624BF6" w:rsidRPr="00D21D50" w:rsidRDefault="00624BF6" w:rsidP="0098529F">
            <w:pPr>
              <w:pStyle w:val="Times12"/>
              <w:numPr>
                <w:ilvl w:val="0"/>
                <w:numId w:val="16"/>
              </w:numPr>
              <w:tabs>
                <w:tab w:val="left" w:pos="1416"/>
              </w:tabs>
              <w:ind w:left="-2" w:firstLine="567"/>
              <w:rPr>
                <w:szCs w:val="24"/>
              </w:rPr>
            </w:pPr>
            <w:r w:rsidRPr="00D21D50">
              <w:rPr>
                <w:szCs w:val="24"/>
              </w:rPr>
              <w:t xml:space="preserve">документы, подтверждающие обладание участником закупки необходимыми для исполнения договора финансовыми ресурсами, </w:t>
            </w:r>
          </w:p>
          <w:p w:rsidR="00624BF6" w:rsidRPr="00D21D50" w:rsidRDefault="00624BF6" w:rsidP="0098529F">
            <w:pPr>
              <w:pStyle w:val="Times12"/>
              <w:numPr>
                <w:ilvl w:val="0"/>
                <w:numId w:val="16"/>
              </w:numPr>
              <w:tabs>
                <w:tab w:val="left" w:pos="1416"/>
              </w:tabs>
              <w:ind w:left="-2" w:firstLine="567"/>
              <w:rPr>
                <w:szCs w:val="24"/>
              </w:rPr>
            </w:pPr>
            <w:r w:rsidRPr="00D21D50">
              <w:rPr>
                <w:szCs w:val="24"/>
              </w:rPr>
              <w:t>документы от изготовителя товара, подтверждающие согласие изготовителя на предложение в рамках закупки его товара участником,</w:t>
            </w:r>
          </w:p>
          <w:p w:rsidR="00624BF6" w:rsidRPr="00D21D50" w:rsidRDefault="00624BF6" w:rsidP="0098529F">
            <w:pPr>
              <w:pStyle w:val="Times12"/>
              <w:numPr>
                <w:ilvl w:val="0"/>
                <w:numId w:val="16"/>
              </w:numPr>
              <w:tabs>
                <w:tab w:val="left" w:pos="1416"/>
              </w:tabs>
              <w:ind w:left="-2" w:firstLine="567"/>
              <w:rPr>
                <w:szCs w:val="24"/>
              </w:rPr>
            </w:pPr>
            <w:r w:rsidRPr="00D21D5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rsidR="00624BF6" w:rsidRPr="00D21D50" w:rsidRDefault="00624BF6" w:rsidP="0098529F">
            <w:pPr>
              <w:pStyle w:val="Times12"/>
              <w:numPr>
                <w:ilvl w:val="0"/>
                <w:numId w:val="16"/>
              </w:numPr>
              <w:tabs>
                <w:tab w:val="left" w:pos="1416"/>
              </w:tabs>
              <w:ind w:left="-2" w:firstLine="567"/>
              <w:rPr>
                <w:szCs w:val="24"/>
              </w:rPr>
            </w:pPr>
            <w:r w:rsidRPr="00D21D50">
              <w:rPr>
                <w:szCs w:val="24"/>
              </w:rPr>
              <w:t>сведения, подтверждаемые участником закупки декларативно по форме в соответствии с требованиями документации.</w:t>
            </w:r>
          </w:p>
          <w:p w:rsidR="00624BF6" w:rsidRPr="00D21D50" w:rsidRDefault="00624BF6" w:rsidP="0098529F">
            <w:pPr>
              <w:pStyle w:val="Times12"/>
              <w:numPr>
                <w:ilvl w:val="0"/>
                <w:numId w:val="15"/>
              </w:numPr>
              <w:tabs>
                <w:tab w:val="left" w:pos="1416"/>
              </w:tabs>
              <w:ind w:left="-2" w:firstLine="567"/>
              <w:rPr>
                <w:szCs w:val="24"/>
              </w:rPr>
            </w:pPr>
            <w:r w:rsidRPr="00D21D50">
              <w:rPr>
                <w:szCs w:val="24"/>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624BF6" w:rsidRPr="00D21D50" w:rsidRDefault="00624BF6" w:rsidP="0098529F">
            <w:pPr>
              <w:pStyle w:val="Times12"/>
              <w:numPr>
                <w:ilvl w:val="0"/>
                <w:numId w:val="9"/>
              </w:numPr>
              <w:tabs>
                <w:tab w:val="left" w:pos="1416"/>
              </w:tabs>
              <w:ind w:left="0" w:firstLine="565"/>
              <w:rPr>
                <w:szCs w:val="24"/>
              </w:rPr>
            </w:pPr>
            <w:r w:rsidRPr="00D21D5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24BF6" w:rsidRPr="00D21D50" w:rsidRDefault="00624BF6" w:rsidP="0098529F">
            <w:pPr>
              <w:pStyle w:val="Times12"/>
              <w:numPr>
                <w:ilvl w:val="0"/>
                <w:numId w:val="9"/>
              </w:numPr>
              <w:tabs>
                <w:tab w:val="left" w:pos="1416"/>
              </w:tabs>
              <w:ind w:left="0" w:firstLine="565"/>
              <w:rPr>
                <w:szCs w:val="24"/>
              </w:rPr>
            </w:pPr>
            <w:r w:rsidRPr="00D21D5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624BF6" w:rsidRPr="00D21D50" w:rsidRDefault="00624BF6" w:rsidP="0098529F">
            <w:pPr>
              <w:pStyle w:val="Times12"/>
              <w:numPr>
                <w:ilvl w:val="0"/>
                <w:numId w:val="9"/>
              </w:numPr>
              <w:tabs>
                <w:tab w:val="left" w:pos="1416"/>
              </w:tabs>
              <w:ind w:left="0" w:firstLine="565"/>
              <w:rPr>
                <w:szCs w:val="24"/>
              </w:rPr>
            </w:pPr>
            <w:r w:rsidRPr="00D21D5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624BF6" w:rsidRPr="00D21D50" w:rsidRDefault="00624BF6" w:rsidP="00D91D15">
            <w:pPr>
              <w:pStyle w:val="Times12"/>
              <w:rPr>
                <w:szCs w:val="24"/>
              </w:rPr>
            </w:pPr>
            <w:r w:rsidRPr="00D21D50">
              <w:rPr>
                <w:szCs w:val="24"/>
              </w:rPr>
              <w:t>Исправление иных ошибок не допускается.</w:t>
            </w:r>
          </w:p>
          <w:p w:rsidR="00624BF6" w:rsidRPr="00D21D50" w:rsidRDefault="00624BF6" w:rsidP="0098529F">
            <w:pPr>
              <w:pStyle w:val="Times12"/>
              <w:numPr>
                <w:ilvl w:val="0"/>
                <w:numId w:val="15"/>
              </w:numPr>
              <w:tabs>
                <w:tab w:val="left" w:pos="1416"/>
              </w:tabs>
              <w:ind w:left="-2" w:firstLine="567"/>
              <w:rPr>
                <w:szCs w:val="24"/>
              </w:rPr>
            </w:pPr>
            <w:bookmarkStart w:id="94" w:name="_Ref442966299"/>
            <w:r w:rsidRPr="00D21D50">
              <w:rPr>
                <w:szCs w:val="24"/>
              </w:rPr>
              <w:t>В случаях, влияющих на допуск участника к закупке или оценку его заявки на участие  в закупке:</w:t>
            </w:r>
            <w:bookmarkEnd w:id="94"/>
          </w:p>
          <w:p w:rsidR="00624BF6" w:rsidRPr="00D21D50" w:rsidRDefault="00624BF6" w:rsidP="0098529F">
            <w:pPr>
              <w:pStyle w:val="Times12"/>
              <w:numPr>
                <w:ilvl w:val="0"/>
                <w:numId w:val="17"/>
              </w:numPr>
              <w:tabs>
                <w:tab w:val="left" w:pos="1416"/>
              </w:tabs>
              <w:ind w:left="-2" w:firstLine="567"/>
              <w:rPr>
                <w:szCs w:val="24"/>
              </w:rPr>
            </w:pPr>
            <w:r w:rsidRPr="00D21D50">
              <w:rPr>
                <w:szCs w:val="24"/>
              </w:rPr>
              <w:t>в представленных документах в составе заявки на участие в закупке отсутствуют сведения, необходимые для определения соответствия:</w:t>
            </w:r>
          </w:p>
          <w:p w:rsidR="00624BF6" w:rsidRPr="00D21D50" w:rsidRDefault="00624BF6" w:rsidP="0098529F">
            <w:pPr>
              <w:pStyle w:val="Times12"/>
              <w:numPr>
                <w:ilvl w:val="0"/>
                <w:numId w:val="9"/>
              </w:numPr>
              <w:tabs>
                <w:tab w:val="left" w:pos="1416"/>
              </w:tabs>
              <w:ind w:left="0" w:firstLine="565"/>
              <w:rPr>
                <w:szCs w:val="24"/>
              </w:rPr>
            </w:pPr>
            <w:r w:rsidRPr="00D21D50">
              <w:rPr>
                <w:szCs w:val="24"/>
              </w:rPr>
              <w:t xml:space="preserve">участника закупки требованиям документации по обладанию гражданской и специальной правоспособностью, </w:t>
            </w:r>
          </w:p>
          <w:p w:rsidR="00624BF6" w:rsidRPr="00D21D50" w:rsidRDefault="00624BF6" w:rsidP="0098529F">
            <w:pPr>
              <w:pStyle w:val="Times12"/>
              <w:numPr>
                <w:ilvl w:val="0"/>
                <w:numId w:val="9"/>
              </w:numPr>
              <w:tabs>
                <w:tab w:val="left" w:pos="1416"/>
              </w:tabs>
              <w:ind w:left="0" w:firstLine="565"/>
              <w:rPr>
                <w:szCs w:val="24"/>
              </w:rPr>
            </w:pPr>
            <w:r w:rsidRPr="00D21D5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rsidR="00624BF6" w:rsidRPr="00D21D50" w:rsidRDefault="00624BF6" w:rsidP="0098529F">
            <w:pPr>
              <w:pStyle w:val="Times12"/>
              <w:numPr>
                <w:ilvl w:val="0"/>
                <w:numId w:val="9"/>
              </w:numPr>
              <w:tabs>
                <w:tab w:val="left" w:pos="1416"/>
              </w:tabs>
              <w:ind w:left="0" w:firstLine="565"/>
              <w:rPr>
                <w:szCs w:val="24"/>
              </w:rPr>
            </w:pPr>
            <w:r w:rsidRPr="00D21D5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rsidR="00624BF6" w:rsidRPr="00D21D50" w:rsidRDefault="00624BF6" w:rsidP="0098529F">
            <w:pPr>
              <w:pStyle w:val="Times12"/>
              <w:numPr>
                <w:ilvl w:val="0"/>
                <w:numId w:val="17"/>
              </w:numPr>
              <w:tabs>
                <w:tab w:val="left" w:pos="1416"/>
              </w:tabs>
              <w:ind w:left="-2" w:firstLine="567"/>
              <w:rPr>
                <w:szCs w:val="24"/>
              </w:rPr>
            </w:pPr>
            <w:bookmarkStart w:id="95" w:name="_Ref442966298"/>
            <w:bookmarkStart w:id="96" w:name="_Ref456690033"/>
            <w:r w:rsidRPr="00D21D5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95"/>
            <w:bookmarkEnd w:id="96"/>
          </w:p>
          <w:p w:rsidR="00624BF6" w:rsidRPr="00D21D50" w:rsidRDefault="00624BF6" w:rsidP="0098529F">
            <w:pPr>
              <w:pStyle w:val="Times12"/>
              <w:numPr>
                <w:ilvl w:val="0"/>
                <w:numId w:val="17"/>
              </w:numPr>
              <w:tabs>
                <w:tab w:val="left" w:pos="1416"/>
              </w:tabs>
              <w:ind w:left="-2" w:firstLine="567"/>
              <w:rPr>
                <w:szCs w:val="24"/>
              </w:rPr>
            </w:pPr>
            <w:bookmarkStart w:id="97" w:name="_Ref381859812"/>
            <w:r w:rsidRPr="00D21D50">
              <w:rPr>
                <w:szCs w:val="24"/>
              </w:rPr>
              <w:t>если сведения о привлекаемом участником закупки субподрядчике (соисполнителе)</w:t>
            </w:r>
            <w:bookmarkEnd w:id="97"/>
            <w:r w:rsidRPr="00D21D50">
              <w:rPr>
                <w:szCs w:val="24"/>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согласно подпункту </w:t>
            </w:r>
            <w:fldSimple w:instr=" REF _Ref456690958 \r \h  \* MERGEFORMAT ">
              <w:r w:rsidRPr="00D21D50">
                <w:rPr>
                  <w:szCs w:val="24"/>
                </w:rPr>
                <w:t>в)</w:t>
              </w:r>
            </w:fldSimple>
            <w:r w:rsidRPr="00D21D50">
              <w:rPr>
                <w:szCs w:val="24"/>
              </w:rPr>
              <w:t xml:space="preserve"> пункта </w:t>
            </w:r>
            <w:fldSimple w:instr=" REF _Ref401221543 \r \h  \* MERGEFORMAT ">
              <w:r w:rsidRPr="00D21D50">
                <w:rPr>
                  <w:szCs w:val="24"/>
                </w:rPr>
                <w:t>8.3</w:t>
              </w:r>
            </w:fldSimple>
            <w:r w:rsidRPr="00D21D50">
              <w:rPr>
                <w:bCs w:val="0"/>
                <w:szCs w:val="24"/>
              </w:rPr>
              <w:t xml:space="preserve"> </w:t>
            </w:r>
            <w:r w:rsidRPr="00D21D50">
              <w:t>настоящего раздела</w:t>
            </w:r>
            <w:r w:rsidRPr="00D21D50">
              <w:rPr>
                <w:szCs w:val="24"/>
              </w:rPr>
              <w:t>.</w:t>
            </w:r>
          </w:p>
          <w:p w:rsidR="00624BF6" w:rsidRPr="00D21D50" w:rsidRDefault="00624BF6" w:rsidP="0098529F">
            <w:pPr>
              <w:pStyle w:val="Times12"/>
              <w:numPr>
                <w:ilvl w:val="0"/>
                <w:numId w:val="15"/>
              </w:numPr>
              <w:tabs>
                <w:tab w:val="left" w:pos="1416"/>
              </w:tabs>
              <w:ind w:left="-2" w:firstLine="567"/>
              <w:rPr>
                <w:szCs w:val="24"/>
              </w:rPr>
            </w:pPr>
            <w:r w:rsidRPr="00D21D50">
              <w:rPr>
                <w:szCs w:val="24"/>
              </w:rPr>
              <w:t xml:space="preserve">В случае выявления в заявке разночтений согласно пункту </w:t>
            </w:r>
            <w:fldSimple w:instr=" REF _Ref442958981 \r \h  \* MERGEFORMAT ">
              <w:r w:rsidRPr="00D21D50">
                <w:rPr>
                  <w:szCs w:val="24"/>
                </w:rPr>
                <w:t>5.10</w:t>
              </w:r>
            </w:fldSimple>
            <w:r w:rsidRPr="00D21D50">
              <w:rPr>
                <w:szCs w:val="24"/>
              </w:rPr>
              <w:t xml:space="preserve"> настоящего раздела участнику закупки направляется запрос о приведении сведений и документов в соответствие с пунктом </w:t>
            </w:r>
            <w:fldSimple w:instr=" REF _Ref442958981 \r \h  \* MERGEFORMAT ">
              <w:r w:rsidRPr="00D21D50">
                <w:rPr>
                  <w:szCs w:val="24"/>
                </w:rPr>
                <w:t>5.10</w:t>
              </w:r>
            </w:fldSimple>
            <w:r w:rsidRPr="00D21D50">
              <w:rPr>
                <w:szCs w:val="24"/>
              </w:rPr>
              <w:t xml:space="preserve"> настоящего раздела по основанию, предусмотренному подпунктом </w:t>
            </w:r>
            <w:fldSimple w:instr=" REF _Ref442966298 \r \h  \* MERGEFORMAT ">
              <w:r w:rsidRPr="00D21D50">
                <w:rPr>
                  <w:szCs w:val="24"/>
                </w:rPr>
                <w:t>б)</w:t>
              </w:r>
            </w:fldSimple>
            <w:r w:rsidRPr="00D21D50">
              <w:rPr>
                <w:szCs w:val="24"/>
              </w:rPr>
              <w:t xml:space="preserve"> пункта </w:t>
            </w:r>
            <w:fldSimple w:instr=" REF _Ref442966299 \r \h  \* MERGEFORMAT ">
              <w:r w:rsidRPr="00D21D50">
                <w:rPr>
                  <w:szCs w:val="24"/>
                </w:rPr>
                <w:t>7.5.3</w:t>
              </w:r>
            </w:fldSimple>
            <w:r w:rsidRPr="00D21D50">
              <w:rPr>
                <w:szCs w:val="24"/>
              </w:rPr>
              <w:t xml:space="preserve"> настоящего раздела. Отказ участника закупки в приведении сведений и документов в соответствие с пунктом </w:t>
            </w:r>
            <w:fldSimple w:instr=" REF _Ref442958981 \r \h  \* MERGEFORMAT ">
              <w:r w:rsidRPr="00D21D50">
                <w:rPr>
                  <w:szCs w:val="24"/>
                </w:rPr>
                <w:t>5.10</w:t>
              </w:r>
            </w:fldSimple>
            <w:r w:rsidRPr="00D21D50">
              <w:rPr>
                <w:szCs w:val="24"/>
              </w:rPr>
              <w:t xml:space="preserve"> настоящего раздела, служит основанием для отклонения заявки в соответствии с пунктом </w:t>
            </w:r>
            <w:fldSimple w:instr=" REF _Ref442942415 \r \h  \* MERGEFORMAT ">
              <w:r w:rsidRPr="00D21D50">
                <w:rPr>
                  <w:szCs w:val="24"/>
                </w:rPr>
                <w:t>а)</w:t>
              </w:r>
            </w:fldSimple>
            <w:r w:rsidRPr="00D21D50">
              <w:rPr>
                <w:szCs w:val="24"/>
              </w:rPr>
              <w:t xml:space="preserve"> пункта </w:t>
            </w:r>
            <w:fldSimple w:instr=" REF _Ref401221543 \r \h  \* MERGEFORMAT ">
              <w:r w:rsidRPr="00D21D50">
                <w:rPr>
                  <w:szCs w:val="24"/>
                </w:rPr>
                <w:t>8.3</w:t>
              </w:r>
            </w:fldSimple>
            <w:r w:rsidRPr="00D21D50">
              <w:rPr>
                <w:szCs w:val="24"/>
              </w:rPr>
              <w:t xml:space="preserve"> настоящего раздела.</w:t>
            </w:r>
          </w:p>
          <w:p w:rsidR="00624BF6" w:rsidRPr="00D21D50" w:rsidRDefault="00624BF6" w:rsidP="0098529F">
            <w:pPr>
              <w:pStyle w:val="Times12"/>
              <w:numPr>
                <w:ilvl w:val="0"/>
                <w:numId w:val="15"/>
              </w:numPr>
              <w:tabs>
                <w:tab w:val="left" w:pos="1416"/>
              </w:tabs>
              <w:ind w:left="-2" w:firstLine="567"/>
              <w:rPr>
                <w:szCs w:val="24"/>
              </w:rPr>
            </w:pPr>
            <w:r w:rsidRPr="00D21D50">
              <w:rPr>
                <w:szCs w:val="24"/>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D21D50">
              <w:rPr>
                <w:rFonts w:ascii="Times New Roman" w:hAnsi="Times New Roman"/>
                <w:bCs/>
                <w:sz w:val="24"/>
                <w:szCs w:val="24"/>
              </w:rPr>
              <w:t>При уточнении заявок на участие в закупке организатором не допускается создание преимущественных условий участнику или нескольким участникам закупки. Предусмотренные подпунктом </w:t>
            </w:r>
            <w:fldSimple w:instr=" REF _Ref401221504 \r \h  \* MERGEFORMAT ">
              <w:r w:rsidRPr="00D21D50">
                <w:rPr>
                  <w:rFonts w:ascii="Times New Roman" w:hAnsi="Times New Roman"/>
                  <w:bCs/>
                  <w:sz w:val="24"/>
                  <w:szCs w:val="24"/>
                </w:rPr>
                <w:t>7.5.1</w:t>
              </w:r>
            </w:fldSimple>
            <w:r w:rsidRPr="00D21D50">
              <w:rPr>
                <w:rFonts w:ascii="Times New Roman" w:hAnsi="Times New Roman"/>
                <w:bCs/>
                <w:sz w:val="24"/>
                <w:szCs w:val="24"/>
              </w:rPr>
              <w:t xml:space="preserve"> настоящего раздела документы могут быть запрошены только единожды (в отношении каждого из документов).</w:t>
            </w:r>
          </w:p>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D21D50">
              <w:rPr>
                <w:rFonts w:ascii="Times New Roman" w:hAnsi="Times New Roman"/>
                <w:bCs/>
                <w:sz w:val="24"/>
                <w:szCs w:val="24"/>
              </w:rPr>
              <w:t>Не направляются участнику закупки запросы согласно пункту </w:t>
            </w:r>
            <w:fldSimple w:instr=" REF _Ref401221523 \r \h  \* MERGEFORMAT ">
              <w:r w:rsidRPr="00D21D50">
                <w:rPr>
                  <w:rFonts w:ascii="Times New Roman" w:hAnsi="Times New Roman"/>
                  <w:bCs/>
                  <w:sz w:val="24"/>
                  <w:szCs w:val="24"/>
                </w:rPr>
                <w:t>7.5</w:t>
              </w:r>
            </w:fldSimple>
            <w:r w:rsidRPr="00D21D50">
              <w:rPr>
                <w:rFonts w:ascii="Times New Roman" w:hAnsi="Times New Roman"/>
                <w:sz w:val="24"/>
                <w:szCs w:val="24"/>
                <w:lang w:eastAsia="ru-RU"/>
              </w:rPr>
              <w:t xml:space="preserve"> </w:t>
            </w:r>
            <w:r w:rsidRPr="00D21D50">
              <w:rPr>
                <w:rFonts w:ascii="Times New Roman" w:hAnsi="Times New Roman"/>
                <w:bCs/>
                <w:sz w:val="24"/>
                <w:szCs w:val="24"/>
              </w:rPr>
              <w:t>настоящего раздела, если в соответствии с пунктом </w:t>
            </w:r>
            <w:fldSimple w:instr=" REF _Ref401221543 \r \h  \* MERGEFORMAT ">
              <w:r w:rsidRPr="00D21D50">
                <w:rPr>
                  <w:rFonts w:ascii="Times New Roman" w:hAnsi="Times New Roman"/>
                  <w:bCs/>
                  <w:sz w:val="24"/>
                  <w:szCs w:val="24"/>
                </w:rPr>
                <w:t>8.3</w:t>
              </w:r>
            </w:fldSimple>
            <w:r w:rsidRPr="00D21D50">
              <w:rPr>
                <w:rFonts w:ascii="Times New Roman" w:hAnsi="Times New Roman"/>
                <w:sz w:val="24"/>
                <w:szCs w:val="24"/>
                <w:lang w:eastAsia="ru-RU"/>
              </w:rPr>
              <w:t xml:space="preserve"> </w:t>
            </w:r>
            <w:r w:rsidRPr="00D21D50">
              <w:rPr>
                <w:rFonts w:ascii="Times New Roman" w:hAnsi="Times New Roman"/>
                <w:bCs/>
                <w:sz w:val="24"/>
                <w:szCs w:val="24"/>
              </w:rPr>
              <w:t>настоящего раздела имеются также иные основания для отказа в допуске к участию в закупке такого участника.</w:t>
            </w:r>
          </w:p>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8" w:name="_Ref401221584"/>
            <w:r w:rsidRPr="00D21D50">
              <w:rPr>
                <w:rFonts w:ascii="Times New Roman" w:hAnsi="Times New Roman"/>
                <w:bCs/>
                <w:sz w:val="24"/>
                <w:szCs w:val="24"/>
              </w:rPr>
              <w:t>Решение комиссии об уточнении заявок на участие в закупке отражается в протоколе заседания  комиссии, который подписывается и размещается на официальном сайте и на ЭТП в течение 3 (трех) рабочих дней после заседания комиссии.</w:t>
            </w:r>
            <w:bookmarkEnd w:id="98"/>
          </w:p>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D21D50">
              <w:rPr>
                <w:rFonts w:ascii="Times New Roman" w:hAnsi="Times New Roman"/>
                <w:bCs/>
                <w:sz w:val="24"/>
                <w:szCs w:val="24"/>
              </w:rPr>
              <w:t>Запросы направляются участникам закупки после размещения на официальном сайте протокола, указанного в пункте </w:t>
            </w:r>
            <w:fldSimple w:instr=" REF _Ref401221584 \r \h  \* MERGEFORMAT ">
              <w:r w:rsidRPr="00D21D50">
                <w:rPr>
                  <w:rFonts w:ascii="Times New Roman" w:hAnsi="Times New Roman"/>
                  <w:bCs/>
                  <w:sz w:val="24"/>
                  <w:szCs w:val="24"/>
                </w:rPr>
                <w:t>7.8</w:t>
              </w:r>
            </w:fldSimple>
            <w:r w:rsidRPr="00D21D50">
              <w:rPr>
                <w:rFonts w:ascii="Times New Roman" w:hAnsi="Times New Roman"/>
                <w:bCs/>
                <w:sz w:val="24"/>
                <w:szCs w:val="24"/>
              </w:rPr>
              <w:t xml:space="preserve"> настоящего раздела. Направление организатором таких запросов и ответов участников на данные направленные запросы осуществляется с помощью программных и технических средств ЭТП. </w:t>
            </w:r>
          </w:p>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9" w:name="_Ref442085386"/>
            <w:r w:rsidRPr="00D21D50">
              <w:rPr>
                <w:rFonts w:ascii="Times New Roman" w:hAnsi="Times New Roman"/>
                <w:bCs/>
                <w:sz w:val="24"/>
                <w:szCs w:val="24"/>
              </w:rPr>
              <w:t>Срок уточнения участниками своих заявок на участие в закупке устанавливается одинаковый для всех участников и составляет 3 (три) рабочих дня.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w:t>
            </w:r>
            <w:r w:rsidRPr="00D21D50">
              <w:rPr>
                <w:rFonts w:ascii="Times New Roman" w:hAnsi="Times New Roman"/>
                <w:sz w:val="24"/>
                <w:szCs w:val="24"/>
                <w:lang w:eastAsia="ru-RU"/>
              </w:rPr>
              <w:t xml:space="preserve"> </w:t>
            </w:r>
            <w:r w:rsidRPr="00D21D50">
              <w:rPr>
                <w:rFonts w:ascii="Times New Roman" w:hAnsi="Times New Roman"/>
                <w:bCs/>
                <w:sz w:val="24"/>
                <w:szCs w:val="24"/>
              </w:rPr>
              <w:t>по основаниям пункта </w:t>
            </w:r>
            <w:fldSimple w:instr=" REF _Ref401221543 \r \h  \* MERGEFORMAT ">
              <w:r w:rsidRPr="00D21D50">
                <w:rPr>
                  <w:rFonts w:ascii="Times New Roman" w:hAnsi="Times New Roman"/>
                  <w:bCs/>
                  <w:sz w:val="24"/>
                  <w:szCs w:val="24"/>
                </w:rPr>
                <w:t>8.3</w:t>
              </w:r>
            </w:fldSimple>
            <w:r w:rsidRPr="00D21D50">
              <w:rPr>
                <w:rFonts w:ascii="Times New Roman" w:hAnsi="Times New Roman"/>
                <w:bCs/>
                <w:sz w:val="24"/>
                <w:szCs w:val="24"/>
              </w:rPr>
              <w:t xml:space="preserve"> настоящего раздела.</w:t>
            </w:r>
            <w:r w:rsidRPr="00D21D50">
              <w:rPr>
                <w:rFonts w:ascii="Times New Roman" w:hAnsi="Times New Roman"/>
                <w:sz w:val="24"/>
                <w:szCs w:val="24"/>
              </w:rPr>
              <w:t xml:space="preserve"> </w:t>
            </w:r>
            <w:bookmarkEnd w:id="99"/>
          </w:p>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D21D50">
              <w:rPr>
                <w:rFonts w:ascii="Times New Roman" w:hAnsi="Times New Roman"/>
                <w:bCs/>
                <w:sz w:val="24"/>
                <w:szCs w:val="24"/>
                <w:lang w:val="en-US"/>
              </w:rPr>
              <w:t>C</w:t>
            </w:r>
            <w:r w:rsidRPr="00D21D50">
              <w:rPr>
                <w:rFonts w:ascii="Times New Roman" w:hAnsi="Times New Roman"/>
                <w:bCs/>
                <w:sz w:val="24"/>
                <w:szCs w:val="24"/>
              </w:rPr>
              <w:t>роки проведения отборочной и (или) оценочной стадии, а также срок выбора победителя закупки продлеваются только по решению комиссии (с оформлением соответствующего протокола) или ее председателя (с оформлением документа о его единоличном решении), но в любом случае до истечения срока действия заявок на участие в закупке. Извещение о продлении сроков размещается на официальном сайте и ЭТП не позднее 1 (одного) рабочего дня, следующего после дня оформления данного решения, но не позднее первоначально установленного в извещении о проведении закупки и документации срока окончания соответствующей стадии рассмотрения заявок.</w:t>
            </w:r>
          </w:p>
          <w:p w:rsidR="00624BF6" w:rsidRPr="00D21D50" w:rsidRDefault="00624BF6" w:rsidP="0098529F">
            <w:pPr>
              <w:pStyle w:val="ListParagraph"/>
              <w:widowControl w:val="0"/>
              <w:numPr>
                <w:ilvl w:val="0"/>
                <w:numId w:val="37"/>
              </w:numPr>
              <w:tabs>
                <w:tab w:val="left" w:pos="1416"/>
              </w:tabs>
              <w:autoSpaceDE w:val="0"/>
              <w:autoSpaceDN w:val="0"/>
              <w:adjustRightInd w:val="0"/>
              <w:spacing w:after="0" w:line="240" w:lineRule="auto"/>
              <w:ind w:left="0" w:firstLine="567"/>
              <w:contextualSpacing w:val="0"/>
              <w:jc w:val="both"/>
            </w:pPr>
            <w:r w:rsidRPr="00D21D50">
              <w:rPr>
                <w:rFonts w:ascii="Times New Roman" w:hAnsi="Times New Roman"/>
                <w:bCs/>
                <w:sz w:val="24"/>
                <w:szCs w:val="24"/>
              </w:rPr>
              <w:t>Стадии проведения закупки (отборочная, оценочная, подведение итогов и выбор победителя) могут объединяться по решению комиссии. При этом оформляется единый протокол, который подписывается и размещается на официальном сайте и на ЭТП в течение 3 (трех) рабочих дней после заседания комиссии.</w:t>
            </w:r>
          </w:p>
        </w:tc>
      </w:tr>
      <w:tr w:rsidR="00624BF6" w:rsidRPr="00D21D50" w:rsidTr="00D91D15">
        <w:trPr>
          <w:trHeight w:val="388"/>
        </w:trPr>
        <w:tc>
          <w:tcPr>
            <w:tcW w:w="568" w:type="dxa"/>
          </w:tcPr>
          <w:p w:rsidR="00624BF6" w:rsidRPr="00D21D50" w:rsidRDefault="00624BF6" w:rsidP="0098529F">
            <w:pPr>
              <w:numPr>
                <w:ilvl w:val="0"/>
                <w:numId w:val="7"/>
              </w:numPr>
              <w:tabs>
                <w:tab w:val="num" w:pos="786"/>
              </w:tabs>
              <w:ind w:left="0" w:hanging="15"/>
              <w:jc w:val="center"/>
            </w:pPr>
            <w:bookmarkStart w:id="100" w:name="_Ref438711212"/>
          </w:p>
        </w:tc>
        <w:bookmarkEnd w:id="100"/>
        <w:tc>
          <w:tcPr>
            <w:tcW w:w="2268" w:type="dxa"/>
          </w:tcPr>
          <w:p w:rsidR="00624BF6" w:rsidRPr="00D21D50" w:rsidRDefault="00624BF6" w:rsidP="00D91D15">
            <w:pPr>
              <w:pStyle w:val="Times12"/>
              <w:ind w:firstLine="0"/>
            </w:pPr>
            <w:r w:rsidRPr="00D21D50">
              <w:t>Проведение отборочной стадии</w:t>
            </w:r>
          </w:p>
        </w:tc>
        <w:tc>
          <w:tcPr>
            <w:tcW w:w="12616" w:type="dxa"/>
          </w:tcPr>
          <w:p w:rsidR="00624BF6" w:rsidRPr="00D21D50" w:rsidRDefault="00624BF6" w:rsidP="0098529F">
            <w:pPr>
              <w:pStyle w:val="Times12"/>
              <w:numPr>
                <w:ilvl w:val="0"/>
                <w:numId w:val="19"/>
              </w:numPr>
              <w:tabs>
                <w:tab w:val="left" w:pos="1416"/>
              </w:tabs>
              <w:ind w:left="-2" w:firstLine="567"/>
            </w:pPr>
            <w:r w:rsidRPr="00D21D50">
              <w:t>В рамках отборочной стадии комиссия рассматривает заявки на соответствие требованиям, установленным документацией, и соответствие участников закупки установленным требованиям. Цель отборочной стадии — допуск к дальнейшему участию в закупке заявок, отвечающих требованиям документации, поданных участниками, отвечающими требованиям документации, и отклонение остальных.</w:t>
            </w:r>
          </w:p>
          <w:p w:rsidR="00624BF6" w:rsidRPr="00D21D50" w:rsidRDefault="00624BF6" w:rsidP="00D91D15">
            <w:pPr>
              <w:pStyle w:val="Times12"/>
              <w:tabs>
                <w:tab w:val="left" w:pos="1416"/>
              </w:tabs>
              <w:ind w:firstLine="397"/>
              <w:rPr>
                <w:szCs w:val="24"/>
              </w:rPr>
            </w:pPr>
            <w:r w:rsidRPr="00D21D50">
              <w:rPr>
                <w:szCs w:val="24"/>
              </w:rPr>
              <w:t>Отборочная стадия завершается в течение 20 дней после размещения на официальном сайте и на ЭТП протокола вскрытия конвертов или иного указанного в извещении о проведении закупки и документации срока.</w:t>
            </w:r>
          </w:p>
          <w:p w:rsidR="00624BF6" w:rsidRPr="00D21D50" w:rsidRDefault="00624BF6" w:rsidP="0098529F">
            <w:pPr>
              <w:pStyle w:val="Times12"/>
              <w:numPr>
                <w:ilvl w:val="0"/>
                <w:numId w:val="19"/>
              </w:numPr>
              <w:tabs>
                <w:tab w:val="left" w:pos="1416"/>
              </w:tabs>
              <w:ind w:left="-2" w:firstLine="567"/>
            </w:pPr>
            <w:bookmarkStart w:id="101" w:name="_Ref407364135"/>
            <w:r w:rsidRPr="00D21D50">
              <w:t>Критериями отбора при рассмотрении заявок являются:</w:t>
            </w:r>
            <w:bookmarkEnd w:id="101"/>
          </w:p>
          <w:p w:rsidR="00624BF6" w:rsidRPr="00D21D50" w:rsidRDefault="00624BF6" w:rsidP="0098529F">
            <w:pPr>
              <w:pStyle w:val="Times12"/>
              <w:numPr>
                <w:ilvl w:val="0"/>
                <w:numId w:val="20"/>
              </w:numPr>
              <w:ind w:left="-2" w:firstLine="567"/>
            </w:pPr>
            <w:r w:rsidRPr="00D21D50">
              <w:t>соответствие заявки требованиям документации по существу по своему составу, содержанию и оформлению;</w:t>
            </w:r>
          </w:p>
          <w:p w:rsidR="00624BF6" w:rsidRPr="00D21D50" w:rsidRDefault="00624BF6" w:rsidP="0098529F">
            <w:pPr>
              <w:pStyle w:val="Times12"/>
              <w:numPr>
                <w:ilvl w:val="0"/>
                <w:numId w:val="20"/>
              </w:numPr>
              <w:ind w:left="-2" w:firstLine="567"/>
            </w:pPr>
            <w:bookmarkStart w:id="102" w:name="_Ref407364133"/>
            <w:r w:rsidRPr="00D21D50">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bookmarkEnd w:id="102"/>
          </w:p>
          <w:p w:rsidR="00624BF6" w:rsidRPr="00D21D50" w:rsidRDefault="00624BF6" w:rsidP="0098529F">
            <w:pPr>
              <w:pStyle w:val="Times12"/>
              <w:numPr>
                <w:ilvl w:val="0"/>
                <w:numId w:val="20"/>
              </w:numPr>
              <w:ind w:left="-2" w:firstLine="567"/>
            </w:pPr>
            <w:r w:rsidRPr="00D21D50">
              <w:t>соответствие предлагаемой участником закупки продукции установленным требованиям;</w:t>
            </w:r>
          </w:p>
          <w:p w:rsidR="00624BF6" w:rsidRPr="00D21D50" w:rsidRDefault="00624BF6" w:rsidP="0098529F">
            <w:pPr>
              <w:pStyle w:val="Times12"/>
              <w:numPr>
                <w:ilvl w:val="0"/>
                <w:numId w:val="20"/>
              </w:numPr>
              <w:ind w:left="-2" w:firstLine="567"/>
            </w:pPr>
            <w:bookmarkStart w:id="103" w:name="_Ref456197692"/>
            <w:r w:rsidRPr="00D21D50">
              <w:t>соответствие предлагаемых участником закупки договорных условий (в том числе, непревышение цены заявки объявленной НМЦ договора) установленным требованиям;</w:t>
            </w:r>
            <w:bookmarkEnd w:id="103"/>
          </w:p>
          <w:p w:rsidR="00624BF6" w:rsidRPr="00D21D50" w:rsidRDefault="00624BF6" w:rsidP="0098529F">
            <w:pPr>
              <w:pStyle w:val="Times12"/>
              <w:numPr>
                <w:ilvl w:val="0"/>
                <w:numId w:val="20"/>
              </w:numPr>
              <w:ind w:left="-2" w:firstLine="567"/>
            </w:pPr>
            <w:bookmarkStart w:id="104" w:name="_Ref438496202"/>
            <w:r w:rsidRPr="00D21D50">
              <w:t>предоставление участником закупки требуемого обеспечения заявки (если требовалось).</w:t>
            </w:r>
            <w:r w:rsidRPr="00D21D50">
              <w:rPr>
                <w:bCs w:val="0"/>
                <w:szCs w:val="24"/>
              </w:rPr>
              <w:t xml:space="preserve"> </w:t>
            </w:r>
            <w:r w:rsidRPr="00D21D50">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 о проведении закупки, на день, предшествующий заседанию комиссии по проведению отборочной стадии. При отсутствии в составе заявки документа, подтверждающего предоставление обеспечения заявки</w:t>
            </w:r>
            <w:bookmarkStart w:id="105" w:name="_Hlt300574722"/>
            <w:bookmarkEnd w:id="105"/>
            <w:r w:rsidRPr="00D21D50">
              <w:t>, но поступлении денежных средств на условиях и в порядке, предусмотренным извещением о проведении закупки и пунктом </w:t>
            </w:r>
            <w:fldSimple w:instr=" REF _Ref317253528 \r \h  \* MERGEFORMAT ">
              <w:r w:rsidRPr="00D21D50">
                <w:t>4</w:t>
              </w:r>
            </w:fldSimple>
            <w:r w:rsidRPr="00D21D50">
              <w:t xml:space="preserve"> настоящего порядка, обеспечение заявки считается представленным надлежащим образом.</w:t>
            </w:r>
            <w:bookmarkEnd w:id="104"/>
          </w:p>
          <w:p w:rsidR="00624BF6" w:rsidRPr="00D21D50" w:rsidRDefault="00624BF6" w:rsidP="0098529F">
            <w:pPr>
              <w:pStyle w:val="Times12"/>
              <w:numPr>
                <w:ilvl w:val="0"/>
                <w:numId w:val="19"/>
              </w:numPr>
              <w:tabs>
                <w:tab w:val="left" w:pos="1416"/>
              </w:tabs>
              <w:ind w:left="-2" w:firstLine="567"/>
            </w:pPr>
            <w:bookmarkStart w:id="106" w:name="_Ref401221543"/>
            <w:r w:rsidRPr="00D21D50">
              <w:t>По итогам отборочной стадии комиссия в отношении каждого участника закупки принимает решение о допуске к дальнейшему участию в закупке, либо об отказе в допуске в соответствии с критериями отбора по следующим основаниям:</w:t>
            </w:r>
            <w:bookmarkEnd w:id="106"/>
          </w:p>
          <w:p w:rsidR="00624BF6" w:rsidRPr="00D21D50" w:rsidRDefault="00624BF6" w:rsidP="0098529F">
            <w:pPr>
              <w:pStyle w:val="Times12"/>
              <w:numPr>
                <w:ilvl w:val="0"/>
                <w:numId w:val="21"/>
              </w:numPr>
              <w:ind w:left="-2" w:firstLine="567"/>
            </w:pPr>
            <w:bookmarkStart w:id="107" w:name="_Ref442942415"/>
            <w:r w:rsidRPr="00D21D50">
              <w:t>несоответствие заявки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bookmarkEnd w:id="107"/>
          </w:p>
          <w:p w:rsidR="00624BF6" w:rsidRPr="00D21D50" w:rsidRDefault="00624BF6" w:rsidP="0098529F">
            <w:pPr>
              <w:pStyle w:val="Times12"/>
              <w:numPr>
                <w:ilvl w:val="0"/>
                <w:numId w:val="21"/>
              </w:numPr>
              <w:ind w:left="-2" w:firstLine="567"/>
            </w:pPr>
            <w:bookmarkStart w:id="108" w:name="_Ref438495756"/>
            <w:r w:rsidRPr="00D21D50">
              <w:t>несоответствие участника закупки</w:t>
            </w:r>
            <w:r w:rsidRPr="00D21D50">
              <w:rPr>
                <w:bCs w:val="0"/>
                <w:szCs w:val="24"/>
              </w:rPr>
              <w:t xml:space="preserve"> </w:t>
            </w:r>
            <w:r w:rsidRPr="00D21D50">
              <w:t>требованиям документации;</w:t>
            </w:r>
          </w:p>
          <w:p w:rsidR="00624BF6" w:rsidRPr="00D21D50" w:rsidRDefault="00624BF6" w:rsidP="0098529F">
            <w:pPr>
              <w:pStyle w:val="Times12"/>
              <w:numPr>
                <w:ilvl w:val="0"/>
                <w:numId w:val="21"/>
              </w:numPr>
              <w:ind w:left="-2" w:firstLine="567"/>
            </w:pPr>
            <w:bookmarkStart w:id="109" w:name="_Ref456690958"/>
            <w:r w:rsidRPr="00D21D50">
              <w:t>несоответствие субподрядчиков (соисполнителей), изготовителей (если требования к ним были установлены) требованиям документации;</w:t>
            </w:r>
            <w:bookmarkEnd w:id="108"/>
            <w:bookmarkEnd w:id="109"/>
          </w:p>
          <w:p w:rsidR="00624BF6" w:rsidRPr="00D21D50" w:rsidRDefault="00624BF6" w:rsidP="0098529F">
            <w:pPr>
              <w:pStyle w:val="Times12"/>
              <w:numPr>
                <w:ilvl w:val="0"/>
                <w:numId w:val="21"/>
              </w:numPr>
              <w:ind w:left="-2" w:firstLine="567"/>
            </w:pPr>
            <w:r w:rsidRPr="00D21D50">
              <w:t>несоответствие продукции, указанной в заявке на участие в закупке, требованиям документации;</w:t>
            </w:r>
          </w:p>
          <w:p w:rsidR="00624BF6" w:rsidRPr="00D21D50" w:rsidRDefault="00624BF6" w:rsidP="0098529F">
            <w:pPr>
              <w:pStyle w:val="Times12"/>
              <w:numPr>
                <w:ilvl w:val="0"/>
                <w:numId w:val="21"/>
              </w:numPr>
              <w:ind w:left="-2" w:firstLine="567"/>
            </w:pPr>
            <w:bookmarkStart w:id="110" w:name="_Ref456197649"/>
            <w:r w:rsidRPr="00D21D50">
              <w:t>несоответствие договорных условий, указанных в заявке на участие в закупке, требованиям документации, в том числе:</w:t>
            </w:r>
            <w:bookmarkEnd w:id="110"/>
          </w:p>
          <w:p w:rsidR="00624BF6" w:rsidRPr="00D21D50" w:rsidRDefault="00624BF6" w:rsidP="0098529F">
            <w:pPr>
              <w:pStyle w:val="Times12"/>
              <w:numPr>
                <w:ilvl w:val="0"/>
                <w:numId w:val="9"/>
              </w:numPr>
              <w:tabs>
                <w:tab w:val="left" w:pos="1416"/>
              </w:tabs>
              <w:ind w:left="0" w:firstLine="565"/>
            </w:pPr>
            <w:r w:rsidRPr="00D21D50">
              <w:t xml:space="preserve">наличие в такой заявке предложения о цене договора, превышающей НМЦ договора, НМЦ единицы товара, услуги, работы; </w:t>
            </w:r>
          </w:p>
          <w:p w:rsidR="00624BF6" w:rsidRPr="00D21D50" w:rsidRDefault="00624BF6" w:rsidP="0098529F">
            <w:pPr>
              <w:pStyle w:val="Times12"/>
              <w:numPr>
                <w:ilvl w:val="0"/>
                <w:numId w:val="9"/>
              </w:numPr>
              <w:tabs>
                <w:tab w:val="left" w:pos="1416"/>
              </w:tabs>
              <w:ind w:left="0" w:firstLine="565"/>
            </w:pPr>
            <w:r w:rsidRPr="00D21D50">
              <w:t>наличие предложения, ухудшающего условия по срокам поставки товара, выполнения работ или оказания услуг;</w:t>
            </w:r>
          </w:p>
          <w:p w:rsidR="00624BF6" w:rsidRPr="00D21D50" w:rsidRDefault="00624BF6" w:rsidP="0098529F">
            <w:pPr>
              <w:pStyle w:val="Times12"/>
              <w:numPr>
                <w:ilvl w:val="0"/>
                <w:numId w:val="21"/>
              </w:numPr>
              <w:ind w:left="-2" w:firstLine="567"/>
            </w:pPr>
            <w:bookmarkStart w:id="111" w:name="_Ref456197658"/>
            <w:r w:rsidRPr="00D21D50">
              <w:t>несоответствие размера, формы, условий или порядка предоставления обеспечения заявки (если требовалось),</w:t>
            </w:r>
            <w:r w:rsidRPr="00D21D50">
              <w:rPr>
                <w:bCs w:val="0"/>
                <w:szCs w:val="24"/>
              </w:rPr>
              <w:t xml:space="preserve"> </w:t>
            </w:r>
            <w:r w:rsidRPr="00D21D50">
              <w:t xml:space="preserve">за исключением случая, указанного в подпункте </w:t>
            </w:r>
            <w:fldSimple w:instr=" REF _Ref438496202 \r \h  \* MERGEFORMAT ">
              <w:r w:rsidRPr="00D21D50">
                <w:t>д)</w:t>
              </w:r>
            </w:fldSimple>
            <w:r w:rsidRPr="00D21D50">
              <w:t xml:space="preserve"> пункта </w:t>
            </w:r>
            <w:fldSimple w:instr=" REF _Ref407364135 \r \h  \* MERGEFORMAT ">
              <w:r w:rsidRPr="00D21D50">
                <w:t>8.2</w:t>
              </w:r>
            </w:fldSimple>
            <w:r w:rsidRPr="00D21D50">
              <w:t xml:space="preserve"> настоящего порядка.</w:t>
            </w:r>
            <w:bookmarkEnd w:id="111"/>
          </w:p>
          <w:p w:rsidR="00624BF6" w:rsidRPr="00D21D50" w:rsidRDefault="00624BF6" w:rsidP="0098529F">
            <w:pPr>
              <w:pStyle w:val="Times12"/>
              <w:numPr>
                <w:ilvl w:val="0"/>
                <w:numId w:val="19"/>
              </w:numPr>
              <w:tabs>
                <w:tab w:val="left" w:pos="1416"/>
              </w:tabs>
              <w:ind w:left="-2" w:firstLine="567"/>
            </w:pPr>
            <w:r w:rsidRPr="00D21D50">
              <w:t>Отказ в допуске к участию в закупке по иным основаниям, кроме предусмотренных пунктом </w:t>
            </w:r>
            <w:fldSimple w:instr=" REF _Ref401221543 \r \h  \* MERGEFORMAT ">
              <w:r w:rsidRPr="00D21D50">
                <w:t>8.3</w:t>
              </w:r>
            </w:fldSimple>
            <w:r w:rsidRPr="00D21D50">
              <w:t>, не допускается.</w:t>
            </w:r>
          </w:p>
          <w:p w:rsidR="00624BF6" w:rsidRPr="00D21D50" w:rsidRDefault="00624BF6" w:rsidP="0098529F">
            <w:pPr>
              <w:pStyle w:val="Times12"/>
              <w:numPr>
                <w:ilvl w:val="0"/>
                <w:numId w:val="19"/>
              </w:numPr>
              <w:tabs>
                <w:tab w:val="left" w:pos="1416"/>
              </w:tabs>
              <w:ind w:left="-2" w:firstLine="567"/>
            </w:pPr>
            <w:r w:rsidRPr="00D21D50">
              <w:t>При проведении конкурса/ запроса предложений протокол заседания комиссии по рассмотрению заявок на отборочной стадии оформляется, подписывается и размещается на официальном сайте и на ЭТП в течение 3 (трех) рабочих дней после заседания комиссии.</w:t>
            </w:r>
          </w:p>
          <w:p w:rsidR="00624BF6" w:rsidRPr="00D21D50" w:rsidRDefault="00624BF6" w:rsidP="0098529F">
            <w:pPr>
              <w:pStyle w:val="Times12"/>
              <w:numPr>
                <w:ilvl w:val="0"/>
                <w:numId w:val="19"/>
              </w:numPr>
              <w:tabs>
                <w:tab w:val="left" w:pos="1416"/>
              </w:tabs>
              <w:ind w:left="-2" w:firstLine="567"/>
            </w:pPr>
            <w:r w:rsidRPr="00D21D50">
              <w:t>При проведении запроса цен после принятия решения о допуске участников комиссия на том же заседании ранжирует заявки по цене, начиная с наименьшей. При равенстве цен заявок различных участников лучшее (более высокое) место в ранжировке получает участник, который раньше подал заявку на участие в запросе цен. Победителем запроса цен считается участник, предложивший минимальную цену и которому присвоено первое место. Протокол заседания комиссии по рассмотрению заявок на участие в запросе цен на отборочной стадии и подведению итогов запроса цен подписывается и размещается на официальном сайте и на ЭТП в течение 3 (трех) рабочих дней после заседания комиссии.</w:t>
            </w:r>
          </w:p>
          <w:p w:rsidR="00624BF6" w:rsidRPr="00D21D50" w:rsidRDefault="00624BF6" w:rsidP="0098529F">
            <w:pPr>
              <w:pStyle w:val="Times12"/>
              <w:numPr>
                <w:ilvl w:val="0"/>
                <w:numId w:val="19"/>
              </w:numPr>
              <w:tabs>
                <w:tab w:val="left" w:pos="1416"/>
              </w:tabs>
              <w:ind w:left="-2" w:firstLine="567"/>
              <w:rPr>
                <w:szCs w:val="24"/>
              </w:rPr>
            </w:pPr>
            <w:r w:rsidRPr="00D21D50">
              <w:t>Любой участник закупки после размещения протокола заседания комиссии по рассмотрению заявок на отборочной стадии</w:t>
            </w:r>
            <w:r w:rsidRPr="00D21D50" w:rsidDel="00203229">
              <w:t xml:space="preserve"> </w:t>
            </w:r>
            <w:r w:rsidRPr="00D21D50">
              <w:t>вправе направить организатору запрос о разъяснении причин отказа ему в допуске к участию в закупке. Организатор в течение 3 (трех) рабочих дней со дня поступления такого запроса обязан предоставить участнику закупки в письменной форме соответствующие разъяснения.</w:t>
            </w:r>
          </w:p>
        </w:tc>
      </w:tr>
      <w:tr w:rsidR="00624BF6" w:rsidRPr="00D21D50" w:rsidTr="00D91D15">
        <w:trPr>
          <w:trHeight w:val="388"/>
        </w:trPr>
        <w:tc>
          <w:tcPr>
            <w:tcW w:w="568" w:type="dxa"/>
          </w:tcPr>
          <w:p w:rsidR="00624BF6" w:rsidRPr="00D21D50" w:rsidRDefault="00624BF6" w:rsidP="0098529F">
            <w:pPr>
              <w:numPr>
                <w:ilvl w:val="0"/>
                <w:numId w:val="7"/>
              </w:numPr>
              <w:tabs>
                <w:tab w:val="num" w:pos="786"/>
              </w:tabs>
              <w:ind w:left="0" w:hanging="15"/>
              <w:jc w:val="center"/>
            </w:pPr>
            <w:bookmarkStart w:id="112" w:name="_Ref438710973"/>
          </w:p>
        </w:tc>
        <w:bookmarkEnd w:id="112"/>
        <w:tc>
          <w:tcPr>
            <w:tcW w:w="2268" w:type="dxa"/>
          </w:tcPr>
          <w:p w:rsidR="00624BF6" w:rsidRPr="00D21D50" w:rsidRDefault="00624BF6" w:rsidP="00D91D15">
            <w:pPr>
              <w:pStyle w:val="Times12"/>
              <w:ind w:firstLine="0"/>
            </w:pPr>
            <w:r w:rsidRPr="00D21D50">
              <w:rPr>
                <w:spacing w:val="-6"/>
                <w:szCs w:val="24"/>
              </w:rPr>
              <w:t>Проведение переговоров с участниками запроса предложений</w:t>
            </w:r>
          </w:p>
        </w:tc>
        <w:tc>
          <w:tcPr>
            <w:tcW w:w="12616" w:type="dxa"/>
          </w:tcPr>
          <w:p w:rsidR="00624BF6" w:rsidRPr="00D21D50" w:rsidRDefault="00624BF6" w:rsidP="0098529F">
            <w:pPr>
              <w:pStyle w:val="Times12"/>
              <w:numPr>
                <w:ilvl w:val="0"/>
                <w:numId w:val="38"/>
              </w:numPr>
              <w:tabs>
                <w:tab w:val="left" w:pos="1416"/>
              </w:tabs>
              <w:ind w:left="0" w:firstLine="566"/>
            </w:pPr>
            <w:r w:rsidRPr="00D21D50">
              <w:t>В любой момент после проведения отборочной стадии рассмотрения заявок на участие в запросе предложений, но до проведения (при необходимости) процедуры переторжки, по решению комиссии, проводятся переговоры с допущенными участниками, если проведение таких переговоров предусмотрено Стандартом и указано в документации. Переговоры проводятся комиссией. В случае, если были привлечены эксперты (экспертный совет), такие эксперты (отдельные представители экспертного совета) также привлекаются к проведению переговоров. Переговоры проводятся в отношении любых аспектов заявок участников запроса предложений в целях разъяснений заявок либо их улучшения в интересах заказчика, кроме изменения цены предложений</w:t>
            </w:r>
            <w:r w:rsidRPr="00D21D50">
              <w:rPr>
                <w:bCs w:val="0"/>
                <w:sz w:val="28"/>
                <w:szCs w:val="24"/>
              </w:rPr>
              <w:t xml:space="preserve"> </w:t>
            </w:r>
            <w:r w:rsidRPr="00D21D50">
              <w:t>и предмета закупки.</w:t>
            </w:r>
          </w:p>
          <w:p w:rsidR="00624BF6" w:rsidRPr="00D21D50" w:rsidRDefault="00624BF6" w:rsidP="0098529F">
            <w:pPr>
              <w:pStyle w:val="Times12"/>
              <w:numPr>
                <w:ilvl w:val="0"/>
                <w:numId w:val="38"/>
              </w:numPr>
              <w:tabs>
                <w:tab w:val="left" w:pos="1416"/>
              </w:tabs>
              <w:ind w:left="0" w:firstLine="566"/>
            </w:pPr>
            <w:r w:rsidRPr="00D21D50">
              <w:t>Переговоры проводятся со всеми участниками запроса предложений, прошедшими отборочную стадию. Проведение более одного раунда переговоров не допускается.</w:t>
            </w:r>
          </w:p>
          <w:p w:rsidR="00624BF6" w:rsidRPr="00D21D50" w:rsidRDefault="00624BF6" w:rsidP="0098529F">
            <w:pPr>
              <w:pStyle w:val="Times12"/>
              <w:numPr>
                <w:ilvl w:val="0"/>
                <w:numId w:val="38"/>
              </w:numPr>
              <w:tabs>
                <w:tab w:val="left" w:pos="1416"/>
              </w:tabs>
              <w:ind w:left="0" w:firstLine="566"/>
            </w:pPr>
            <w:r w:rsidRPr="00D21D50">
              <w:t>Переговоры с каждым из участников оформляются отдельным протоколом. Данный протокол подписывается организатором, присутствующими на переговорах членами комиссии и участником запроса предложений. Все такие протоколы размещаются одновременно на официальном сайте и на ЭТП в течение 1 (одного) рабочего дня после завершения переговоров со всеми допущенными участниками.</w:t>
            </w:r>
          </w:p>
          <w:p w:rsidR="00624BF6" w:rsidRPr="00D21D50" w:rsidRDefault="00624BF6" w:rsidP="0098529F">
            <w:pPr>
              <w:pStyle w:val="Times12"/>
              <w:numPr>
                <w:ilvl w:val="0"/>
                <w:numId w:val="38"/>
              </w:numPr>
              <w:tabs>
                <w:tab w:val="left" w:pos="1416"/>
              </w:tabs>
              <w:ind w:left="0" w:firstLine="566"/>
            </w:pPr>
            <w:r w:rsidRPr="00D21D50">
              <w:t>Организатор запрашивает у всех участников, с которыми проводились переговоры, окончательные предложения.</w:t>
            </w:r>
          </w:p>
          <w:p w:rsidR="00624BF6" w:rsidRPr="00D21D50" w:rsidRDefault="00624BF6" w:rsidP="0098529F">
            <w:pPr>
              <w:pStyle w:val="Times12"/>
              <w:numPr>
                <w:ilvl w:val="0"/>
                <w:numId w:val="38"/>
              </w:numPr>
              <w:tabs>
                <w:tab w:val="left" w:pos="1416"/>
              </w:tabs>
              <w:ind w:left="0" w:firstLine="566"/>
            </w:pPr>
            <w:r w:rsidRPr="00D21D50">
              <w:t>Участник запроса предложений вправе отказаться от участия в переговорах или не подавать окончательное предложение. В этом случае его заявка остается действующей на первоначальных условиях.</w:t>
            </w:r>
          </w:p>
        </w:tc>
      </w:tr>
      <w:tr w:rsidR="00624BF6" w:rsidRPr="00D21D50" w:rsidTr="00D91D15">
        <w:trPr>
          <w:trHeight w:val="388"/>
        </w:trPr>
        <w:tc>
          <w:tcPr>
            <w:tcW w:w="568" w:type="dxa"/>
          </w:tcPr>
          <w:p w:rsidR="00624BF6" w:rsidRPr="00D21D50" w:rsidRDefault="00624BF6" w:rsidP="0098529F">
            <w:pPr>
              <w:numPr>
                <w:ilvl w:val="0"/>
                <w:numId w:val="7"/>
              </w:numPr>
              <w:tabs>
                <w:tab w:val="num" w:pos="786"/>
              </w:tabs>
              <w:ind w:left="0" w:hanging="15"/>
              <w:jc w:val="center"/>
            </w:pPr>
            <w:bookmarkStart w:id="113" w:name="_Ref438711455"/>
          </w:p>
        </w:tc>
        <w:bookmarkEnd w:id="113"/>
        <w:tc>
          <w:tcPr>
            <w:tcW w:w="2268" w:type="dxa"/>
          </w:tcPr>
          <w:p w:rsidR="00624BF6" w:rsidRPr="00D21D50" w:rsidRDefault="00624BF6" w:rsidP="00D91D15">
            <w:pPr>
              <w:pStyle w:val="Times12"/>
              <w:ind w:left="45" w:right="153" w:firstLine="0"/>
              <w:jc w:val="left"/>
              <w:rPr>
                <w:spacing w:val="-6"/>
                <w:szCs w:val="24"/>
              </w:rPr>
            </w:pPr>
            <w:r w:rsidRPr="00D21D50">
              <w:rPr>
                <w:spacing w:val="-6"/>
                <w:szCs w:val="24"/>
              </w:rPr>
              <w:t>Переторжка (для конкурса, запроса предложений)</w:t>
            </w:r>
          </w:p>
        </w:tc>
        <w:tc>
          <w:tcPr>
            <w:tcW w:w="12616" w:type="dxa"/>
          </w:tcPr>
          <w:p w:rsidR="00624BF6" w:rsidRPr="00D21D50" w:rsidRDefault="00624BF6" w:rsidP="0098529F">
            <w:pPr>
              <w:pStyle w:val="Times12"/>
              <w:numPr>
                <w:ilvl w:val="0"/>
                <w:numId w:val="22"/>
              </w:numPr>
              <w:tabs>
                <w:tab w:val="left" w:pos="70"/>
                <w:tab w:val="left" w:pos="1416"/>
              </w:tabs>
              <w:ind w:left="0" w:firstLine="495"/>
              <w:rPr>
                <w:spacing w:val="-6"/>
                <w:szCs w:val="28"/>
              </w:rPr>
            </w:pPr>
            <w:r w:rsidRPr="00D21D50">
              <w:rPr>
                <w:spacing w:val="-6"/>
                <w:szCs w:val="28"/>
              </w:rPr>
              <w:t>Переторжка проводится по решению комиссии, если извещением</w:t>
            </w:r>
            <w:r w:rsidRPr="00D21D50">
              <w:rPr>
                <w:bCs w:val="0"/>
                <w:szCs w:val="24"/>
              </w:rPr>
              <w:t xml:space="preserve"> </w:t>
            </w:r>
            <w:r w:rsidRPr="00D21D50">
              <w:rPr>
                <w:spacing w:val="-6"/>
                <w:szCs w:val="28"/>
              </w:rPr>
              <w:t>о проведении закупки предусмотрена возможность проведения процедуры переторжки.</w:t>
            </w:r>
          </w:p>
          <w:p w:rsidR="00624BF6" w:rsidRPr="00D21D50" w:rsidRDefault="00624BF6" w:rsidP="00D91D15">
            <w:pPr>
              <w:pStyle w:val="Times12"/>
              <w:tabs>
                <w:tab w:val="left" w:pos="70"/>
                <w:tab w:val="left" w:pos="1416"/>
              </w:tabs>
              <w:ind w:firstLine="707"/>
              <w:rPr>
                <w:spacing w:val="-6"/>
                <w:szCs w:val="28"/>
              </w:rPr>
            </w:pPr>
            <w:r w:rsidRPr="00D21D50">
              <w:rPr>
                <w:spacing w:val="-6"/>
                <w:szCs w:val="28"/>
              </w:rPr>
              <w:t>Решение о проведении переторжки оформляется протоколом, в котором указывается форма переторжки, параметры по которым она проводится (для переторжки в заочной форме).</w:t>
            </w:r>
          </w:p>
          <w:p w:rsidR="00624BF6" w:rsidRPr="00D21D50" w:rsidRDefault="00624BF6" w:rsidP="00D91D15">
            <w:pPr>
              <w:pStyle w:val="Times12"/>
              <w:tabs>
                <w:tab w:val="left" w:pos="70"/>
                <w:tab w:val="left" w:pos="1416"/>
              </w:tabs>
              <w:ind w:right="153" w:firstLine="707"/>
              <w:rPr>
                <w:spacing w:val="-6"/>
                <w:szCs w:val="28"/>
              </w:rPr>
            </w:pPr>
            <w:r w:rsidRPr="00D21D50">
              <w:rPr>
                <w:spacing w:val="-6"/>
                <w:szCs w:val="28"/>
              </w:rPr>
              <w:t>Данный протокол оформляется, подписывается и размещается на официальном сайте и на ЭТП в течение 3 (трех) рабочих дней после заседания комиссии.</w:t>
            </w:r>
          </w:p>
          <w:p w:rsidR="00624BF6" w:rsidRPr="00D21D50" w:rsidRDefault="00624BF6" w:rsidP="0098529F">
            <w:pPr>
              <w:pStyle w:val="Times12"/>
              <w:numPr>
                <w:ilvl w:val="0"/>
                <w:numId w:val="22"/>
              </w:numPr>
              <w:tabs>
                <w:tab w:val="left" w:pos="70"/>
                <w:tab w:val="left" w:pos="1416"/>
              </w:tabs>
              <w:ind w:left="0" w:right="153" w:firstLine="495"/>
              <w:rPr>
                <w:spacing w:val="-6"/>
                <w:szCs w:val="28"/>
              </w:rPr>
            </w:pPr>
            <w:r w:rsidRPr="00D21D50">
              <w:rPr>
                <w:spacing w:val="-6"/>
                <w:szCs w:val="28"/>
              </w:rPr>
              <w:t>Переторжка проводится:</w:t>
            </w:r>
          </w:p>
          <w:p w:rsidR="00624BF6" w:rsidRPr="00D21D50" w:rsidRDefault="00624BF6" w:rsidP="00D91D15">
            <w:pPr>
              <w:pStyle w:val="Times12"/>
              <w:tabs>
                <w:tab w:val="left" w:pos="70"/>
                <w:tab w:val="left" w:pos="1416"/>
              </w:tabs>
              <w:ind w:firstLine="707"/>
              <w:rPr>
                <w:spacing w:val="-6"/>
                <w:szCs w:val="28"/>
              </w:rPr>
            </w:pPr>
            <w:r w:rsidRPr="00D21D50">
              <w:rPr>
                <w:spacing w:val="-6"/>
                <w:szCs w:val="28"/>
              </w:rPr>
              <w:t>- в заочной форме (когда допущенные участники закупки могут повысить предпочтительность своих заявок по параметрам, определенным комиссией, при условии сохранения остальных положений заявки без изменений: снизить первоначальную (указанную в заявке) цену либо уменьшить сроки поставки продукции, либо снизить размер аванса);</w:t>
            </w:r>
          </w:p>
          <w:p w:rsidR="00624BF6" w:rsidRPr="00D21D50" w:rsidRDefault="00624BF6" w:rsidP="00D91D15">
            <w:pPr>
              <w:pStyle w:val="Times12"/>
              <w:tabs>
                <w:tab w:val="left" w:pos="70"/>
                <w:tab w:val="left" w:pos="1416"/>
              </w:tabs>
              <w:ind w:firstLine="707"/>
              <w:rPr>
                <w:spacing w:val="-6"/>
                <w:szCs w:val="28"/>
              </w:rPr>
            </w:pPr>
            <w:r w:rsidRPr="00D21D50">
              <w:rPr>
                <w:spacing w:val="-6"/>
                <w:szCs w:val="28"/>
              </w:rPr>
              <w:t>- в режиме реального времени (когда допущенные участники закупки могут повысить предпочтительность своих заявок путем снижения первоначальной (указанной в заявке) цены при условии сохранения остальных положений заявки без изменений).</w:t>
            </w:r>
          </w:p>
          <w:p w:rsidR="00624BF6" w:rsidRPr="00D21D50" w:rsidRDefault="00624BF6" w:rsidP="0098529F">
            <w:pPr>
              <w:pStyle w:val="Times12"/>
              <w:numPr>
                <w:ilvl w:val="0"/>
                <w:numId w:val="22"/>
              </w:numPr>
              <w:tabs>
                <w:tab w:val="left" w:pos="70"/>
                <w:tab w:val="left" w:pos="1416"/>
              </w:tabs>
              <w:ind w:left="0" w:firstLine="495"/>
              <w:rPr>
                <w:spacing w:val="-6"/>
                <w:szCs w:val="28"/>
              </w:rPr>
            </w:pPr>
            <w:r w:rsidRPr="00D21D50">
              <w:rPr>
                <w:spacing w:val="-6"/>
                <w:szCs w:val="28"/>
              </w:rPr>
              <w:t>Количество переторжек не ограничено. При этом срок проведения всех переторжек не должен превышать 7 (семь) рабочих дней с даты размещения на официальном сайте и ЭТП протокола заседания комиссии по рассмотрению заявок на отборочной стадии, содержащего решение о проведении переторжки.</w:t>
            </w:r>
          </w:p>
          <w:p w:rsidR="00624BF6" w:rsidRPr="00D21D50" w:rsidRDefault="00624BF6" w:rsidP="0098529F">
            <w:pPr>
              <w:pStyle w:val="Times12"/>
              <w:numPr>
                <w:ilvl w:val="0"/>
                <w:numId w:val="22"/>
              </w:numPr>
              <w:tabs>
                <w:tab w:val="left" w:pos="70"/>
                <w:tab w:val="left" w:pos="1416"/>
              </w:tabs>
              <w:ind w:left="0" w:firstLine="495"/>
              <w:rPr>
                <w:spacing w:val="-6"/>
                <w:szCs w:val="28"/>
              </w:rPr>
            </w:pPr>
            <w:r w:rsidRPr="00D21D50">
              <w:rPr>
                <w:spacing w:val="-6"/>
                <w:szCs w:val="28"/>
              </w:rPr>
              <w:t>Дата проведения переторжки устанавливается не ранее второго рабочего дня после размещения на официальном сайте протокола, содержащего решение о проведении переторжки, а начало проведения переторжки устанавливается в рабочее время по местному времени организатора.</w:t>
            </w:r>
          </w:p>
          <w:p w:rsidR="00624BF6" w:rsidRPr="00D21D50" w:rsidRDefault="00624BF6" w:rsidP="0098529F">
            <w:pPr>
              <w:pStyle w:val="Times12"/>
              <w:numPr>
                <w:ilvl w:val="0"/>
                <w:numId w:val="22"/>
              </w:numPr>
              <w:tabs>
                <w:tab w:val="left" w:pos="70"/>
                <w:tab w:val="left" w:pos="1416"/>
              </w:tabs>
              <w:ind w:left="0" w:firstLine="495"/>
              <w:rPr>
                <w:spacing w:val="-6"/>
                <w:szCs w:val="28"/>
              </w:rPr>
            </w:pPr>
            <w:r w:rsidRPr="00D21D50">
              <w:rPr>
                <w:spacing w:val="-6"/>
                <w:szCs w:val="28"/>
              </w:rPr>
              <w:t>Форма, 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размещения на официальном сайте и ЭТП протокола, содержащего решение о проведении переторжки.</w:t>
            </w:r>
          </w:p>
          <w:p w:rsidR="00624BF6" w:rsidRPr="00D21D50" w:rsidRDefault="00624BF6" w:rsidP="0098529F">
            <w:pPr>
              <w:pStyle w:val="Times12"/>
              <w:numPr>
                <w:ilvl w:val="0"/>
                <w:numId w:val="22"/>
              </w:numPr>
              <w:tabs>
                <w:tab w:val="left" w:pos="70"/>
                <w:tab w:val="left" w:pos="1416"/>
              </w:tabs>
              <w:ind w:left="0" w:firstLine="495"/>
              <w:rPr>
                <w:spacing w:val="-6"/>
                <w:szCs w:val="28"/>
              </w:rPr>
            </w:pPr>
            <w:r w:rsidRPr="00D21D50">
              <w:rPr>
                <w:spacing w:val="-6"/>
                <w:szCs w:val="28"/>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624BF6" w:rsidRPr="00D21D50" w:rsidRDefault="00624BF6" w:rsidP="00D91D15">
            <w:pPr>
              <w:pStyle w:val="Times12"/>
              <w:tabs>
                <w:tab w:val="left" w:pos="70"/>
                <w:tab w:val="left" w:pos="1416"/>
              </w:tabs>
              <w:ind w:firstLine="707"/>
              <w:rPr>
                <w:spacing w:val="-6"/>
                <w:szCs w:val="28"/>
              </w:rPr>
            </w:pPr>
            <w:r w:rsidRPr="00D21D50">
              <w:rPr>
                <w:spacing w:val="-6"/>
                <w:szCs w:val="28"/>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624BF6" w:rsidRPr="00D21D50" w:rsidRDefault="00624BF6" w:rsidP="0098529F">
            <w:pPr>
              <w:pStyle w:val="Times12"/>
              <w:numPr>
                <w:ilvl w:val="0"/>
                <w:numId w:val="22"/>
              </w:numPr>
              <w:tabs>
                <w:tab w:val="left" w:pos="70"/>
                <w:tab w:val="left" w:pos="1416"/>
              </w:tabs>
              <w:ind w:left="0" w:right="70" w:firstLine="495"/>
              <w:rPr>
                <w:spacing w:val="-6"/>
                <w:szCs w:val="28"/>
              </w:rPr>
            </w:pPr>
            <w:r w:rsidRPr="00D21D50">
              <w:rPr>
                <w:spacing w:val="-6"/>
                <w:szCs w:val="28"/>
              </w:rPr>
              <w:t>Условия договора, по которым возможно проведение переторжки в заочной форме, указываются в документации.</w:t>
            </w:r>
          </w:p>
          <w:p w:rsidR="00624BF6" w:rsidRPr="00D21D50" w:rsidRDefault="00624BF6" w:rsidP="0098529F">
            <w:pPr>
              <w:pStyle w:val="Times12"/>
              <w:numPr>
                <w:ilvl w:val="0"/>
                <w:numId w:val="22"/>
              </w:numPr>
              <w:tabs>
                <w:tab w:val="left" w:pos="70"/>
                <w:tab w:val="left" w:pos="1416"/>
              </w:tabs>
              <w:ind w:left="0" w:right="70" w:firstLine="495"/>
              <w:rPr>
                <w:spacing w:val="-6"/>
                <w:szCs w:val="28"/>
              </w:rPr>
            </w:pPr>
            <w:r w:rsidRPr="00D21D50">
              <w:rPr>
                <w:spacing w:val="-6"/>
                <w:szCs w:val="28"/>
              </w:rPr>
              <w:t>При проведении переторжки в заочной форме допущенные участники закупки к установленному организатором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(документы в бумажной форме не предоставляются). Участник вправе отозвать поданное предложение с новыми условиями в любое время до окончания срока подачи предложений с новыми условиями.</w:t>
            </w:r>
          </w:p>
          <w:p w:rsidR="00624BF6" w:rsidRPr="00D21D50" w:rsidRDefault="00624BF6" w:rsidP="00D91D15">
            <w:pPr>
              <w:pStyle w:val="Times12"/>
              <w:tabs>
                <w:tab w:val="left" w:pos="70"/>
                <w:tab w:val="left" w:pos="1416"/>
              </w:tabs>
              <w:ind w:left="70" w:right="70" w:firstLine="637"/>
              <w:rPr>
                <w:spacing w:val="-6"/>
                <w:szCs w:val="28"/>
              </w:rPr>
            </w:pPr>
            <w:r w:rsidRPr="00D21D50">
              <w:rPr>
                <w:spacing w:val="-6"/>
                <w:szCs w:val="28"/>
              </w:rPr>
              <w:t>Открытие доступа к предложениям, поданным на переторжку, проводится в порядке, предусмотренном пунктом </w:t>
            </w:r>
            <w:fldSimple w:instr=" REF _Ref401300807 \r \h  \* MERGEFORMAT ">
              <w:r w:rsidRPr="00D21D50">
                <w:t>5</w:t>
              </w:r>
            </w:fldSimple>
            <w:r w:rsidRPr="00D21D50">
              <w:rPr>
                <w:spacing w:val="-6"/>
                <w:szCs w:val="28"/>
              </w:rPr>
              <w:t xml:space="preserve"> настоящей части с оформлением аналогичного протокола и его размещением на официальном сайте и на ЭТП в такие же сроки.</w:t>
            </w:r>
          </w:p>
          <w:p w:rsidR="00624BF6" w:rsidRPr="00D21D50" w:rsidRDefault="00624BF6" w:rsidP="0098529F">
            <w:pPr>
              <w:pStyle w:val="Times12"/>
              <w:numPr>
                <w:ilvl w:val="0"/>
                <w:numId w:val="22"/>
              </w:numPr>
              <w:tabs>
                <w:tab w:val="left" w:pos="70"/>
                <w:tab w:val="left" w:pos="1416"/>
              </w:tabs>
              <w:ind w:left="0" w:right="70" w:firstLine="495"/>
              <w:rPr>
                <w:spacing w:val="-6"/>
                <w:szCs w:val="28"/>
              </w:rPr>
            </w:pPr>
            <w:r w:rsidRPr="00D21D50">
              <w:rPr>
                <w:spacing w:val="-6"/>
                <w:szCs w:val="28"/>
              </w:rPr>
              <w:t xml:space="preserve">При проведении переторжки в режиме реального времени в период с момента начала переторжки на ЭТП участник закупки, желающий повысить предпочтительность своей заявки, должен заявить на ЭТП в режиме реального времени новую цену договора. Снижение цены договора может производиться участником закупки поэтапно до момента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w:t>
            </w:r>
          </w:p>
          <w:p w:rsidR="00624BF6" w:rsidRPr="00D21D50" w:rsidRDefault="00624BF6" w:rsidP="00D91D15">
            <w:pPr>
              <w:pStyle w:val="Times12"/>
              <w:tabs>
                <w:tab w:val="left" w:pos="70"/>
                <w:tab w:val="left" w:pos="1416"/>
              </w:tabs>
              <w:ind w:firstLine="707"/>
              <w:rPr>
                <w:spacing w:val="-6"/>
                <w:szCs w:val="28"/>
              </w:rPr>
            </w:pPr>
            <w:r w:rsidRPr="00D21D50">
              <w:rPr>
                <w:spacing w:val="-6"/>
                <w:szCs w:val="28"/>
              </w:rPr>
              <w:t xml:space="preserve">При проведении переторжки в режиме реального времени на ЭТП устанавливается минимальное время приема предложений участников о цене договора, составляющее один час. Если до окончания переторжки остается менее 10 (десяти) минут и в этот период поступает ценовое предложение, то переторжка продлевается на 10 (десять) минут с момента подачи такого предложения. По окончании рабочего дня (18 часов по месту нахождения организатора) переторжка в режиме реального времени при помощи программных и технических средств ЭТП приостанавливается до следующего рабочего дня (9 часов по месту нахождения организатора). Если в течение 10 (десяти) минут с момента продления процедуры переторжки ни одного предложения о более низкой цене договора не поступило, процедура переторжки автоматически, при помощи программных и технических средств ЭТП, обеспечивающих ее проведение, завершается. </w:t>
            </w:r>
          </w:p>
          <w:p w:rsidR="00624BF6" w:rsidRPr="00D21D50" w:rsidRDefault="00624BF6" w:rsidP="00D91D15">
            <w:pPr>
              <w:pStyle w:val="Times12"/>
              <w:tabs>
                <w:tab w:val="left" w:pos="70"/>
                <w:tab w:val="left" w:pos="1416"/>
              </w:tabs>
              <w:ind w:firstLine="707"/>
              <w:rPr>
                <w:spacing w:val="-6"/>
                <w:szCs w:val="28"/>
              </w:rPr>
            </w:pPr>
            <w:r w:rsidRPr="00D21D50">
              <w:rPr>
                <w:spacing w:val="-6"/>
                <w:szCs w:val="28"/>
              </w:rPr>
              <w:t xml:space="preserve">Сведения о ходе переторжки должны быть доступны на ЭТП всем допущенным участникам закупки. </w:t>
            </w:r>
          </w:p>
          <w:p w:rsidR="00624BF6" w:rsidRPr="00D21D50" w:rsidRDefault="00624BF6" w:rsidP="00D91D15">
            <w:pPr>
              <w:pStyle w:val="Times12"/>
              <w:tabs>
                <w:tab w:val="left" w:pos="70"/>
                <w:tab w:val="left" w:pos="1416"/>
              </w:tabs>
              <w:ind w:firstLine="707"/>
              <w:rPr>
                <w:spacing w:val="-6"/>
                <w:szCs w:val="28"/>
              </w:rPr>
            </w:pPr>
            <w:r w:rsidRPr="00D21D50">
              <w:rPr>
                <w:spacing w:val="-6"/>
                <w:szCs w:val="28"/>
              </w:rPr>
              <w:t>Результаты проведения переторжки в режиме реального времени оформляются протоколом.</w:t>
            </w:r>
          </w:p>
          <w:p w:rsidR="00624BF6" w:rsidRPr="00D21D50" w:rsidRDefault="00624BF6" w:rsidP="00D91D15">
            <w:pPr>
              <w:pStyle w:val="Times12"/>
              <w:tabs>
                <w:tab w:val="left" w:pos="70"/>
                <w:tab w:val="left" w:pos="1416"/>
              </w:tabs>
              <w:ind w:firstLine="707"/>
              <w:rPr>
                <w:spacing w:val="-6"/>
                <w:szCs w:val="28"/>
              </w:rPr>
            </w:pPr>
            <w:r w:rsidRPr="00D21D50">
              <w:rPr>
                <w:spacing w:val="-6"/>
                <w:szCs w:val="28"/>
              </w:rPr>
              <w:t>Сведения о ходе проведения переторжки с помощью программных и технических средств ЭТП размещаются на ЭТП в течение 30 (тридцати) минут после окончания переторжки, протокол переторжки в течение того же рабочего дня (а если переторжка завершилась в 18 часов по месту нахождения организатора — в течение следующего рабочего дня после дня размещения результатов переторжки на ЭТП) оформляется и размещается организатором на официальном сайте.</w:t>
            </w:r>
          </w:p>
          <w:p w:rsidR="00624BF6" w:rsidRPr="00D21D50" w:rsidRDefault="00624BF6" w:rsidP="00D91D15">
            <w:pPr>
              <w:pStyle w:val="Times12"/>
              <w:tabs>
                <w:tab w:val="left" w:pos="70"/>
                <w:tab w:val="left" w:pos="1416"/>
              </w:tabs>
              <w:ind w:firstLine="707"/>
              <w:rPr>
                <w:spacing w:val="-6"/>
                <w:szCs w:val="28"/>
              </w:rPr>
            </w:pPr>
            <w:r w:rsidRPr="00D21D50">
              <w:rPr>
                <w:spacing w:val="-6"/>
                <w:szCs w:val="28"/>
              </w:rPr>
              <w:t xml:space="preserve">Участникам, участвовавшим в переторжке в режиме реального времени и снизившим первоначальную цену, указанную в заявке на участие в закупке, необходимо дополнительно представить организатору документы, откорректированные с учетом новой полученной после переторжки цены, содержащие информацию о цене договора, без изменения иных первоначальных условий. Данные документы предоставляются на ЭТП в порядке, предусмотренном для подачи заявки на участие в закупке (документы в бумажной форме не предоставляются). Срок предоставления документов устанавливается организатором и не может быть меньше двух рабочих дней после окончания переторжки. </w:t>
            </w:r>
          </w:p>
          <w:p w:rsidR="00624BF6" w:rsidRPr="00D21D50" w:rsidRDefault="00624BF6" w:rsidP="0098529F">
            <w:pPr>
              <w:pStyle w:val="Times12"/>
              <w:numPr>
                <w:ilvl w:val="0"/>
                <w:numId w:val="22"/>
              </w:numPr>
              <w:tabs>
                <w:tab w:val="left" w:pos="70"/>
                <w:tab w:val="left" w:pos="1416"/>
              </w:tabs>
              <w:ind w:left="0" w:firstLine="637"/>
              <w:rPr>
                <w:spacing w:val="-6"/>
                <w:szCs w:val="28"/>
              </w:rPr>
            </w:pPr>
            <w:r w:rsidRPr="00D21D50">
              <w:rPr>
                <w:spacing w:val="-6"/>
                <w:szCs w:val="28"/>
              </w:rPr>
              <w:t>После проведения переторжки победитель определяется в порядке и в соответствии с критериями оценки, указанными в документации.</w:t>
            </w:r>
          </w:p>
          <w:p w:rsidR="00624BF6" w:rsidRPr="00D21D50" w:rsidRDefault="00624BF6" w:rsidP="0098529F">
            <w:pPr>
              <w:pStyle w:val="Times12"/>
              <w:numPr>
                <w:ilvl w:val="0"/>
                <w:numId w:val="22"/>
              </w:numPr>
              <w:tabs>
                <w:tab w:val="left" w:pos="70"/>
                <w:tab w:val="left" w:pos="1416"/>
              </w:tabs>
              <w:ind w:left="0" w:firstLine="637"/>
              <w:rPr>
                <w:spacing w:val="-6"/>
                <w:szCs w:val="28"/>
              </w:rPr>
            </w:pPr>
            <w:r w:rsidRPr="00D21D50">
              <w:rPr>
                <w:spacing w:val="-6"/>
                <w:szCs w:val="28"/>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624BF6" w:rsidRPr="00D21D50" w:rsidRDefault="00624BF6" w:rsidP="0098529F">
            <w:pPr>
              <w:pStyle w:val="Times12"/>
              <w:numPr>
                <w:ilvl w:val="0"/>
                <w:numId w:val="22"/>
              </w:numPr>
              <w:tabs>
                <w:tab w:val="left" w:pos="70"/>
                <w:tab w:val="left" w:pos="1416"/>
              </w:tabs>
              <w:ind w:left="0" w:firstLine="637"/>
              <w:rPr>
                <w:spacing w:val="-6"/>
                <w:szCs w:val="28"/>
              </w:rPr>
            </w:pPr>
            <w:r w:rsidRPr="00D21D50">
              <w:rPr>
                <w:spacing w:val="-6"/>
                <w:szCs w:val="28"/>
              </w:rPr>
              <w:t>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В случае если иностранный участник отказывается от заключения договора на условиях, предложенных на переторжку и указанных на ЭТП таким участником, то он признается уклонившимся от заключения договора.</w:t>
            </w:r>
          </w:p>
        </w:tc>
      </w:tr>
      <w:tr w:rsidR="00624BF6" w:rsidRPr="00D21D50" w:rsidTr="00D91D15">
        <w:trPr>
          <w:trHeight w:val="388"/>
        </w:trPr>
        <w:tc>
          <w:tcPr>
            <w:tcW w:w="568" w:type="dxa"/>
          </w:tcPr>
          <w:p w:rsidR="00624BF6" w:rsidRPr="00D21D50" w:rsidRDefault="00624BF6" w:rsidP="0098529F">
            <w:pPr>
              <w:numPr>
                <w:ilvl w:val="0"/>
                <w:numId w:val="7"/>
              </w:numPr>
              <w:tabs>
                <w:tab w:val="num" w:pos="786"/>
              </w:tabs>
              <w:ind w:left="0" w:hanging="15"/>
              <w:jc w:val="center"/>
            </w:pPr>
            <w:bookmarkStart w:id="114" w:name="_Ref438712071"/>
          </w:p>
        </w:tc>
        <w:bookmarkEnd w:id="114"/>
        <w:tc>
          <w:tcPr>
            <w:tcW w:w="2268" w:type="dxa"/>
          </w:tcPr>
          <w:p w:rsidR="00624BF6" w:rsidRPr="00D21D50" w:rsidRDefault="00624BF6" w:rsidP="00D91D15">
            <w:pPr>
              <w:ind w:right="153"/>
            </w:pPr>
            <w:r w:rsidRPr="00D21D50">
              <w:t>Проведение оценочной стадии (для конкурса, запроса предложений)</w:t>
            </w:r>
          </w:p>
        </w:tc>
        <w:tc>
          <w:tcPr>
            <w:tcW w:w="12616" w:type="dxa"/>
          </w:tcPr>
          <w:p w:rsidR="00624BF6" w:rsidRPr="00D21D50" w:rsidRDefault="00624BF6" w:rsidP="0098529F">
            <w:pPr>
              <w:pStyle w:val="ListParagraph"/>
              <w:numPr>
                <w:ilvl w:val="0"/>
                <w:numId w:val="23"/>
              </w:numPr>
              <w:spacing w:after="0" w:line="240" w:lineRule="auto"/>
              <w:ind w:left="-2" w:firstLine="567"/>
              <w:contextualSpacing w:val="0"/>
              <w:jc w:val="both"/>
              <w:rPr>
                <w:rFonts w:ascii="Times New Roman" w:hAnsi="Times New Roman"/>
                <w:sz w:val="24"/>
                <w:szCs w:val="24"/>
              </w:rPr>
            </w:pPr>
            <w:r w:rsidRPr="00D21D50">
              <w:rPr>
                <w:rFonts w:ascii="Times New Roman" w:hAnsi="Times New Roman"/>
                <w:sz w:val="24"/>
                <w:szCs w:val="24"/>
              </w:rPr>
              <w:t>В рамках оценочной стадии, в срок, указанный в извещении</w:t>
            </w:r>
            <w:r w:rsidRPr="00D21D50">
              <w:rPr>
                <w:rFonts w:ascii="Times New Roman" w:hAnsi="Times New Roman"/>
                <w:sz w:val="24"/>
                <w:szCs w:val="24"/>
                <w:lang w:eastAsia="ru-RU"/>
              </w:rPr>
              <w:t xml:space="preserve"> </w:t>
            </w:r>
            <w:r w:rsidRPr="00D21D50">
              <w:rPr>
                <w:rFonts w:ascii="Times New Roman" w:hAnsi="Times New Roman"/>
                <w:sz w:val="24"/>
                <w:szCs w:val="24"/>
              </w:rPr>
              <w:t>о проведении закупки, комиссия оценивает и сопоставляет заявки участников, допущенных до участия в закупке, с учетом предложений по переторжке. Цель оценочной стадии заключается в выставлении каждой заявке оценки в соответствии с предусмотренными документацией оценочными критериями и порядком оценки. Если участником закупки не предоставлены документы или сведения, необходимые исключительно для целей оценки заявок, не являющиеся основанием для отклонения заявки на отборочной стадии, участник получает по этим критериям минимально возможную оценку.</w:t>
            </w:r>
          </w:p>
          <w:p w:rsidR="00624BF6" w:rsidRPr="00D21D50" w:rsidRDefault="00624BF6" w:rsidP="00D91D15">
            <w:pPr>
              <w:pStyle w:val="Times12"/>
              <w:tabs>
                <w:tab w:val="left" w:pos="1416"/>
              </w:tabs>
              <w:ind w:firstLine="397"/>
              <w:rPr>
                <w:szCs w:val="24"/>
              </w:rPr>
            </w:pPr>
            <w:r w:rsidRPr="00D21D50">
              <w:rPr>
                <w:szCs w:val="24"/>
              </w:rPr>
              <w:t>Оценочная стадия должна быть завершена в течение 10 дней после размещения на официальном сайте и на ЭТП протокола по рассмотрению заявок на отборочной стадии или иного указанного в извещении</w:t>
            </w:r>
            <w:r w:rsidRPr="00D21D50">
              <w:rPr>
                <w:bCs w:val="0"/>
                <w:szCs w:val="24"/>
              </w:rPr>
              <w:t xml:space="preserve"> </w:t>
            </w:r>
            <w:r w:rsidRPr="00D21D50">
              <w:rPr>
                <w:szCs w:val="24"/>
              </w:rPr>
              <w:t>о проведении закупки и документации срока.</w:t>
            </w:r>
          </w:p>
          <w:p w:rsidR="00624BF6" w:rsidRPr="00D21D50" w:rsidRDefault="00624BF6" w:rsidP="0098529F">
            <w:pPr>
              <w:pStyle w:val="ListParagraph"/>
              <w:numPr>
                <w:ilvl w:val="0"/>
                <w:numId w:val="23"/>
              </w:numPr>
              <w:spacing w:after="0" w:line="240" w:lineRule="auto"/>
              <w:ind w:left="-2" w:firstLine="567"/>
              <w:contextualSpacing w:val="0"/>
              <w:jc w:val="both"/>
              <w:rPr>
                <w:rFonts w:ascii="Times New Roman" w:hAnsi="Times New Roman"/>
                <w:sz w:val="24"/>
                <w:szCs w:val="24"/>
              </w:rPr>
            </w:pPr>
            <w:r w:rsidRPr="00D21D50">
              <w:rPr>
                <w:rFonts w:ascii="Times New Roman" w:hAnsi="Times New Roman"/>
                <w:sz w:val="24"/>
                <w:szCs w:val="24"/>
              </w:rPr>
              <w:t>Протокол заседания комиссии по рассмотрению заявок на оценочной стадии оформляется, подписывается и размещается на официальном сайте и на ЭТП в течение 3 (трех) рабочих дней после заседания.</w:t>
            </w:r>
          </w:p>
          <w:p w:rsidR="00624BF6" w:rsidRPr="00D21D50" w:rsidRDefault="00624BF6" w:rsidP="0098529F">
            <w:pPr>
              <w:pStyle w:val="ListParagraph"/>
              <w:numPr>
                <w:ilvl w:val="0"/>
                <w:numId w:val="23"/>
              </w:numPr>
              <w:spacing w:after="0" w:line="240" w:lineRule="auto"/>
              <w:ind w:left="-2" w:firstLine="567"/>
              <w:contextualSpacing w:val="0"/>
              <w:jc w:val="both"/>
              <w:rPr>
                <w:rFonts w:ascii="Times New Roman" w:hAnsi="Times New Roman"/>
                <w:sz w:val="24"/>
                <w:szCs w:val="24"/>
              </w:rPr>
            </w:pPr>
            <w:r w:rsidRPr="00D21D50">
              <w:rPr>
                <w:rFonts w:ascii="Times New Roman" w:hAnsi="Times New Roman"/>
                <w:sz w:val="24"/>
                <w:szCs w:val="24"/>
              </w:rPr>
              <w:t>Любой допущенный до участия в закупке участник после размещения протокола заседания комиссии по рассмотрению заявок на оценочной стадии вправе направить организатору запрос о разъяснении результатов оценки. Организатор в течение 3 (трех) рабочих дней со дня поступления такого запроса обязан предоставить такому участнику закупки в письменной форме соответствующие разъяснения.</w:t>
            </w:r>
          </w:p>
        </w:tc>
      </w:tr>
      <w:tr w:rsidR="00624BF6" w:rsidRPr="00D21D50" w:rsidTr="00D91D15">
        <w:trPr>
          <w:trHeight w:val="388"/>
        </w:trPr>
        <w:tc>
          <w:tcPr>
            <w:tcW w:w="568" w:type="dxa"/>
          </w:tcPr>
          <w:p w:rsidR="00624BF6" w:rsidRPr="00D21D50" w:rsidRDefault="00624BF6" w:rsidP="0098529F">
            <w:pPr>
              <w:numPr>
                <w:ilvl w:val="0"/>
                <w:numId w:val="7"/>
              </w:numPr>
              <w:tabs>
                <w:tab w:val="num" w:pos="786"/>
              </w:tabs>
              <w:ind w:left="0" w:hanging="15"/>
              <w:jc w:val="center"/>
            </w:pPr>
            <w:bookmarkStart w:id="115" w:name="_Ref438712136"/>
          </w:p>
        </w:tc>
        <w:bookmarkEnd w:id="115"/>
        <w:tc>
          <w:tcPr>
            <w:tcW w:w="2268" w:type="dxa"/>
          </w:tcPr>
          <w:p w:rsidR="00624BF6" w:rsidRPr="00D21D50" w:rsidRDefault="00624BF6" w:rsidP="00D91D15">
            <w:pPr>
              <w:ind w:right="153"/>
            </w:pPr>
            <w:r w:rsidRPr="00D21D50">
              <w:t xml:space="preserve">Подведение итогов закупки. Выбор победителя закупки </w:t>
            </w:r>
          </w:p>
          <w:p w:rsidR="00624BF6" w:rsidRPr="00D21D50" w:rsidRDefault="00624BF6" w:rsidP="00D91D15">
            <w:pPr>
              <w:ind w:right="153"/>
            </w:pPr>
            <w:r w:rsidRPr="00D21D50">
              <w:t>(для конкурса, запроса предложений)</w:t>
            </w:r>
          </w:p>
        </w:tc>
        <w:tc>
          <w:tcPr>
            <w:tcW w:w="12616" w:type="dxa"/>
          </w:tcPr>
          <w:p w:rsidR="00624BF6" w:rsidRPr="00D21D50" w:rsidRDefault="00624BF6" w:rsidP="0098529F">
            <w:pPr>
              <w:pStyle w:val="ListParagraph"/>
              <w:numPr>
                <w:ilvl w:val="0"/>
                <w:numId w:val="24"/>
              </w:numPr>
              <w:spacing w:after="0" w:line="240" w:lineRule="auto"/>
              <w:ind w:left="0" w:firstLine="637"/>
              <w:contextualSpacing w:val="0"/>
              <w:jc w:val="both"/>
              <w:rPr>
                <w:rFonts w:ascii="Times New Roman" w:hAnsi="Times New Roman"/>
                <w:sz w:val="24"/>
                <w:szCs w:val="24"/>
              </w:rPr>
            </w:pPr>
            <w:r w:rsidRPr="00D21D50">
              <w:rPr>
                <w:rFonts w:ascii="Times New Roman" w:hAnsi="Times New Roman"/>
                <w:sz w:val="24"/>
                <w:szCs w:val="24"/>
              </w:rPr>
              <w:t xml:space="preserve">После проведения оценочной стадии рассмотрения заявок на участие в закупке и переторжки (если проводилась) с учетом ее результатов комиссия определяет победителя закупки.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rsidR="00624BF6" w:rsidRPr="00D21D50" w:rsidRDefault="00624BF6" w:rsidP="0098529F">
            <w:pPr>
              <w:pStyle w:val="ListParagraph"/>
              <w:numPr>
                <w:ilvl w:val="0"/>
                <w:numId w:val="24"/>
              </w:numPr>
              <w:spacing w:after="0" w:line="240" w:lineRule="auto"/>
              <w:ind w:left="0" w:firstLine="637"/>
              <w:contextualSpacing w:val="0"/>
              <w:jc w:val="both"/>
              <w:rPr>
                <w:rFonts w:ascii="Times New Roman" w:hAnsi="Times New Roman"/>
                <w:sz w:val="24"/>
                <w:szCs w:val="24"/>
              </w:rPr>
            </w:pPr>
            <w:r w:rsidRPr="00D21D50">
              <w:rPr>
                <w:rFonts w:ascii="Times New Roman" w:hAnsi="Times New Roman"/>
                <w:sz w:val="24"/>
                <w:szCs w:val="24"/>
              </w:rPr>
              <w:t>Победителем закупки признается участник закупки, который предложил лучшие условия исполнения договора (т.е. заявка на участие в закупке которого, оценена наибольшим количеством баллов) и заявке на участие в закупке которого присвоено первое место.</w:t>
            </w:r>
          </w:p>
          <w:p w:rsidR="00624BF6" w:rsidRPr="00D21D50" w:rsidRDefault="00624BF6" w:rsidP="0098529F">
            <w:pPr>
              <w:pStyle w:val="ListParagraph"/>
              <w:numPr>
                <w:ilvl w:val="0"/>
                <w:numId w:val="24"/>
              </w:numPr>
              <w:spacing w:after="0" w:line="240" w:lineRule="auto"/>
              <w:ind w:left="0" w:firstLine="637"/>
              <w:contextualSpacing w:val="0"/>
              <w:jc w:val="both"/>
            </w:pPr>
            <w:r w:rsidRPr="00D21D50">
              <w:rPr>
                <w:rFonts w:ascii="Times New Roman" w:hAnsi="Times New Roman"/>
                <w:sz w:val="24"/>
                <w:szCs w:val="24"/>
              </w:rPr>
              <w:t>По результатам закупки оформляется протокол заседания комиссии по подведению итогов закупки, подписывается и размещается на официальном сайте и на ЭТП в течение 3 (трех) рабочих дней после заседания комиссии.</w:t>
            </w:r>
          </w:p>
        </w:tc>
      </w:tr>
      <w:tr w:rsidR="00624BF6" w:rsidRPr="00D21D50" w:rsidTr="00D91D15">
        <w:trPr>
          <w:trHeight w:val="388"/>
        </w:trPr>
        <w:tc>
          <w:tcPr>
            <w:tcW w:w="568" w:type="dxa"/>
          </w:tcPr>
          <w:p w:rsidR="00624BF6" w:rsidRPr="00D21D50" w:rsidRDefault="00624BF6" w:rsidP="0098529F">
            <w:pPr>
              <w:numPr>
                <w:ilvl w:val="0"/>
                <w:numId w:val="7"/>
              </w:numPr>
              <w:tabs>
                <w:tab w:val="num" w:pos="786"/>
              </w:tabs>
              <w:ind w:left="0" w:hanging="15"/>
              <w:jc w:val="center"/>
            </w:pPr>
          </w:p>
        </w:tc>
        <w:tc>
          <w:tcPr>
            <w:tcW w:w="2268" w:type="dxa"/>
          </w:tcPr>
          <w:p w:rsidR="00624BF6" w:rsidRPr="00D21D50" w:rsidRDefault="00624BF6" w:rsidP="00D91D15">
            <w:pPr>
              <w:ind w:right="153"/>
            </w:pPr>
            <w:r w:rsidRPr="00D21D50">
              <w:t>Преддоговорные переговоры</w:t>
            </w:r>
          </w:p>
        </w:tc>
        <w:tc>
          <w:tcPr>
            <w:tcW w:w="12616" w:type="dxa"/>
          </w:tcPr>
          <w:p w:rsidR="00624BF6" w:rsidRPr="00D21D50" w:rsidRDefault="00624BF6" w:rsidP="0098529F">
            <w:pPr>
              <w:pStyle w:val="ListParagraph"/>
              <w:numPr>
                <w:ilvl w:val="0"/>
                <w:numId w:val="25"/>
              </w:numPr>
              <w:tabs>
                <w:tab w:val="left" w:pos="1416"/>
              </w:tabs>
              <w:spacing w:after="0" w:line="240" w:lineRule="auto"/>
              <w:ind w:left="-2" w:firstLine="567"/>
              <w:jc w:val="both"/>
            </w:pPr>
            <w:r w:rsidRPr="00D21D50">
              <w:rPr>
                <w:rFonts w:ascii="Times New Roman" w:hAnsi="Times New Roman"/>
                <w:sz w:val="24"/>
                <w:szCs w:val="28"/>
              </w:rPr>
              <w:t xml:space="preserve">По поручению заказчика организатор конкурентной закупки обеспечивает организацию и проведение преддоговорных переговоров между заказчиком и лицом, с которым заключается договор. Преддоговорные переговоры проводятся в очной форме, в том числе с помощью средств аудио-, видеоконференцсвязи </w:t>
            </w:r>
            <w:r w:rsidRPr="00D21D50">
              <w:rPr>
                <w:rFonts w:ascii="Times New Roman" w:hAnsi="Times New Roman"/>
                <w:sz w:val="24"/>
                <w:szCs w:val="24"/>
              </w:rPr>
              <w:t>в отношении следующих положений договора:</w:t>
            </w:r>
          </w:p>
          <w:p w:rsidR="00624BF6" w:rsidRPr="00D21D50" w:rsidRDefault="00624BF6" w:rsidP="0098529F">
            <w:pPr>
              <w:numPr>
                <w:ilvl w:val="0"/>
                <w:numId w:val="60"/>
              </w:numPr>
              <w:ind w:left="0" w:firstLine="709"/>
              <w:jc w:val="both"/>
              <w:rPr>
                <w:szCs w:val="28"/>
              </w:rPr>
            </w:pPr>
            <w:r w:rsidRPr="00D21D50">
              <w:rPr>
                <w:szCs w:val="28"/>
              </w:rPr>
              <w:t>по снижению цены договора (и/или единиц продукции) без изменения остальных условий договора;</w:t>
            </w:r>
          </w:p>
          <w:p w:rsidR="00624BF6" w:rsidRPr="00D21D50" w:rsidRDefault="00624BF6" w:rsidP="0098529F">
            <w:pPr>
              <w:numPr>
                <w:ilvl w:val="0"/>
                <w:numId w:val="60"/>
              </w:numPr>
              <w:ind w:left="0" w:firstLine="709"/>
              <w:jc w:val="both"/>
              <w:rPr>
                <w:szCs w:val="28"/>
              </w:rPr>
            </w:pPr>
            <w:r w:rsidRPr="00D21D50">
              <w:rPr>
                <w:szCs w:val="28"/>
              </w:rPr>
              <w:t>по изменению объемов продукции не более чем на 10% и без увеличения единичных цен продукции с соответствующим изменением стоимости договора (если возможность таких изменений была предусмотрена закупочной документацией);</w:t>
            </w:r>
          </w:p>
          <w:p w:rsidR="00624BF6" w:rsidRPr="00D21D50" w:rsidRDefault="00624BF6" w:rsidP="0098529F">
            <w:pPr>
              <w:numPr>
                <w:ilvl w:val="0"/>
                <w:numId w:val="60"/>
              </w:numPr>
              <w:ind w:left="0" w:firstLine="709"/>
              <w:jc w:val="both"/>
              <w:rPr>
                <w:szCs w:val="28"/>
              </w:rPr>
            </w:pPr>
            <w:r w:rsidRPr="00D21D50">
              <w:rPr>
                <w:szCs w:val="28"/>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624BF6" w:rsidRPr="00D21D50" w:rsidRDefault="00624BF6" w:rsidP="0098529F">
            <w:pPr>
              <w:numPr>
                <w:ilvl w:val="0"/>
                <w:numId w:val="60"/>
              </w:numPr>
              <w:ind w:left="0" w:firstLine="709"/>
              <w:jc w:val="both"/>
              <w:rPr>
                <w:szCs w:val="28"/>
              </w:rPr>
            </w:pPr>
            <w:r w:rsidRPr="00D21D50">
              <w:rPr>
                <w:szCs w:val="28"/>
              </w:rPr>
              <w:t>по уточнению условий договора, которые не были зафиксированы в проекте договора, закупочной документации и предложении лица, с которым заключается договор;</w:t>
            </w:r>
          </w:p>
          <w:p w:rsidR="00624BF6" w:rsidRPr="00D21D50" w:rsidRDefault="00624BF6" w:rsidP="0098529F">
            <w:pPr>
              <w:numPr>
                <w:ilvl w:val="0"/>
                <w:numId w:val="60"/>
              </w:numPr>
              <w:ind w:left="0" w:firstLine="709"/>
              <w:jc w:val="both"/>
              <w:rPr>
                <w:szCs w:val="28"/>
              </w:rPr>
            </w:pPr>
            <w:r w:rsidRPr="00D21D50">
              <w:rPr>
                <w:szCs w:val="28"/>
              </w:rPr>
              <w:t>по уточнению сроков исполнения договора (его отдельных этапов), если его подписание затягивается вследствие рассмотрения жалобы в ЦАК, АК или в антимонопольном органе;</w:t>
            </w:r>
          </w:p>
          <w:p w:rsidR="00624BF6" w:rsidRPr="00D21D50" w:rsidRDefault="00624BF6" w:rsidP="0098529F">
            <w:pPr>
              <w:numPr>
                <w:ilvl w:val="0"/>
                <w:numId w:val="60"/>
              </w:numPr>
              <w:ind w:left="0" w:firstLine="709"/>
              <w:jc w:val="both"/>
              <w:rPr>
                <w:szCs w:val="28"/>
              </w:rPr>
            </w:pPr>
            <w:r w:rsidRPr="00D21D50">
              <w:rPr>
                <w:szCs w:val="28"/>
              </w:rPr>
              <w:t>обусловленные изменениями законодательства или предписаниями органов государственной власти.</w:t>
            </w:r>
          </w:p>
          <w:p w:rsidR="00624BF6" w:rsidRPr="00D21D50" w:rsidRDefault="00624BF6" w:rsidP="0098529F">
            <w:pPr>
              <w:pStyle w:val="ListParagraph"/>
              <w:numPr>
                <w:ilvl w:val="0"/>
                <w:numId w:val="25"/>
              </w:numPr>
              <w:tabs>
                <w:tab w:val="left" w:pos="1416"/>
              </w:tabs>
              <w:spacing w:after="0" w:line="240" w:lineRule="auto"/>
              <w:ind w:left="-2" w:firstLine="567"/>
              <w:jc w:val="both"/>
              <w:rPr>
                <w:rFonts w:ascii="Times New Roman" w:hAnsi="Times New Roman"/>
                <w:sz w:val="24"/>
                <w:szCs w:val="28"/>
              </w:rPr>
            </w:pPr>
            <w:r w:rsidRPr="00D21D50">
              <w:rPr>
                <w:rFonts w:ascii="Times New Roman" w:hAnsi="Times New Roman"/>
                <w:sz w:val="24"/>
                <w:szCs w:val="28"/>
              </w:rPr>
              <w:t xml:space="preserve"> Запрещаются иные преддоговорные переговоры, направленные на изменение условий заключаемого договора в пользу лица, с которым заключается договор.</w:t>
            </w:r>
          </w:p>
          <w:p w:rsidR="00624BF6" w:rsidRPr="00D21D50" w:rsidRDefault="00624BF6" w:rsidP="0098529F">
            <w:pPr>
              <w:pStyle w:val="ListParagraph"/>
              <w:numPr>
                <w:ilvl w:val="0"/>
                <w:numId w:val="25"/>
              </w:numPr>
              <w:tabs>
                <w:tab w:val="left" w:pos="1416"/>
              </w:tabs>
              <w:spacing w:after="0" w:line="240" w:lineRule="auto"/>
              <w:ind w:left="-2" w:firstLine="567"/>
              <w:jc w:val="both"/>
            </w:pPr>
            <w:r w:rsidRPr="00D21D50">
              <w:rPr>
                <w:rFonts w:ascii="Times New Roman" w:hAnsi="Times New Roman"/>
                <w:sz w:val="24"/>
                <w:szCs w:val="28"/>
              </w:rPr>
              <w:t>По результатам преддоговорных переговоров организатором закупки оформляется протокол преддоговорных переговоров, который подписывается заказчиком и лицом, с которым заключается договор, и размещается организатором закупки на официальном сайте не позднее одного рабочего дня, следующего после дня его подписания.</w:t>
            </w:r>
          </w:p>
        </w:tc>
      </w:tr>
      <w:tr w:rsidR="00624BF6" w:rsidRPr="00D21D50" w:rsidTr="00D91D15">
        <w:trPr>
          <w:trHeight w:val="194"/>
        </w:trPr>
        <w:tc>
          <w:tcPr>
            <w:tcW w:w="568" w:type="dxa"/>
          </w:tcPr>
          <w:p w:rsidR="00624BF6" w:rsidRPr="00D21D50" w:rsidRDefault="00624BF6" w:rsidP="0098529F">
            <w:pPr>
              <w:numPr>
                <w:ilvl w:val="0"/>
                <w:numId w:val="7"/>
              </w:numPr>
              <w:tabs>
                <w:tab w:val="num" w:pos="786"/>
              </w:tabs>
              <w:ind w:left="0" w:hanging="15"/>
              <w:jc w:val="center"/>
            </w:pPr>
            <w:bookmarkStart w:id="116" w:name="_Ref317254659"/>
          </w:p>
        </w:tc>
        <w:bookmarkEnd w:id="116"/>
        <w:tc>
          <w:tcPr>
            <w:tcW w:w="2268" w:type="dxa"/>
          </w:tcPr>
          <w:p w:rsidR="00624BF6" w:rsidRPr="00D21D50" w:rsidRDefault="00624BF6" w:rsidP="00D91D15">
            <w:pPr>
              <w:ind w:right="153"/>
              <w:rPr>
                <w:spacing w:val="-6"/>
              </w:rPr>
            </w:pPr>
            <w:r w:rsidRPr="00D21D50">
              <w:rPr>
                <w:spacing w:val="-6"/>
              </w:rPr>
              <w:t>Порядок заключения договора</w:t>
            </w:r>
          </w:p>
        </w:tc>
        <w:tc>
          <w:tcPr>
            <w:tcW w:w="12616" w:type="dxa"/>
          </w:tcPr>
          <w:p w:rsidR="00624BF6" w:rsidRPr="00D21D50" w:rsidRDefault="00624BF6" w:rsidP="0098529F">
            <w:pPr>
              <w:pStyle w:val="ListParagraph"/>
              <w:numPr>
                <w:ilvl w:val="0"/>
                <w:numId w:val="26"/>
              </w:numPr>
              <w:tabs>
                <w:tab w:val="left" w:pos="1416"/>
              </w:tabs>
              <w:spacing w:after="0" w:line="240" w:lineRule="auto"/>
              <w:ind w:left="0" w:firstLine="637"/>
              <w:jc w:val="both"/>
              <w:rPr>
                <w:rFonts w:ascii="Times New Roman" w:hAnsi="Times New Roman"/>
                <w:sz w:val="24"/>
                <w:szCs w:val="24"/>
              </w:rPr>
            </w:pPr>
            <w:bookmarkStart w:id="117" w:name="_Ref438670539"/>
            <w:r w:rsidRPr="00D21D50">
              <w:rPr>
                <w:rFonts w:ascii="Times New Roman" w:hAnsi="Times New Roman"/>
                <w:sz w:val="24"/>
                <w:szCs w:val="24"/>
              </w:rPr>
              <w:t>Заказчик, если иное не предусмотрено извещением о проведении закупки, в течение срока, установленного извещением о проведении закупки, 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в исходный проект договора, прилагаемого к закупочной документации,  условий исполнения договора, предложенных в заявке на участие в закупке лицом, с которым заключается договор, с учетом преддоговорных переговоров.</w:t>
            </w:r>
            <w:bookmarkEnd w:id="117"/>
          </w:p>
          <w:p w:rsidR="00624BF6" w:rsidRPr="00D21D50" w:rsidRDefault="00624BF6" w:rsidP="0098529F">
            <w:pPr>
              <w:pStyle w:val="ListParagraph"/>
              <w:numPr>
                <w:ilvl w:val="0"/>
                <w:numId w:val="26"/>
              </w:numPr>
              <w:tabs>
                <w:tab w:val="left" w:pos="1416"/>
              </w:tabs>
              <w:spacing w:after="0" w:line="240" w:lineRule="auto"/>
              <w:ind w:left="-2" w:firstLine="600"/>
              <w:jc w:val="both"/>
              <w:rPr>
                <w:rFonts w:ascii="Times New Roman" w:hAnsi="Times New Roman"/>
                <w:sz w:val="24"/>
                <w:szCs w:val="24"/>
              </w:rPr>
            </w:pPr>
            <w:r w:rsidRPr="00D21D50">
              <w:rPr>
                <w:rFonts w:ascii="Times New Roman" w:hAnsi="Times New Roman"/>
                <w:sz w:val="24"/>
                <w:szCs w:val="24"/>
              </w:rPr>
              <w:t>Лицо, с которым заключается договор, в течение срока, установленного извещением о проведении закупки, обязано предоставить заказчику:</w:t>
            </w:r>
          </w:p>
          <w:p w:rsidR="00624BF6" w:rsidRPr="00D21D50" w:rsidRDefault="00624BF6" w:rsidP="0098529F">
            <w:pPr>
              <w:numPr>
                <w:ilvl w:val="0"/>
                <w:numId w:val="8"/>
              </w:numPr>
              <w:ind w:left="0" w:firstLine="637"/>
              <w:jc w:val="both"/>
            </w:pPr>
            <w:r w:rsidRPr="00D21D50">
              <w:t>подписанный и заверенный печатью (при наличии) со своей стороны договор в срок, указанный в извещении о проведении закупки;</w:t>
            </w:r>
          </w:p>
          <w:p w:rsidR="00624BF6" w:rsidRPr="00D21D50" w:rsidRDefault="00624BF6" w:rsidP="0098529F">
            <w:pPr>
              <w:numPr>
                <w:ilvl w:val="0"/>
                <w:numId w:val="8"/>
              </w:numPr>
              <w:ind w:left="0" w:firstLine="637"/>
              <w:jc w:val="both"/>
              <w:rPr>
                <w:spacing w:val="-6"/>
              </w:rPr>
            </w:pPr>
            <w:r w:rsidRPr="00D21D50">
              <w:t>сведения и документы, подтверждающие соответствие требованиям, установленным на основании поручений Правительства РФ либо нормативных правовых актов федеральных органов исполнительной власти, указанные в пункте 2.1.1 части 1 документации, до подписания договора;</w:t>
            </w:r>
          </w:p>
          <w:p w:rsidR="00624BF6" w:rsidRPr="00D21D50" w:rsidRDefault="00624BF6" w:rsidP="00D91D15">
            <w:pPr>
              <w:widowControl w:val="0"/>
              <w:tabs>
                <w:tab w:val="left" w:pos="495"/>
              </w:tabs>
              <w:adjustRightInd w:val="0"/>
              <w:ind w:right="70" w:firstLine="495"/>
              <w:jc w:val="both"/>
              <w:textAlignment w:val="baseline"/>
            </w:pPr>
            <w:r w:rsidRPr="00D21D50">
              <w:t>В отношении участников закупки, являющихся зарубежными компаниями мирового уровня, занимающих лидирующие позиции в соответствующих отраслях, достаточно представления информации об акционерах (участниках, партнерах), владеющих пакетами акций (долей участия) от 5 и более процентов, а также допускается замена подтверждающих документов прямой ссылкой на общедоступный источник, посредством которого в установленном законом порядке представлена соответствующая информация, с условием представления непубличными компаниями заверения об отсутствии в составе бенефициаров компании сотрудников Корпорации и организаций атомной отрасли.</w:t>
            </w:r>
          </w:p>
          <w:p w:rsidR="00624BF6" w:rsidRPr="00D21D50" w:rsidRDefault="00624BF6" w:rsidP="00D91D15">
            <w:pPr>
              <w:ind w:firstLine="637"/>
              <w:jc w:val="both"/>
              <w:rPr>
                <w:spacing w:val="-6"/>
              </w:rPr>
            </w:pPr>
            <w:r w:rsidRPr="00D21D50">
              <w:t>В отношении участников закупки,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допускается указание общей информации о количестве таких акционеров.</w:t>
            </w:r>
          </w:p>
          <w:p w:rsidR="00624BF6" w:rsidRPr="00D21D50" w:rsidRDefault="00624BF6" w:rsidP="0098529F">
            <w:pPr>
              <w:numPr>
                <w:ilvl w:val="0"/>
                <w:numId w:val="8"/>
              </w:numPr>
              <w:ind w:left="0" w:firstLine="637"/>
              <w:jc w:val="both"/>
            </w:pPr>
            <w:r w:rsidRPr="00D21D50">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p>
          <w:p w:rsidR="00624BF6" w:rsidRPr="00D21D50" w:rsidRDefault="00624BF6" w:rsidP="0098529F">
            <w:pPr>
              <w:pStyle w:val="ListParagraph"/>
              <w:numPr>
                <w:ilvl w:val="0"/>
                <w:numId w:val="26"/>
              </w:numPr>
              <w:tabs>
                <w:tab w:val="left" w:pos="1416"/>
              </w:tabs>
              <w:spacing w:after="0" w:line="240" w:lineRule="auto"/>
              <w:ind w:left="-2" w:firstLine="600"/>
              <w:jc w:val="both"/>
              <w:rPr>
                <w:sz w:val="24"/>
                <w:szCs w:val="24"/>
              </w:rPr>
            </w:pPr>
            <w:bookmarkStart w:id="118" w:name="_Ref389730904"/>
            <w:r w:rsidRPr="00D21D50">
              <w:rPr>
                <w:rFonts w:ascii="Times New Roman" w:hAnsi="Times New Roman"/>
                <w:sz w:val="24"/>
                <w:szCs w:val="24"/>
                <w:lang w:eastAsia="ru-RU"/>
              </w:rPr>
              <w:t>В случае, если закупка признана несостоявшейся в связи с тем, что по окончании срока подачи заявок на участие в закупке была подана только одна заявка</w:t>
            </w:r>
            <w:r w:rsidRPr="00D21D50">
              <w:rPr>
                <w:rFonts w:ascii="Times New Roman" w:hAnsi="Times New Roman"/>
                <w:sz w:val="24"/>
                <w:szCs w:val="24"/>
              </w:rPr>
              <w:t xml:space="preserve"> на участие в закупке и данная заявка и подавший ее участник закупки отвечают всем требованиям и условиям, предусмотренным документацией, либо принято решение о допуске только одного участника закупки, заказчик:</w:t>
            </w:r>
            <w:bookmarkEnd w:id="118"/>
          </w:p>
          <w:p w:rsidR="00624BF6" w:rsidRPr="00D21D50" w:rsidRDefault="00624BF6" w:rsidP="0098529F">
            <w:pPr>
              <w:widowControl w:val="0"/>
              <w:numPr>
                <w:ilvl w:val="0"/>
                <w:numId w:val="33"/>
              </w:numPr>
              <w:tabs>
                <w:tab w:val="left" w:pos="1276"/>
              </w:tabs>
              <w:autoSpaceDE w:val="0"/>
              <w:autoSpaceDN w:val="0"/>
              <w:adjustRightInd w:val="0"/>
              <w:ind w:left="0" w:firstLine="698"/>
              <w:jc w:val="both"/>
            </w:pPr>
            <w:r w:rsidRPr="00D21D50">
              <w:t>заключает договор с таким единственным участником закупки в порядке, указанном в настоящей части,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 либо</w:t>
            </w:r>
          </w:p>
          <w:p w:rsidR="00624BF6" w:rsidRPr="00D21D50" w:rsidRDefault="00624BF6" w:rsidP="0098529F">
            <w:pPr>
              <w:widowControl w:val="0"/>
              <w:numPr>
                <w:ilvl w:val="0"/>
                <w:numId w:val="33"/>
              </w:numPr>
              <w:tabs>
                <w:tab w:val="left" w:pos="1276"/>
              </w:tabs>
              <w:autoSpaceDE w:val="0"/>
              <w:autoSpaceDN w:val="0"/>
              <w:adjustRightInd w:val="0"/>
              <w:ind w:left="0" w:firstLine="698"/>
              <w:jc w:val="both"/>
            </w:pPr>
            <w:r w:rsidRPr="00D21D50">
              <w:t>принимает решение о проведении повторной закупки, либо</w:t>
            </w:r>
          </w:p>
          <w:p w:rsidR="00624BF6" w:rsidRPr="00D21D50" w:rsidRDefault="00624BF6" w:rsidP="0098529F">
            <w:pPr>
              <w:widowControl w:val="0"/>
              <w:numPr>
                <w:ilvl w:val="0"/>
                <w:numId w:val="33"/>
              </w:numPr>
              <w:tabs>
                <w:tab w:val="left" w:pos="1276"/>
              </w:tabs>
              <w:autoSpaceDE w:val="0"/>
              <w:autoSpaceDN w:val="0"/>
              <w:adjustRightInd w:val="0"/>
              <w:ind w:left="0" w:firstLine="698"/>
              <w:jc w:val="both"/>
              <w:rPr>
                <w:spacing w:val="-6"/>
              </w:rPr>
            </w:pPr>
            <w:r w:rsidRPr="00D21D50">
              <w:t xml:space="preserve">отказывается от заключения договора в случаях, указанных в </w:t>
            </w:r>
            <w:r w:rsidRPr="00D21D50">
              <w:rPr>
                <w:lang w:eastAsia="en-US"/>
              </w:rPr>
              <w:t>пункте 15 настоящего порядка</w:t>
            </w:r>
            <w:r w:rsidRPr="00D21D50">
              <w:t>.</w:t>
            </w:r>
          </w:p>
        </w:tc>
      </w:tr>
      <w:tr w:rsidR="00624BF6" w:rsidRPr="00D21D50" w:rsidTr="00D91D15">
        <w:trPr>
          <w:trHeight w:val="194"/>
        </w:trPr>
        <w:tc>
          <w:tcPr>
            <w:tcW w:w="568" w:type="dxa"/>
          </w:tcPr>
          <w:p w:rsidR="00624BF6" w:rsidRPr="00D21D50" w:rsidRDefault="00624BF6" w:rsidP="0098529F">
            <w:pPr>
              <w:numPr>
                <w:ilvl w:val="0"/>
                <w:numId w:val="7"/>
              </w:numPr>
              <w:tabs>
                <w:tab w:val="num" w:pos="786"/>
              </w:tabs>
              <w:ind w:left="0" w:hanging="15"/>
              <w:jc w:val="center"/>
            </w:pPr>
            <w:bookmarkStart w:id="119" w:name="_Ref401223818"/>
          </w:p>
        </w:tc>
        <w:tc>
          <w:tcPr>
            <w:tcW w:w="2268" w:type="dxa"/>
          </w:tcPr>
          <w:p w:rsidR="00624BF6" w:rsidRPr="00D21D50" w:rsidRDefault="00624BF6" w:rsidP="00D91D15">
            <w:pPr>
              <w:ind w:right="153"/>
              <w:rPr>
                <w:spacing w:val="-6"/>
              </w:rPr>
            </w:pPr>
            <w:bookmarkStart w:id="120" w:name="_Toc247716281"/>
            <w:bookmarkStart w:id="121" w:name="_Ref307226092"/>
            <w:bookmarkStart w:id="122" w:name="_Ref375848735"/>
            <w:bookmarkStart w:id="123" w:name="_Toc368984333"/>
            <w:bookmarkStart w:id="124" w:name="_Toc391380982"/>
            <w:bookmarkStart w:id="125" w:name="_Toc383097271"/>
            <w:bookmarkEnd w:id="119"/>
            <w:r w:rsidRPr="00D21D50">
              <w:rPr>
                <w:spacing w:val="-6"/>
              </w:rPr>
              <w:t>Отказ заказчика от заключения договора</w:t>
            </w:r>
            <w:bookmarkEnd w:id="120"/>
            <w:bookmarkEnd w:id="121"/>
            <w:bookmarkEnd w:id="122"/>
            <w:bookmarkEnd w:id="123"/>
            <w:bookmarkEnd w:id="124"/>
            <w:bookmarkEnd w:id="125"/>
          </w:p>
        </w:tc>
        <w:tc>
          <w:tcPr>
            <w:tcW w:w="12616" w:type="dxa"/>
          </w:tcPr>
          <w:p w:rsidR="00624BF6" w:rsidRPr="00D21D50" w:rsidRDefault="00624BF6" w:rsidP="00D21D50">
            <w:pPr>
              <w:pStyle w:val="ListParagraph"/>
              <w:numPr>
                <w:ilvl w:val="0"/>
                <w:numId w:val="34"/>
              </w:numPr>
              <w:tabs>
                <w:tab w:val="left" w:pos="1416"/>
              </w:tabs>
              <w:spacing w:after="0" w:line="240" w:lineRule="auto"/>
              <w:contextualSpacing w:val="0"/>
              <w:jc w:val="both"/>
              <w:rPr>
                <w:rFonts w:ascii="Times New Roman" w:hAnsi="Times New Roman"/>
                <w:sz w:val="24"/>
                <w:szCs w:val="24"/>
              </w:rPr>
            </w:pPr>
            <w:r w:rsidRPr="00D21D50">
              <w:rPr>
                <w:rFonts w:ascii="Times New Roman" w:hAnsi="Times New Roman"/>
                <w:sz w:val="24"/>
                <w:szCs w:val="24"/>
              </w:rPr>
              <w:t>Отказ от заключения договора осуществляется заказчиком в соответствии с законодательством Российской Федерации в следующих случаях:</w:t>
            </w:r>
          </w:p>
          <w:p w:rsidR="00624BF6" w:rsidRPr="00D21D50" w:rsidRDefault="00624BF6" w:rsidP="0098529F">
            <w:pPr>
              <w:pStyle w:val="ListParagraph"/>
              <w:numPr>
                <w:ilvl w:val="0"/>
                <w:numId w:val="61"/>
              </w:numPr>
              <w:tabs>
                <w:tab w:val="left" w:pos="0"/>
              </w:tabs>
              <w:spacing w:after="0" w:line="240" w:lineRule="auto"/>
              <w:ind w:left="0" w:firstLine="357"/>
              <w:contextualSpacing w:val="0"/>
              <w:jc w:val="both"/>
              <w:rPr>
                <w:rFonts w:ascii="Times New Roman" w:hAnsi="Times New Roman"/>
                <w:sz w:val="24"/>
                <w:lang w:eastAsia="ru-RU"/>
              </w:rPr>
            </w:pPr>
            <w:r w:rsidRPr="00D21D50">
              <w:rPr>
                <w:rFonts w:ascii="Times New Roman" w:hAnsi="Times New Roman"/>
                <w:sz w:val="24"/>
              </w:rPr>
              <w:t>изменение финансовых, инвестиционных, производственных и иных программ, оказавших влияние на потребность в данной закупке;</w:t>
            </w:r>
          </w:p>
          <w:p w:rsidR="00624BF6" w:rsidRPr="00D21D50" w:rsidRDefault="00624BF6" w:rsidP="0098529F">
            <w:pPr>
              <w:pStyle w:val="ListParagraph"/>
              <w:numPr>
                <w:ilvl w:val="0"/>
                <w:numId w:val="61"/>
              </w:numPr>
              <w:tabs>
                <w:tab w:val="left" w:pos="0"/>
              </w:tabs>
              <w:spacing w:after="0" w:line="240" w:lineRule="auto"/>
              <w:ind w:left="0" w:firstLine="357"/>
              <w:contextualSpacing w:val="0"/>
              <w:jc w:val="both"/>
              <w:rPr>
                <w:rFonts w:ascii="Times New Roman" w:hAnsi="Times New Roman"/>
                <w:sz w:val="24"/>
                <w:lang w:eastAsia="ru-RU"/>
              </w:rPr>
            </w:pPr>
            <w:r w:rsidRPr="00D21D50">
              <w:rPr>
                <w:rFonts w:ascii="Times New Roman" w:hAnsi="Times New Roman"/>
                <w:bCs/>
                <w:sz w:val="24"/>
              </w:rPr>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rsidR="00624BF6" w:rsidRPr="00D21D50" w:rsidRDefault="00624BF6" w:rsidP="0098529F">
            <w:pPr>
              <w:pStyle w:val="ListParagraph"/>
              <w:numPr>
                <w:ilvl w:val="0"/>
                <w:numId w:val="61"/>
              </w:numPr>
              <w:tabs>
                <w:tab w:val="left" w:pos="0"/>
              </w:tabs>
              <w:spacing w:after="0" w:line="240" w:lineRule="auto"/>
              <w:ind w:left="0" w:firstLine="357"/>
              <w:contextualSpacing w:val="0"/>
              <w:jc w:val="both"/>
              <w:rPr>
                <w:rFonts w:ascii="Times New Roman" w:hAnsi="Times New Roman"/>
                <w:sz w:val="24"/>
                <w:lang w:eastAsia="ru-RU"/>
              </w:rPr>
            </w:pPr>
            <w:r w:rsidRPr="00D21D50">
              <w:rPr>
                <w:rFonts w:ascii="Times New Roman" w:hAnsi="Times New Roman"/>
                <w:bCs/>
                <w:sz w:val="24"/>
              </w:rPr>
              <w:t>при возникновении обстоятельств непреодолимой силы, подтвержденных соответствующим документом и влияющих на целесообразность закупки;</w:t>
            </w:r>
          </w:p>
          <w:p w:rsidR="00624BF6" w:rsidRPr="00D21D50" w:rsidRDefault="00624BF6" w:rsidP="0098529F">
            <w:pPr>
              <w:pStyle w:val="ListParagraph"/>
              <w:numPr>
                <w:ilvl w:val="0"/>
                <w:numId w:val="61"/>
              </w:numPr>
              <w:tabs>
                <w:tab w:val="left" w:pos="0"/>
              </w:tabs>
              <w:spacing w:after="0" w:line="240" w:lineRule="auto"/>
              <w:ind w:left="0" w:firstLine="357"/>
              <w:contextualSpacing w:val="0"/>
              <w:jc w:val="both"/>
              <w:rPr>
                <w:sz w:val="28"/>
                <w:szCs w:val="28"/>
              </w:rPr>
            </w:pPr>
            <w:r w:rsidRPr="00D21D50">
              <w:rPr>
                <w:rFonts w:ascii="Times New Roman" w:hAnsi="Times New Roman"/>
                <w:bCs/>
                <w:sz w:val="24"/>
              </w:rPr>
              <w:t>необходимость исполнения предписаний антимонопольного органа и/или рекомендаций ЦАК, АК и/или иного уполномоченного контролирующего органа;</w:t>
            </w:r>
          </w:p>
          <w:p w:rsidR="00624BF6" w:rsidRPr="00D21D50" w:rsidRDefault="00624BF6" w:rsidP="0098529F">
            <w:pPr>
              <w:pStyle w:val="ListParagraph"/>
              <w:numPr>
                <w:ilvl w:val="0"/>
                <w:numId w:val="61"/>
              </w:numPr>
              <w:tabs>
                <w:tab w:val="left" w:pos="0"/>
              </w:tabs>
              <w:spacing w:after="0" w:line="240" w:lineRule="auto"/>
              <w:ind w:left="0" w:firstLine="357"/>
              <w:contextualSpacing w:val="0"/>
              <w:jc w:val="both"/>
              <w:rPr>
                <w:sz w:val="28"/>
                <w:szCs w:val="28"/>
              </w:rPr>
            </w:pPr>
            <w:r w:rsidRPr="00D21D50">
              <w:rPr>
                <w:rFonts w:ascii="Times New Roman" w:hAnsi="Times New Roman"/>
                <w:bCs/>
                <w:sz w:val="24"/>
              </w:rPr>
              <w:t>изменение законодательства РФ, нормативных правовых актов, издание актов федеральных органов исполнительной власти, влияющих на возможность и/или целесообразность проведения закупки.</w:t>
            </w:r>
          </w:p>
          <w:p w:rsidR="00624BF6" w:rsidRPr="00D21D50" w:rsidRDefault="00624BF6" w:rsidP="0098529F">
            <w:pPr>
              <w:pStyle w:val="ListParagraph"/>
              <w:numPr>
                <w:ilvl w:val="0"/>
                <w:numId w:val="34"/>
              </w:numPr>
              <w:tabs>
                <w:tab w:val="left" w:pos="1416"/>
              </w:tabs>
              <w:spacing w:after="0" w:line="240" w:lineRule="auto"/>
              <w:ind w:left="0" w:firstLine="601"/>
              <w:contextualSpacing w:val="0"/>
              <w:jc w:val="both"/>
              <w:rPr>
                <w:rFonts w:ascii="Times New Roman" w:hAnsi="Times New Roman"/>
                <w:sz w:val="24"/>
                <w:szCs w:val="24"/>
              </w:rPr>
            </w:pPr>
            <w:r w:rsidRPr="00D21D50">
              <w:rPr>
                <w:rFonts w:ascii="Times New Roman" w:hAnsi="Times New Roman"/>
                <w:sz w:val="24"/>
                <w:szCs w:val="24"/>
              </w:rPr>
              <w:t>Извещение об отказе с приложением обоснования отказа от заключения договора размещается на официальных сайтах не позднее 5 (пяти) рабочих дней после принятия такого решения.</w:t>
            </w:r>
          </w:p>
        </w:tc>
      </w:tr>
      <w:tr w:rsidR="00624BF6" w:rsidRPr="00D21D50" w:rsidTr="00D91D15">
        <w:trPr>
          <w:trHeight w:val="194"/>
        </w:trPr>
        <w:tc>
          <w:tcPr>
            <w:tcW w:w="568" w:type="dxa"/>
          </w:tcPr>
          <w:p w:rsidR="00624BF6" w:rsidRPr="00D21D50" w:rsidRDefault="00624BF6" w:rsidP="0098529F">
            <w:pPr>
              <w:numPr>
                <w:ilvl w:val="0"/>
                <w:numId w:val="7"/>
              </w:numPr>
              <w:tabs>
                <w:tab w:val="num" w:pos="786"/>
              </w:tabs>
              <w:ind w:left="0" w:hanging="15"/>
              <w:jc w:val="center"/>
            </w:pPr>
            <w:bookmarkStart w:id="126" w:name="_Ref317256138"/>
          </w:p>
        </w:tc>
        <w:bookmarkEnd w:id="126"/>
        <w:tc>
          <w:tcPr>
            <w:tcW w:w="2268" w:type="dxa"/>
          </w:tcPr>
          <w:p w:rsidR="00624BF6" w:rsidRPr="00D21D50" w:rsidRDefault="00624BF6" w:rsidP="00D91D15">
            <w:pPr>
              <w:ind w:right="153"/>
              <w:rPr>
                <w:spacing w:val="-6"/>
              </w:rPr>
            </w:pPr>
            <w:r w:rsidRPr="00D21D50">
              <w:rPr>
                <w:spacing w:val="-6"/>
              </w:rPr>
              <w:t>Обеспечение исполнения обязательств по договору</w:t>
            </w:r>
          </w:p>
        </w:tc>
        <w:tc>
          <w:tcPr>
            <w:tcW w:w="12616" w:type="dxa"/>
          </w:tcPr>
          <w:p w:rsidR="00624BF6" w:rsidRPr="00D21D50" w:rsidRDefault="00624BF6" w:rsidP="0098529F">
            <w:pPr>
              <w:pStyle w:val="ListParagraph"/>
              <w:numPr>
                <w:ilvl w:val="0"/>
                <w:numId w:val="27"/>
              </w:numPr>
              <w:spacing w:after="0" w:line="240" w:lineRule="auto"/>
              <w:ind w:left="0" w:firstLine="601"/>
              <w:contextualSpacing w:val="0"/>
              <w:jc w:val="both"/>
            </w:pPr>
            <w:bookmarkStart w:id="127" w:name="_Ref166350669"/>
            <w:r w:rsidRPr="00D21D50">
              <w:rPr>
                <w:rFonts w:ascii="Times New Roman" w:hAnsi="Times New Roman"/>
                <w:sz w:val="24"/>
                <w:szCs w:val="24"/>
              </w:rPr>
              <w:t>В случае, если указано в извещении о проведении закупки</w:t>
            </w:r>
            <w:r w:rsidRPr="00D21D50">
              <w:rPr>
                <w:rFonts w:ascii="Times New Roman" w:hAnsi="Times New Roman"/>
                <w:sz w:val="24"/>
                <w:szCs w:val="24"/>
                <w:lang w:eastAsia="ru-RU"/>
              </w:rPr>
              <w:t xml:space="preserve"> </w:t>
            </w:r>
            <w:r w:rsidRPr="00D21D50">
              <w:rPr>
                <w:rFonts w:ascii="Times New Roman" w:hAnsi="Times New Roman"/>
                <w:sz w:val="24"/>
                <w:szCs w:val="24"/>
              </w:rPr>
              <w:t>и проекте договора, лицо, с которым заключается договор, должно предоставить в порядке, предусмотренном извещением о проведении закупки и/или проектом договора, обеспечение исполнения обязательств по договору</w:t>
            </w:r>
            <w:bookmarkEnd w:id="127"/>
            <w:r w:rsidRPr="00D21D50">
              <w:rPr>
                <w:rFonts w:ascii="Times New Roman" w:hAnsi="Times New Roman"/>
                <w:sz w:val="24"/>
                <w:szCs w:val="24"/>
              </w:rPr>
              <w:t>.</w:t>
            </w:r>
          </w:p>
          <w:p w:rsidR="00624BF6" w:rsidRPr="00D21D50" w:rsidRDefault="00624BF6" w:rsidP="0098529F">
            <w:pPr>
              <w:pStyle w:val="ListParagraph"/>
              <w:numPr>
                <w:ilvl w:val="0"/>
                <w:numId w:val="27"/>
              </w:numPr>
              <w:spacing w:after="0" w:line="240" w:lineRule="auto"/>
              <w:ind w:left="0" w:firstLine="601"/>
              <w:contextualSpacing w:val="0"/>
              <w:jc w:val="both"/>
              <w:rPr>
                <w:rFonts w:ascii="Times New Roman" w:hAnsi="Times New Roman"/>
                <w:sz w:val="24"/>
                <w:szCs w:val="24"/>
              </w:rPr>
            </w:pPr>
            <w:r w:rsidRPr="00D21D50">
              <w:rPr>
                <w:rFonts w:ascii="Times New Roman" w:hAnsi="Times New Roman"/>
                <w:sz w:val="24"/>
                <w:szCs w:val="24"/>
              </w:rPr>
              <w:t xml:space="preserve">Форма обеспечения исполнения обязательств по договору определяется лицом, с которым заключается договор, самостоятельно. </w:t>
            </w:r>
          </w:p>
          <w:p w:rsidR="00624BF6" w:rsidRPr="00D21D50" w:rsidRDefault="00624BF6" w:rsidP="0098529F">
            <w:pPr>
              <w:pStyle w:val="ListParagraph"/>
              <w:numPr>
                <w:ilvl w:val="0"/>
                <w:numId w:val="27"/>
              </w:numPr>
              <w:spacing w:after="0" w:line="240" w:lineRule="auto"/>
              <w:ind w:left="0" w:firstLine="601"/>
              <w:contextualSpacing w:val="0"/>
              <w:jc w:val="both"/>
              <w:rPr>
                <w:rFonts w:ascii="Times New Roman" w:hAnsi="Times New Roman"/>
                <w:sz w:val="24"/>
                <w:szCs w:val="24"/>
              </w:rPr>
            </w:pPr>
            <w:r w:rsidRPr="00D21D50">
              <w:rPr>
                <w:rFonts w:ascii="Times New Roman" w:hAnsi="Times New Roman"/>
                <w:sz w:val="24"/>
                <w:szCs w:val="24"/>
              </w:rPr>
              <w:t>Поручитель/банк-гарант должен соответствовать требованиям, установленным Приложением 1 к настоящему порядку, а также требованиям, предусмотренным проектом договора (Часть 3 Тома 1 настоящей закупочной документации).</w:t>
            </w:r>
          </w:p>
          <w:p w:rsidR="00624BF6" w:rsidRPr="00D21D50" w:rsidRDefault="00624BF6" w:rsidP="0098529F">
            <w:pPr>
              <w:pStyle w:val="ListParagraph"/>
              <w:numPr>
                <w:ilvl w:val="0"/>
                <w:numId w:val="27"/>
              </w:numPr>
              <w:spacing w:after="0" w:line="240" w:lineRule="auto"/>
              <w:ind w:left="0" w:firstLine="601"/>
              <w:contextualSpacing w:val="0"/>
              <w:jc w:val="both"/>
              <w:rPr>
                <w:rFonts w:ascii="Times New Roman" w:hAnsi="Times New Roman"/>
                <w:sz w:val="24"/>
                <w:szCs w:val="24"/>
              </w:rPr>
            </w:pPr>
            <w:r w:rsidRPr="00D21D50">
              <w:rPr>
                <w:rFonts w:ascii="Times New Roman" w:hAnsi="Times New Roman"/>
                <w:sz w:val="24"/>
                <w:szCs w:val="24"/>
              </w:rPr>
              <w:t>Если проектом договора предусмотрен аванс и извещением о проведении закупки предусмотрена возможность уменьшения или отказа от аванса, а в заявке участника закупки содержится предложение по уменьшению размера аванса, либо отказ от аванса, либо на стадии проведения преддоговорных переговоров с лицом, с которым заключается договор, достигнуто соглашение об уменьшении размера аванса, либо соглашение об отказе от аванса, то сумма обеспечения возврата аванса уменьшается соответственно, либо обеспечение возврата аванса не предоставляется.</w:t>
            </w:r>
          </w:p>
          <w:p w:rsidR="00624BF6" w:rsidRPr="00D21D50" w:rsidRDefault="00624BF6" w:rsidP="00D91D15">
            <w:pPr>
              <w:ind w:firstLine="601"/>
              <w:jc w:val="both"/>
              <w:rPr>
                <w:bCs/>
              </w:rPr>
            </w:pPr>
            <w:r w:rsidRPr="00D21D50">
              <w:t>Непредставление обеспечения возврата аванса в случае полного отказа таким участником от аванса не является причиной признания лица, с которым заключается договор, уклонившимся от заключения договора.</w:t>
            </w:r>
          </w:p>
        </w:tc>
      </w:tr>
      <w:tr w:rsidR="00624BF6" w:rsidRPr="00D21D50" w:rsidTr="00D91D15">
        <w:trPr>
          <w:trHeight w:val="194"/>
        </w:trPr>
        <w:tc>
          <w:tcPr>
            <w:tcW w:w="568" w:type="dxa"/>
          </w:tcPr>
          <w:p w:rsidR="00624BF6" w:rsidRPr="00D21D50" w:rsidRDefault="00624BF6" w:rsidP="0098529F">
            <w:pPr>
              <w:numPr>
                <w:ilvl w:val="0"/>
                <w:numId w:val="7"/>
              </w:numPr>
              <w:tabs>
                <w:tab w:val="num" w:pos="786"/>
              </w:tabs>
              <w:ind w:left="0" w:hanging="15"/>
              <w:jc w:val="center"/>
            </w:pPr>
            <w:bookmarkStart w:id="128" w:name="_Ref397617142"/>
          </w:p>
        </w:tc>
        <w:tc>
          <w:tcPr>
            <w:tcW w:w="2268" w:type="dxa"/>
          </w:tcPr>
          <w:p w:rsidR="00624BF6" w:rsidRPr="00D21D50" w:rsidRDefault="00624BF6" w:rsidP="00D91D15">
            <w:pPr>
              <w:ind w:right="153"/>
              <w:jc w:val="both"/>
            </w:pPr>
            <w:bookmarkStart w:id="129" w:name="_Ref311059287"/>
            <w:bookmarkStart w:id="130" w:name="_Ref311060615"/>
            <w:bookmarkStart w:id="131" w:name="_Toc368984334"/>
            <w:bookmarkStart w:id="132" w:name="_Toc391380983"/>
            <w:bookmarkStart w:id="133" w:name="_Toc383097272"/>
            <w:bookmarkEnd w:id="128"/>
            <w:r w:rsidRPr="00D21D50">
              <w:t>Последствия уклонения участника от заключения договора</w:t>
            </w:r>
            <w:bookmarkEnd w:id="129"/>
            <w:bookmarkEnd w:id="130"/>
            <w:bookmarkEnd w:id="131"/>
            <w:bookmarkEnd w:id="132"/>
            <w:bookmarkEnd w:id="133"/>
            <w:r w:rsidRPr="00D21D50">
              <w:t>, случаи внесения сведений об участнике в реестр недобросовестных поставщиков</w:t>
            </w:r>
          </w:p>
        </w:tc>
        <w:tc>
          <w:tcPr>
            <w:tcW w:w="12616" w:type="dxa"/>
          </w:tcPr>
          <w:p w:rsidR="00624BF6" w:rsidRPr="00D21D50" w:rsidRDefault="00624BF6" w:rsidP="0098529F">
            <w:pPr>
              <w:pStyle w:val="NormalWeb"/>
              <w:numPr>
                <w:ilvl w:val="0"/>
                <w:numId w:val="28"/>
              </w:numPr>
              <w:tabs>
                <w:tab w:val="left" w:pos="1416"/>
              </w:tabs>
              <w:spacing w:before="0" w:beforeAutospacing="0" w:after="0" w:afterAutospacing="0"/>
              <w:ind w:left="0" w:firstLine="637"/>
              <w:jc w:val="both"/>
            </w:pPr>
            <w:r w:rsidRPr="00D21D50">
              <w:t>Лицо, с которым заключается договор, признается уклонившимся от заключения договора по следующим основаниям:</w:t>
            </w:r>
          </w:p>
          <w:p w:rsidR="00624BF6" w:rsidRPr="00D21D50" w:rsidRDefault="00624BF6" w:rsidP="0098529F">
            <w:pPr>
              <w:pStyle w:val="ListParagraph"/>
              <w:numPr>
                <w:ilvl w:val="0"/>
                <w:numId w:val="62"/>
              </w:numPr>
              <w:spacing w:after="0" w:line="240" w:lineRule="auto"/>
              <w:ind w:left="0" w:firstLine="637"/>
              <w:jc w:val="both"/>
              <w:rPr>
                <w:rFonts w:ascii="Times New Roman" w:hAnsi="Times New Roman"/>
                <w:sz w:val="24"/>
                <w:szCs w:val="24"/>
              </w:rPr>
            </w:pPr>
            <w:r w:rsidRPr="00D21D50">
              <w:rPr>
                <w:rFonts w:ascii="Times New Roman" w:hAnsi="Times New Roman"/>
                <w:sz w:val="24"/>
                <w:szCs w:val="24"/>
              </w:rPr>
              <w:t>прямой письменный отказ от подписания договора;</w:t>
            </w:r>
          </w:p>
          <w:p w:rsidR="00624BF6" w:rsidRPr="00D21D50" w:rsidRDefault="00624BF6" w:rsidP="0098529F">
            <w:pPr>
              <w:pStyle w:val="ListParagraph"/>
              <w:numPr>
                <w:ilvl w:val="0"/>
                <w:numId w:val="62"/>
              </w:numPr>
              <w:spacing w:after="0" w:line="240" w:lineRule="auto"/>
              <w:ind w:left="0" w:firstLine="637"/>
              <w:jc w:val="both"/>
              <w:rPr>
                <w:rFonts w:ascii="Times New Roman" w:hAnsi="Times New Roman"/>
                <w:sz w:val="24"/>
                <w:szCs w:val="24"/>
              </w:rPr>
            </w:pPr>
            <w:r w:rsidRPr="00D21D50">
              <w:rPr>
                <w:rFonts w:ascii="Times New Roman" w:hAnsi="Times New Roman"/>
                <w:sz w:val="24"/>
                <w:szCs w:val="24"/>
              </w:rPr>
              <w:t>неподписание проекта договора в предусмотренный для этого в документации о закупке срок;</w:t>
            </w:r>
          </w:p>
          <w:p w:rsidR="00624BF6" w:rsidRPr="00D21D50" w:rsidRDefault="00624BF6" w:rsidP="0098529F">
            <w:pPr>
              <w:pStyle w:val="ListParagraph"/>
              <w:numPr>
                <w:ilvl w:val="0"/>
                <w:numId w:val="62"/>
              </w:numPr>
              <w:spacing w:after="0" w:line="240" w:lineRule="auto"/>
              <w:ind w:left="0" w:firstLine="637"/>
              <w:jc w:val="both"/>
              <w:rPr>
                <w:rFonts w:ascii="Times New Roman" w:hAnsi="Times New Roman"/>
                <w:sz w:val="24"/>
                <w:szCs w:val="24"/>
              </w:rPr>
            </w:pPr>
            <w:r w:rsidRPr="00D21D50">
              <w:rPr>
                <w:rFonts w:ascii="Times New Roman" w:hAnsi="Times New Roman"/>
                <w:sz w:val="24"/>
                <w:szCs w:val="24"/>
              </w:rPr>
              <w:t>предъявление при подписании договора встречных требований по условиям договора, противоречащих ранее установленным в закупочной документации и (или) в заявке такого участника и достигнутым в ходе преддоговорных переговоров условиям;</w:t>
            </w:r>
          </w:p>
          <w:p w:rsidR="00624BF6" w:rsidRPr="00D21D50" w:rsidRDefault="00624BF6" w:rsidP="0098529F">
            <w:pPr>
              <w:pStyle w:val="ListParagraph"/>
              <w:numPr>
                <w:ilvl w:val="0"/>
                <w:numId w:val="62"/>
              </w:numPr>
              <w:spacing w:after="0" w:line="240" w:lineRule="auto"/>
              <w:ind w:left="0" w:firstLine="637"/>
              <w:jc w:val="both"/>
              <w:rPr>
                <w:rFonts w:ascii="Times New Roman" w:hAnsi="Times New Roman"/>
                <w:sz w:val="24"/>
                <w:szCs w:val="24"/>
              </w:rPr>
            </w:pPr>
            <w:r w:rsidRPr="00D21D50">
              <w:rPr>
                <w:rFonts w:ascii="Times New Roman" w:hAnsi="Times New Roman"/>
                <w:sz w:val="24"/>
                <w:szCs w:val="24"/>
              </w:rPr>
              <w:t>непредставление документов, обязательных к предоставлению до заключения договора и предусмотренных документацией и (или) в заявке такого участника;</w:t>
            </w:r>
          </w:p>
          <w:p w:rsidR="00624BF6" w:rsidRPr="00D21D50" w:rsidRDefault="00624BF6" w:rsidP="0098529F">
            <w:pPr>
              <w:pStyle w:val="NormalWeb"/>
              <w:numPr>
                <w:ilvl w:val="0"/>
                <w:numId w:val="62"/>
              </w:numPr>
              <w:tabs>
                <w:tab w:val="left" w:pos="1416"/>
              </w:tabs>
              <w:spacing w:before="0" w:beforeAutospacing="0" w:after="0" w:afterAutospacing="0"/>
              <w:ind w:left="0" w:firstLine="637"/>
              <w:jc w:val="both"/>
            </w:pPr>
            <w:r w:rsidRPr="00D21D50">
              <w:t xml:space="preserve">отказ иностранного участника, от подписания договора на условиях, предложенных в ходе проведения закупки и указанных на ЭТП таким участником.  </w:t>
            </w:r>
          </w:p>
          <w:p w:rsidR="00624BF6" w:rsidRPr="00D21D50" w:rsidRDefault="00624BF6" w:rsidP="0098529F">
            <w:pPr>
              <w:pStyle w:val="NormalWeb"/>
              <w:numPr>
                <w:ilvl w:val="0"/>
                <w:numId w:val="28"/>
              </w:numPr>
              <w:tabs>
                <w:tab w:val="left" w:pos="1416"/>
              </w:tabs>
              <w:spacing w:before="0" w:beforeAutospacing="0" w:after="0" w:afterAutospacing="0"/>
              <w:ind w:left="0" w:firstLine="601"/>
              <w:jc w:val="both"/>
            </w:pPr>
            <w:r w:rsidRPr="00D21D50">
              <w:t>В случае уклонения лица, с которым заключается договор, от подписания договора, заказчик:</w:t>
            </w:r>
          </w:p>
          <w:p w:rsidR="00624BF6" w:rsidRPr="00D21D50" w:rsidRDefault="00624BF6" w:rsidP="0098529F">
            <w:pPr>
              <w:numPr>
                <w:ilvl w:val="0"/>
                <w:numId w:val="29"/>
              </w:numPr>
              <w:ind w:left="0" w:firstLine="637"/>
              <w:jc w:val="both"/>
            </w:pPr>
            <w:r w:rsidRPr="00D21D50">
              <w:t>удерживает обеспечение заявки такого участника закупки;</w:t>
            </w:r>
          </w:p>
          <w:p w:rsidR="00624BF6" w:rsidRPr="00D21D50" w:rsidRDefault="00624BF6" w:rsidP="0098529F">
            <w:pPr>
              <w:numPr>
                <w:ilvl w:val="0"/>
                <w:numId w:val="29"/>
              </w:numPr>
              <w:ind w:left="0" w:firstLine="637"/>
              <w:jc w:val="both"/>
            </w:pPr>
            <w:r w:rsidRPr="00D21D50">
              <w:t>направляет предложение о включении сведений о таком лице в соответствующий реестр недобросовестных поставщиков:</w:t>
            </w:r>
          </w:p>
          <w:p w:rsidR="00624BF6" w:rsidRPr="00D21D50" w:rsidRDefault="00624BF6" w:rsidP="0098529F">
            <w:pPr>
              <w:pStyle w:val="NormalWeb"/>
              <w:numPr>
                <w:ilvl w:val="0"/>
                <w:numId w:val="12"/>
              </w:numPr>
              <w:spacing w:before="0" w:beforeAutospacing="0" w:after="0" w:afterAutospacing="0"/>
              <w:ind w:left="991"/>
              <w:jc w:val="both"/>
            </w:pPr>
            <w:r w:rsidRPr="00D21D50">
              <w:t>заказчики, на которых распространяется действие Федерального закона от 18 июля 2011 года № 223-ФЗ «О закупках товаров, работ, услуг отдельными видами юридических лиц» (далее по разделу – 223-ФЗ) – в реестр недобросовестных поставщиков, ведущийся в соответствии с положениями 223-ФЗ в порядке и сроки, установленные постановлением Правительства РФ от 22 ноября 2012 года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rsidR="00624BF6" w:rsidRPr="00D21D50" w:rsidRDefault="00624BF6" w:rsidP="0098529F">
            <w:pPr>
              <w:pStyle w:val="NormalWeb"/>
              <w:numPr>
                <w:ilvl w:val="0"/>
                <w:numId w:val="12"/>
              </w:numPr>
              <w:spacing w:before="0" w:beforeAutospacing="0" w:after="0" w:afterAutospacing="0"/>
              <w:ind w:left="991"/>
              <w:jc w:val="both"/>
            </w:pPr>
            <w:r w:rsidRPr="00D21D50">
              <w:t>заказчики, на которых не распространяется действие 223-ФЗ - в реестр недобросовестных поставщиков организаций атомной отрасли в порядке и сроки, установленные Стандартом (соответствующее Приложение).</w:t>
            </w:r>
          </w:p>
          <w:p w:rsidR="00624BF6" w:rsidRPr="00D21D50" w:rsidRDefault="00624BF6" w:rsidP="0098529F">
            <w:pPr>
              <w:pStyle w:val="NormalWeb"/>
              <w:numPr>
                <w:ilvl w:val="0"/>
                <w:numId w:val="28"/>
              </w:numPr>
              <w:tabs>
                <w:tab w:val="left" w:pos="1416"/>
              </w:tabs>
              <w:spacing w:before="0" w:beforeAutospacing="0" w:after="0" w:afterAutospacing="0"/>
              <w:ind w:left="0" w:firstLine="601"/>
              <w:jc w:val="both"/>
            </w:pPr>
            <w:r w:rsidRPr="00D21D50">
              <w:t>Сведения об участнике закупки вносятся в соответствующий РНП сроком на 2 года в следующих случаях:</w:t>
            </w:r>
          </w:p>
          <w:p w:rsidR="00624BF6" w:rsidRPr="00D21D50" w:rsidRDefault="00624BF6" w:rsidP="0098529F">
            <w:pPr>
              <w:numPr>
                <w:ilvl w:val="0"/>
                <w:numId w:val="30"/>
              </w:numPr>
              <w:ind w:left="0" w:firstLine="637"/>
              <w:jc w:val="both"/>
            </w:pPr>
            <w:r w:rsidRPr="00D21D50">
              <w:t>если такой участник закупки:</w:t>
            </w:r>
          </w:p>
          <w:p w:rsidR="00624BF6" w:rsidRPr="00D21D50" w:rsidRDefault="00624BF6" w:rsidP="0098529F">
            <w:pPr>
              <w:pStyle w:val="NormalWeb"/>
              <w:numPr>
                <w:ilvl w:val="0"/>
                <w:numId w:val="10"/>
              </w:numPr>
              <w:spacing w:before="0" w:beforeAutospacing="0" w:after="0" w:afterAutospacing="0"/>
              <w:ind w:left="0" w:firstLine="601"/>
              <w:jc w:val="both"/>
            </w:pPr>
            <w:r w:rsidRPr="00D21D50">
              <w:t>будучи признанным победителем закупки, уклонился от заключения договора;</w:t>
            </w:r>
          </w:p>
          <w:p w:rsidR="00624BF6" w:rsidRPr="00D21D50" w:rsidRDefault="00624BF6" w:rsidP="0098529F">
            <w:pPr>
              <w:pStyle w:val="NormalWeb"/>
              <w:numPr>
                <w:ilvl w:val="0"/>
                <w:numId w:val="10"/>
              </w:numPr>
              <w:spacing w:before="0" w:beforeAutospacing="0" w:after="0" w:afterAutospacing="0"/>
              <w:ind w:left="0" w:firstLine="601"/>
              <w:jc w:val="both"/>
            </w:pPr>
            <w:r w:rsidRPr="00D21D50">
              <w:t>будучи единственным участником, с которым заключается договор, уклонился от заключения договора;</w:t>
            </w:r>
          </w:p>
          <w:p w:rsidR="00624BF6" w:rsidRPr="00D21D50" w:rsidRDefault="00624BF6" w:rsidP="0098529F">
            <w:pPr>
              <w:pStyle w:val="NormalWeb"/>
              <w:numPr>
                <w:ilvl w:val="0"/>
                <w:numId w:val="10"/>
              </w:numPr>
              <w:spacing w:before="0" w:beforeAutospacing="0" w:after="0" w:afterAutospacing="0"/>
              <w:ind w:left="0" w:firstLine="601"/>
              <w:jc w:val="both"/>
            </w:pPr>
            <w:r w:rsidRPr="00D21D50">
              <w:t>будучи победителем закупки или единственным участником закупки, с которым заключается договор, отказался от предоставления обеспечения договора до подписания договора, если такое требование установлено в документации;</w:t>
            </w:r>
          </w:p>
          <w:p w:rsidR="00624BF6" w:rsidRPr="00D21D50" w:rsidRDefault="00624BF6" w:rsidP="0098529F">
            <w:pPr>
              <w:numPr>
                <w:ilvl w:val="0"/>
                <w:numId w:val="30"/>
              </w:numPr>
              <w:ind w:left="0" w:firstLine="637"/>
              <w:jc w:val="both"/>
            </w:pPr>
            <w:r w:rsidRPr="00D21D50">
              <w:t>если договор, заключенный с участником закупки по результатам закупки, расторгнут по решению суда в связи с существенным нарушением поставщиком условий договора.</w:t>
            </w:r>
          </w:p>
          <w:p w:rsidR="00624BF6" w:rsidRPr="00D21D50" w:rsidRDefault="00624BF6" w:rsidP="00D91D15">
            <w:pPr>
              <w:pStyle w:val="NormalWeb"/>
              <w:tabs>
                <w:tab w:val="left" w:pos="1416"/>
              </w:tabs>
              <w:spacing w:before="0" w:beforeAutospacing="0" w:after="0" w:afterAutospacing="0"/>
              <w:ind w:firstLine="601"/>
              <w:jc w:val="both"/>
            </w:pPr>
            <w:r w:rsidRPr="00D21D50">
              <w:t>На основании обращений заказчиков, на которых не распространяется действие 223-ФЗ, сведения об участнике закупки вносятся в РНП организаций атомной отрасли также в следующих случаях:</w:t>
            </w:r>
          </w:p>
          <w:p w:rsidR="00624BF6" w:rsidRPr="00D21D50" w:rsidRDefault="00624BF6" w:rsidP="0098529F">
            <w:pPr>
              <w:pStyle w:val="NormalWeb"/>
              <w:numPr>
                <w:ilvl w:val="0"/>
                <w:numId w:val="10"/>
              </w:numPr>
              <w:spacing w:before="0" w:beforeAutospacing="0" w:after="0" w:afterAutospacing="0"/>
              <w:ind w:left="0" w:firstLine="601"/>
              <w:jc w:val="both"/>
            </w:pPr>
            <w:r w:rsidRPr="00D21D50">
              <w:t>если такой участник закупки предоставил в своей заявке на участие в закупке заведомо недостоверные сведения, существенные для принятия комиссией решения о допуске участника к участию в закупке и (или) оценке его заявки, правоохранительными органами проведено расследование в установленном порядке и факт предоставления недостоверных сведений, приведший к уголовному наказанию виновных лиц, установлен;</w:t>
            </w:r>
          </w:p>
          <w:p w:rsidR="00624BF6" w:rsidRPr="00D21D50" w:rsidRDefault="00624BF6" w:rsidP="0098529F">
            <w:pPr>
              <w:pStyle w:val="NormalWeb"/>
              <w:numPr>
                <w:ilvl w:val="0"/>
                <w:numId w:val="10"/>
              </w:numPr>
              <w:spacing w:before="0" w:beforeAutospacing="0" w:after="0" w:afterAutospacing="0"/>
              <w:ind w:left="0" w:right="153" w:firstLine="601"/>
              <w:jc w:val="both"/>
            </w:pPr>
            <w:r w:rsidRPr="00D21D50">
              <w:t>если участник закупки, с которым по результатам закупки заключен договор, не предоставил обеспечение исполнения договора после его подписания, если допускается предоставление такого обеспечения после заключения договора;</w:t>
            </w:r>
          </w:p>
          <w:p w:rsidR="00624BF6" w:rsidRPr="00D21D50" w:rsidRDefault="00624BF6" w:rsidP="0098529F">
            <w:pPr>
              <w:pStyle w:val="NormalWeb"/>
              <w:numPr>
                <w:ilvl w:val="0"/>
                <w:numId w:val="10"/>
              </w:numPr>
              <w:spacing w:before="0" w:beforeAutospacing="0" w:after="0" w:afterAutospacing="0"/>
              <w:ind w:left="0" w:right="153" w:firstLine="601"/>
              <w:jc w:val="both"/>
            </w:pPr>
            <w:r w:rsidRPr="00D21D50">
              <w:t>если договор, заключенный с участником закупки по результатам закупки, расторгнут по соглашению сторон в связи с существенным нарушением поставщиком условий договора.</w:t>
            </w:r>
          </w:p>
        </w:tc>
      </w:tr>
      <w:tr w:rsidR="00624BF6" w:rsidRPr="00D21D50" w:rsidTr="00D91D15">
        <w:trPr>
          <w:trHeight w:val="194"/>
        </w:trPr>
        <w:tc>
          <w:tcPr>
            <w:tcW w:w="568" w:type="dxa"/>
          </w:tcPr>
          <w:p w:rsidR="00624BF6" w:rsidRPr="00D21D50" w:rsidRDefault="00624BF6" w:rsidP="0098529F">
            <w:pPr>
              <w:numPr>
                <w:ilvl w:val="0"/>
                <w:numId w:val="7"/>
              </w:numPr>
              <w:tabs>
                <w:tab w:val="num" w:pos="786"/>
              </w:tabs>
              <w:ind w:left="0" w:hanging="15"/>
              <w:jc w:val="center"/>
            </w:pPr>
            <w:bookmarkStart w:id="134" w:name="_Ref321836398"/>
          </w:p>
        </w:tc>
        <w:bookmarkEnd w:id="134"/>
        <w:tc>
          <w:tcPr>
            <w:tcW w:w="2268" w:type="dxa"/>
          </w:tcPr>
          <w:p w:rsidR="00624BF6" w:rsidRPr="00D21D50" w:rsidRDefault="00624BF6" w:rsidP="00D91D15">
            <w:pPr>
              <w:ind w:right="153"/>
              <w:jc w:val="both"/>
              <w:rPr>
                <w:b/>
                <w:i/>
              </w:rPr>
            </w:pPr>
            <w:r w:rsidRPr="00D21D50">
              <w:t>Порядок обжалования действий заказчика, организатора, комиссии</w:t>
            </w:r>
          </w:p>
        </w:tc>
        <w:tc>
          <w:tcPr>
            <w:tcW w:w="12616" w:type="dxa"/>
          </w:tcPr>
          <w:p w:rsidR="00624BF6" w:rsidRPr="00D21D50" w:rsidRDefault="00624BF6" w:rsidP="00D91D15">
            <w:pPr>
              <w:pStyle w:val="NormalWeb"/>
              <w:spacing w:before="0" w:beforeAutospacing="0" w:after="0" w:afterAutospacing="0"/>
              <w:jc w:val="both"/>
            </w:pPr>
            <w:r w:rsidRPr="00D21D50">
              <w:t>Порядок подачи и рассмотрения жалоб предусмотрены главой 10 Стандарта и приложением 6 к Стандарту.</w:t>
            </w:r>
          </w:p>
          <w:p w:rsidR="00624BF6" w:rsidRPr="00D21D50" w:rsidRDefault="00624BF6" w:rsidP="00D91D15">
            <w:pPr>
              <w:pStyle w:val="NormalWeb"/>
              <w:spacing w:before="0" w:beforeAutospacing="0" w:after="0" w:afterAutospacing="0"/>
              <w:jc w:val="both"/>
            </w:pPr>
            <w:r w:rsidRPr="00D21D50">
              <w:t>При приостановке процедуры закупки до окончания срока подачи заявок возможны следующие действия:</w:t>
            </w:r>
          </w:p>
          <w:p w:rsidR="00624BF6" w:rsidRPr="00D21D50" w:rsidRDefault="00624BF6" w:rsidP="0098529F">
            <w:pPr>
              <w:pStyle w:val="NormalWeb"/>
              <w:numPr>
                <w:ilvl w:val="0"/>
                <w:numId w:val="10"/>
              </w:numPr>
              <w:spacing w:before="0" w:beforeAutospacing="0" w:after="0" w:afterAutospacing="0"/>
              <w:ind w:left="0" w:firstLine="601"/>
              <w:jc w:val="both"/>
            </w:pPr>
            <w:r w:rsidRPr="00D21D50">
              <w:t>направление запросов по разъяснению положений документации, подача заявок до окончания срока подачи заявок – участником закупки;</w:t>
            </w:r>
          </w:p>
          <w:p w:rsidR="00624BF6" w:rsidRPr="00D21D50" w:rsidRDefault="00624BF6" w:rsidP="0098529F">
            <w:pPr>
              <w:pStyle w:val="NormalWeb"/>
              <w:numPr>
                <w:ilvl w:val="0"/>
                <w:numId w:val="10"/>
              </w:numPr>
              <w:spacing w:before="0" w:beforeAutospacing="0" w:after="0" w:afterAutospacing="0"/>
              <w:ind w:left="0" w:firstLine="601"/>
              <w:jc w:val="both"/>
            </w:pPr>
            <w:r w:rsidRPr="00D21D50">
              <w:t xml:space="preserve">размещение разъяснений положений документации, внесение изменений в извещение о проведении закупки и документацию в сроки, предусмотренные пунктом </w:t>
            </w:r>
            <w:fldSimple w:instr=" REF _Ref441222461 \r \h  \* MERGEFORMAT ">
              <w:r w:rsidRPr="00D21D50">
                <w:t>3</w:t>
              </w:r>
            </w:fldSimple>
            <w:r w:rsidRPr="00D21D50">
              <w:t xml:space="preserve"> настоящего раздела – организатором.</w:t>
            </w:r>
          </w:p>
          <w:p w:rsidR="00624BF6" w:rsidRPr="00D21D50" w:rsidRDefault="00624BF6" w:rsidP="00D91D15">
            <w:pPr>
              <w:jc w:val="both"/>
              <w:rPr>
                <w:b/>
                <w:bCs/>
                <w:sz w:val="26"/>
                <w:szCs w:val="26"/>
              </w:rPr>
            </w:pPr>
            <w:r w:rsidRPr="00D21D50">
              <w:t>При возобновлении обжалуемой процедуры закупки, приостановленной до момента открытия доступа к заявкам, в  случае отзыва жалобы или признания жалобы необоснованной, срок окончания подачи заявок на участие в закупке не изменяется. Если срок открытия доступа к заявкам уже истек, то организатором устанавливается срок открытия доступа к заявкам 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624BF6" w:rsidRPr="00D21D50" w:rsidTr="00D91D15">
        <w:trPr>
          <w:trHeight w:val="194"/>
        </w:trPr>
        <w:tc>
          <w:tcPr>
            <w:tcW w:w="568" w:type="dxa"/>
          </w:tcPr>
          <w:p w:rsidR="00624BF6" w:rsidRPr="00D21D50" w:rsidRDefault="00624BF6" w:rsidP="0098529F">
            <w:pPr>
              <w:numPr>
                <w:ilvl w:val="0"/>
                <w:numId w:val="7"/>
              </w:numPr>
              <w:tabs>
                <w:tab w:val="num" w:pos="786"/>
              </w:tabs>
              <w:ind w:left="0" w:hanging="15"/>
              <w:jc w:val="center"/>
            </w:pPr>
          </w:p>
        </w:tc>
        <w:tc>
          <w:tcPr>
            <w:tcW w:w="2268" w:type="dxa"/>
          </w:tcPr>
          <w:p w:rsidR="00624BF6" w:rsidRPr="00D21D50" w:rsidRDefault="00624BF6" w:rsidP="00D91D15">
            <w:pPr>
              <w:ind w:right="153"/>
              <w:jc w:val="both"/>
              <w:rPr>
                <w:b/>
                <w:i/>
              </w:rPr>
            </w:pPr>
            <w:r w:rsidRPr="00D21D50">
              <w:t>Каналы связи, по которым можно сообщить о фактах злоупотребления при проведении закупки</w:t>
            </w:r>
          </w:p>
        </w:tc>
        <w:tc>
          <w:tcPr>
            <w:tcW w:w="12616" w:type="dxa"/>
          </w:tcPr>
          <w:p w:rsidR="00624BF6" w:rsidRPr="00D21D50" w:rsidRDefault="00624BF6" w:rsidP="00D91D15">
            <w:pPr>
              <w:pStyle w:val="NormalWeb"/>
              <w:spacing w:before="0" w:beforeAutospacing="0" w:after="0" w:afterAutospacing="0"/>
              <w:jc w:val="both"/>
              <w:rPr>
                <w:b/>
                <w:bCs/>
                <w:sz w:val="26"/>
                <w:szCs w:val="26"/>
              </w:rPr>
            </w:pPr>
            <w:r w:rsidRPr="00D21D50">
              <w:t xml:space="preserve">О фактах злоупотреблений участник закупки может заявить в Госкорпорацию «Росатом» и сообщить об этом гласно или анонимно, воспользовавшись следующими каналами связи: </w:t>
            </w:r>
          </w:p>
          <w:p w:rsidR="00624BF6" w:rsidRPr="00D21D50" w:rsidRDefault="00624BF6" w:rsidP="00D91D15">
            <w:pPr>
              <w:pStyle w:val="NormalWeb"/>
              <w:tabs>
                <w:tab w:val="left" w:pos="330"/>
              </w:tabs>
              <w:spacing w:before="0" w:beforeAutospacing="0" w:after="0" w:afterAutospacing="0"/>
              <w:jc w:val="both"/>
              <w:rPr>
                <w:b/>
                <w:bCs/>
                <w:sz w:val="26"/>
                <w:szCs w:val="26"/>
              </w:rPr>
            </w:pPr>
            <w:r w:rsidRPr="00D21D50">
              <w:t>1.</w:t>
            </w:r>
            <w:r w:rsidRPr="00D21D50">
              <w:tab/>
              <w:t>Телефон «горячей линии»: 8-800-100-07-07 (многоканальный, круглосуточно, бесплатно из любой точки страны);</w:t>
            </w:r>
          </w:p>
          <w:p w:rsidR="00624BF6" w:rsidRPr="00D21D50" w:rsidRDefault="00624BF6" w:rsidP="00D91D15">
            <w:pPr>
              <w:pStyle w:val="NormalWeb"/>
              <w:tabs>
                <w:tab w:val="left" w:pos="360"/>
              </w:tabs>
              <w:spacing w:before="0" w:beforeAutospacing="0" w:after="0" w:afterAutospacing="0"/>
              <w:jc w:val="both"/>
              <w:rPr>
                <w:b/>
                <w:bCs/>
                <w:sz w:val="26"/>
                <w:szCs w:val="26"/>
              </w:rPr>
            </w:pPr>
            <w:r w:rsidRPr="00D21D50">
              <w:t>2.</w:t>
            </w:r>
            <w:r w:rsidRPr="00D21D50">
              <w:tab/>
              <w:t>Адрес электронной почты: 0707@rosatom.ru;</w:t>
            </w:r>
          </w:p>
          <w:p w:rsidR="00624BF6" w:rsidRPr="00D21D50" w:rsidRDefault="00624BF6" w:rsidP="00D91D15">
            <w:pPr>
              <w:pStyle w:val="NormalWeb"/>
              <w:tabs>
                <w:tab w:val="left" w:pos="330"/>
              </w:tabs>
              <w:spacing w:before="0" w:beforeAutospacing="0" w:after="0" w:afterAutospacing="0"/>
              <w:jc w:val="both"/>
              <w:rPr>
                <w:b/>
                <w:bCs/>
                <w:sz w:val="26"/>
                <w:szCs w:val="26"/>
              </w:rPr>
            </w:pPr>
            <w:r w:rsidRPr="00D21D50">
              <w:t>3.</w:t>
            </w:r>
            <w:r w:rsidRPr="00D21D50">
              <w:tab/>
              <w:t>Адрес для почтовых отправлений: 119017, Москва, а/я 226, Департамент защиты активов Госкорпорации «Росатом».</w:t>
            </w:r>
          </w:p>
        </w:tc>
      </w:tr>
    </w:tbl>
    <w:p w:rsidR="00624BF6" w:rsidRPr="00D21D50" w:rsidRDefault="00624BF6" w:rsidP="00D91D1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rsidR="00624BF6" w:rsidRPr="00D21D50" w:rsidRDefault="00624BF6">
      <w:pPr>
        <w:sectPr w:rsidR="00624BF6" w:rsidRPr="00D21D50" w:rsidSect="00E07FF9">
          <w:footerReference w:type="default" r:id="rId7"/>
          <w:pgSz w:w="16840" w:h="11907" w:orient="landscape" w:code="9"/>
          <w:pgMar w:top="851" w:right="1134" w:bottom="851" w:left="1134" w:header="567" w:footer="181" w:gutter="0"/>
          <w:pgNumType w:start="1"/>
          <w:cols w:space="708"/>
          <w:docGrid w:linePitch="360"/>
        </w:sectPr>
      </w:pPr>
    </w:p>
    <w:p w:rsidR="00624BF6" w:rsidRPr="00D21D50" w:rsidRDefault="00624BF6" w:rsidP="00A66CA9">
      <w:pPr>
        <w:pageBreakBefore/>
        <w:ind w:firstLine="709"/>
        <w:jc w:val="right"/>
      </w:pPr>
      <w:r w:rsidRPr="00D21D50">
        <w:t>Приложение № 1</w:t>
      </w:r>
    </w:p>
    <w:p w:rsidR="00624BF6" w:rsidRPr="00D21D50" w:rsidRDefault="00624BF6" w:rsidP="00A66CA9">
      <w:pPr>
        <w:jc w:val="right"/>
      </w:pPr>
    </w:p>
    <w:p w:rsidR="00624BF6" w:rsidRPr="00D21D50" w:rsidRDefault="00624BF6" w:rsidP="00A66CA9">
      <w:pPr>
        <w:jc w:val="center"/>
        <w:rPr>
          <w:b/>
        </w:rPr>
      </w:pPr>
      <w:r w:rsidRPr="00D21D50">
        <w:rPr>
          <w:b/>
        </w:rPr>
        <w:t xml:space="preserve">Требования к поручителям и гарантам, </w:t>
      </w:r>
    </w:p>
    <w:p w:rsidR="00624BF6" w:rsidRPr="00D21D50" w:rsidRDefault="00624BF6" w:rsidP="00A66CA9">
      <w:pPr>
        <w:jc w:val="center"/>
      </w:pPr>
      <w:r w:rsidRPr="00D21D50">
        <w:rPr>
          <w:b/>
        </w:rPr>
        <w:t>банкам-партнерам, опорным банкам</w:t>
      </w:r>
    </w:p>
    <w:p w:rsidR="00624BF6" w:rsidRPr="00D21D50" w:rsidRDefault="00624BF6" w:rsidP="00D21D50">
      <w:pPr>
        <w:ind w:firstLine="709"/>
      </w:pPr>
    </w:p>
    <w:p w:rsidR="00624BF6" w:rsidRPr="00D21D50" w:rsidRDefault="00624BF6" w:rsidP="0098529F">
      <w:pPr>
        <w:pStyle w:val="ListParagraph"/>
        <w:numPr>
          <w:ilvl w:val="0"/>
          <w:numId w:val="64"/>
        </w:numPr>
        <w:spacing w:after="0" w:line="240" w:lineRule="auto"/>
        <w:ind w:left="0" w:firstLine="709"/>
        <w:contextualSpacing w:val="0"/>
        <w:jc w:val="both"/>
        <w:rPr>
          <w:rFonts w:ascii="Times New Roman" w:hAnsi="Times New Roman"/>
          <w:sz w:val="24"/>
          <w:szCs w:val="24"/>
        </w:rPr>
      </w:pPr>
      <w:bookmarkStart w:id="135" w:name="п1"/>
      <w:bookmarkEnd w:id="135"/>
      <w:r w:rsidRPr="00D21D50">
        <w:rPr>
          <w:rFonts w:ascii="Times New Roman" w:hAnsi="Times New Roman"/>
          <w:sz w:val="24"/>
          <w:szCs w:val="24"/>
        </w:rPr>
        <w:t>Требования к поручителям и гарантам, необходимые для установления единого подхода к обращению с поручительствами и банковскими гарантиями Госкорпорации «Росатом» и ее организаций при осуществлении закупочной деятельности для снижения финансовых рисков Госкорпорации «Росатом» и ее организаций, в том числе связанных с выплатой авансов, стимулирования повышения ответственности исполнения обязательств участника закупки, контрагентов за надлежащее исполнение договорных обязательств.</w:t>
      </w:r>
    </w:p>
    <w:p w:rsidR="00624BF6" w:rsidRPr="00D21D50" w:rsidRDefault="00624BF6" w:rsidP="0098529F">
      <w:pPr>
        <w:pStyle w:val="ListParagraph"/>
        <w:numPr>
          <w:ilvl w:val="1"/>
          <w:numId w:val="64"/>
        </w:numPr>
        <w:spacing w:after="0" w:line="240" w:lineRule="auto"/>
        <w:ind w:left="0" w:firstLine="709"/>
        <w:contextualSpacing w:val="0"/>
        <w:jc w:val="both"/>
        <w:rPr>
          <w:rFonts w:ascii="Times New Roman" w:hAnsi="Times New Roman"/>
          <w:sz w:val="24"/>
          <w:szCs w:val="24"/>
        </w:rPr>
      </w:pPr>
      <w:r w:rsidRPr="00D21D50">
        <w:rPr>
          <w:rFonts w:ascii="Times New Roman" w:hAnsi="Times New Roman"/>
          <w:sz w:val="24"/>
          <w:szCs w:val="24"/>
        </w:rPr>
        <w:t>Требования к гарантам, предоставляющим финансовое обеспечение обязательств участника закупок (обеспечение заявки на участие в закупке) и договорных обязательств Госкорпорации «Росатом» и ее организаций.</w:t>
      </w:r>
    </w:p>
    <w:p w:rsidR="00624BF6" w:rsidRPr="00D21D50" w:rsidRDefault="00624BF6" w:rsidP="0098529F">
      <w:pPr>
        <w:pStyle w:val="ListParagraph"/>
        <w:numPr>
          <w:ilvl w:val="2"/>
          <w:numId w:val="64"/>
        </w:numPr>
        <w:spacing w:after="0" w:line="240" w:lineRule="auto"/>
        <w:ind w:left="0" w:firstLine="709"/>
        <w:contextualSpacing w:val="0"/>
        <w:jc w:val="both"/>
        <w:rPr>
          <w:rFonts w:ascii="Times New Roman" w:hAnsi="Times New Roman"/>
          <w:sz w:val="24"/>
          <w:szCs w:val="24"/>
        </w:rPr>
      </w:pPr>
      <w:bookmarkStart w:id="136" w:name="п111"/>
      <w:bookmarkEnd w:id="136"/>
      <w:r w:rsidRPr="00D21D50">
        <w:rPr>
          <w:rFonts w:ascii="Times New Roman" w:hAnsi="Times New Roman"/>
          <w:sz w:val="24"/>
          <w:szCs w:val="24"/>
        </w:rPr>
        <w:t>С целью снижения финансовых рисков Госкорпорация «Росатом» и ее организации принимают от участников закупок и контрагентов банковские гарантии, выдаваемые банками, которые соответствуют следующим требованиям (в рамках свободных лимитов, установленных на банки Госкорпорацией «Росатом» и действующих на дату принятия обеспечения договорных обязательств; проверка на наличие свободного лимита не производится при принятии гарантий обеспечения заявки на участие в закупке):</w:t>
      </w:r>
    </w:p>
    <w:p w:rsidR="00624BF6" w:rsidRPr="00D21D50" w:rsidRDefault="00624BF6" w:rsidP="00D21D50">
      <w:pPr>
        <w:pStyle w:val="ListParagraph"/>
        <w:tabs>
          <w:tab w:val="left" w:pos="1134"/>
        </w:tabs>
        <w:ind w:left="0" w:firstLine="709"/>
        <w:jc w:val="both"/>
        <w:rPr>
          <w:rFonts w:ascii="Times New Roman" w:hAnsi="Times New Roman"/>
          <w:kern w:val="28"/>
          <w:sz w:val="24"/>
          <w:szCs w:val="24"/>
        </w:rPr>
      </w:pPr>
      <w:r w:rsidRPr="00D21D50">
        <w:rPr>
          <w:rFonts w:ascii="Times New Roman" w:hAnsi="Times New Roman"/>
          <w:kern w:val="28"/>
          <w:sz w:val="24"/>
          <w:szCs w:val="24"/>
        </w:rPr>
        <w:t>банк должен иметь лицензию Центрального банка Российской Федерации (далее – Банк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созданный согласно праву иностранного государства), разрешающего выдачу банковских гарантий;</w:t>
      </w:r>
    </w:p>
    <w:p w:rsidR="00624BF6" w:rsidRPr="00D21D50" w:rsidRDefault="00624BF6" w:rsidP="00D21D50">
      <w:pPr>
        <w:pStyle w:val="ListParagraph"/>
        <w:tabs>
          <w:tab w:val="left" w:pos="1134"/>
        </w:tabs>
        <w:ind w:left="0" w:firstLine="709"/>
        <w:jc w:val="both"/>
        <w:rPr>
          <w:rFonts w:ascii="Times New Roman" w:hAnsi="Times New Roman"/>
          <w:kern w:val="28"/>
          <w:sz w:val="24"/>
          <w:szCs w:val="24"/>
        </w:rPr>
      </w:pPr>
      <w:r w:rsidRPr="00D21D50">
        <w:rPr>
          <w:rFonts w:ascii="Times New Roman" w:hAnsi="Times New Roman"/>
          <w:kern w:val="28"/>
          <w:sz w:val="24"/>
          <w:szCs w:val="24"/>
        </w:rPr>
        <w:t>наличие в системе страхования вкладов (в случае, если банковскую гарантию предоставляет банк-резидент Российской Федерации);</w:t>
      </w:r>
    </w:p>
    <w:p w:rsidR="00624BF6" w:rsidRPr="00D21D50" w:rsidRDefault="00624BF6" w:rsidP="00D21D50">
      <w:pPr>
        <w:pStyle w:val="ListParagraph"/>
        <w:tabs>
          <w:tab w:val="left" w:pos="1134"/>
        </w:tabs>
        <w:ind w:left="0" w:firstLine="709"/>
        <w:jc w:val="both"/>
        <w:rPr>
          <w:rFonts w:ascii="Times New Roman" w:hAnsi="Times New Roman"/>
          <w:kern w:val="28"/>
          <w:sz w:val="24"/>
          <w:szCs w:val="24"/>
        </w:rPr>
      </w:pPr>
      <w:r w:rsidRPr="00D21D50">
        <w:rPr>
          <w:rFonts w:ascii="Times New Roman" w:hAnsi="Times New Roman"/>
          <w:kern w:val="28"/>
          <w:sz w:val="24"/>
          <w:szCs w:val="24"/>
        </w:rPr>
        <w:t>объем собственных средств (капитала) на последнюю отчетную дату по публикуемой отчетности больше или равен 5 млрд руб. или их эквиваленту в иностранной валюте; при этом такая отчетность</w:t>
      </w:r>
      <w:r w:rsidRPr="00D21D50">
        <w:rPr>
          <w:rFonts w:ascii="Times New Roman" w:hAnsi="Times New Roman"/>
          <w:sz w:val="24"/>
          <w:szCs w:val="24"/>
        </w:rPr>
        <w:t xml:space="preserve"> </w:t>
      </w:r>
      <w:r w:rsidRPr="00D21D50">
        <w:rPr>
          <w:rFonts w:ascii="Times New Roman" w:hAnsi="Times New Roman"/>
          <w:kern w:val="28"/>
          <w:sz w:val="24"/>
          <w:szCs w:val="24"/>
        </w:rPr>
        <w:t xml:space="preserve">должна быть опубликована на сайте </w:t>
      </w:r>
      <w:hyperlink r:id="rId8" w:history="1">
        <w:r w:rsidRPr="00D21D50">
          <w:rPr>
            <w:rStyle w:val="Hyperlink"/>
            <w:rFonts w:ascii="Times New Roman" w:hAnsi="Times New Roman"/>
            <w:color w:val="auto"/>
            <w:kern w:val="28"/>
            <w:sz w:val="24"/>
            <w:szCs w:val="24"/>
          </w:rPr>
          <w:t>www.cbr.ru</w:t>
        </w:r>
      </w:hyperlink>
      <w:r w:rsidRPr="00D21D50">
        <w:rPr>
          <w:rFonts w:ascii="Times New Roman" w:hAnsi="Times New Roman"/>
          <w:kern w:val="28"/>
          <w:sz w:val="24"/>
          <w:szCs w:val="24"/>
        </w:rPr>
        <w:t xml:space="preserve"> (ф.123 </w:t>
      </w:r>
      <w:r w:rsidRPr="00D21D50">
        <w:rPr>
          <w:rFonts w:ascii="Times New Roman" w:hAnsi="Times New Roman"/>
          <w:sz w:val="24"/>
          <w:szCs w:val="24"/>
        </w:rPr>
        <w:t>и/или иные формы отчетности, предусмотренные Банком России</w:t>
      </w:r>
      <w:r w:rsidRPr="00D21D50">
        <w:rPr>
          <w:rFonts w:ascii="Times New Roman" w:hAnsi="Times New Roman"/>
          <w:kern w:val="28"/>
          <w:sz w:val="24"/>
          <w:szCs w:val="24"/>
        </w:rPr>
        <w:t>) (для банков-резидентов Российской Федерации).</w:t>
      </w:r>
    </w:p>
    <w:p w:rsidR="00624BF6" w:rsidRPr="00D21D50" w:rsidRDefault="00624BF6" w:rsidP="00D21D50">
      <w:pPr>
        <w:ind w:firstLine="708"/>
        <w:jc w:val="both"/>
        <w:rPr>
          <w:kern w:val="28"/>
        </w:rPr>
      </w:pPr>
      <w:r w:rsidRPr="00D21D50">
        <w:rPr>
          <w:kern w:val="28"/>
        </w:rPr>
        <w:t>Участники закупки и контрагенты, не являющиеся резидентами Российской Федерации, могут предоставить в качестве обеспечения заявок на участие в закупке и договорных обязательств банковские гарантии от банков-нерезидентов.</w:t>
      </w:r>
    </w:p>
    <w:p w:rsidR="00624BF6" w:rsidRPr="00D21D50" w:rsidRDefault="00624BF6" w:rsidP="0098529F">
      <w:pPr>
        <w:pStyle w:val="ListParagraph"/>
        <w:numPr>
          <w:ilvl w:val="2"/>
          <w:numId w:val="64"/>
        </w:numPr>
        <w:spacing w:after="0" w:line="240" w:lineRule="auto"/>
        <w:ind w:left="0" w:firstLine="709"/>
        <w:contextualSpacing w:val="0"/>
        <w:jc w:val="both"/>
        <w:rPr>
          <w:rFonts w:ascii="Times New Roman" w:hAnsi="Times New Roman"/>
          <w:kern w:val="28"/>
          <w:sz w:val="24"/>
          <w:szCs w:val="24"/>
        </w:rPr>
      </w:pPr>
      <w:r w:rsidRPr="00D21D50">
        <w:rPr>
          <w:rFonts w:ascii="Times New Roman" w:hAnsi="Times New Roman"/>
          <w:kern w:val="28"/>
          <w:sz w:val="24"/>
          <w:szCs w:val="24"/>
        </w:rPr>
        <w:t xml:space="preserve">В дополнение к требованиям, указанным в </w:t>
      </w:r>
      <w:hyperlink w:anchor="п111" w:history="1">
        <w:r w:rsidRPr="00D21D50">
          <w:rPr>
            <w:rStyle w:val="Hyperlink"/>
            <w:rFonts w:ascii="Times New Roman" w:hAnsi="Times New Roman"/>
            <w:color w:val="auto"/>
            <w:kern w:val="28"/>
            <w:sz w:val="24"/>
            <w:szCs w:val="24"/>
          </w:rPr>
          <w:t>п.1.1.1</w:t>
        </w:r>
      </w:hyperlink>
      <w:r w:rsidRPr="00D21D50">
        <w:rPr>
          <w:rFonts w:ascii="Times New Roman" w:hAnsi="Times New Roman"/>
          <w:kern w:val="28"/>
          <w:sz w:val="24"/>
          <w:szCs w:val="24"/>
        </w:rPr>
        <w:t>, банки-нерезиденты должны соответствовать следующим требованиям:</w:t>
      </w:r>
    </w:p>
    <w:p w:rsidR="00624BF6" w:rsidRPr="00D21D50" w:rsidRDefault="00624BF6" w:rsidP="00D21D50">
      <w:pPr>
        <w:pStyle w:val="ListParagraph"/>
        <w:tabs>
          <w:tab w:val="left" w:pos="1134"/>
        </w:tabs>
        <w:ind w:left="0" w:firstLine="709"/>
        <w:jc w:val="both"/>
        <w:rPr>
          <w:rFonts w:ascii="Times New Roman" w:hAnsi="Times New Roman"/>
          <w:sz w:val="24"/>
          <w:szCs w:val="24"/>
        </w:rPr>
      </w:pPr>
      <w:r w:rsidRPr="00D21D50">
        <w:rPr>
          <w:rFonts w:ascii="Times New Roman" w:hAnsi="Times New Roman"/>
          <w:kern w:val="28"/>
          <w:sz w:val="24"/>
          <w:szCs w:val="24"/>
        </w:rPr>
        <w:t>наличие действующего долгосрочного кредитного рейтинга в иностранной валюте, присвоенного одним из международных рейтинговых агентств – Standard &amp; Poor’s, Moody’s Investors Service, Fitch Ratings, – на уровне не ниже «B-» по шкале Standard &amp; Poor’s и Fitch Ratings, не ниже «B3» по шкале Moody’s Investors Service. Указанные рейтинги должны быть действительными и не могут находиться в состоянии «отозван» или «приостановлен».</w:t>
      </w:r>
      <w:r w:rsidRPr="00D21D50">
        <w:rPr>
          <w:rFonts w:ascii="Times New Roman" w:hAnsi="Times New Roman"/>
          <w:sz w:val="24"/>
          <w:szCs w:val="24"/>
        </w:rPr>
        <w:t xml:space="preserve"> </w:t>
      </w:r>
    </w:p>
    <w:p w:rsidR="00624BF6" w:rsidRPr="00D21D50" w:rsidRDefault="00624BF6" w:rsidP="00D21D50">
      <w:pPr>
        <w:pStyle w:val="ListParagraph"/>
        <w:tabs>
          <w:tab w:val="left" w:pos="1134"/>
        </w:tabs>
        <w:ind w:left="0" w:firstLine="709"/>
        <w:jc w:val="both"/>
        <w:rPr>
          <w:rFonts w:ascii="Times New Roman" w:hAnsi="Times New Roman"/>
          <w:kern w:val="28"/>
          <w:sz w:val="24"/>
          <w:szCs w:val="24"/>
        </w:rPr>
      </w:pPr>
      <w:r w:rsidRPr="00D21D50">
        <w:rPr>
          <w:rFonts w:ascii="Times New Roman" w:hAnsi="Times New Roman"/>
          <w:kern w:val="28"/>
          <w:sz w:val="24"/>
          <w:szCs w:val="24"/>
        </w:rPr>
        <w:t>или</w:t>
      </w:r>
    </w:p>
    <w:p w:rsidR="00624BF6" w:rsidRPr="00D21D50" w:rsidRDefault="00624BF6" w:rsidP="00D21D50">
      <w:pPr>
        <w:pStyle w:val="ListParagraph"/>
        <w:tabs>
          <w:tab w:val="left" w:pos="1134"/>
        </w:tabs>
        <w:ind w:left="0" w:firstLine="709"/>
        <w:jc w:val="both"/>
        <w:rPr>
          <w:rFonts w:ascii="Times New Roman" w:hAnsi="Times New Roman"/>
          <w:sz w:val="24"/>
          <w:szCs w:val="24"/>
        </w:rPr>
      </w:pPr>
      <w:r w:rsidRPr="00D21D50">
        <w:rPr>
          <w:rFonts w:ascii="Times New Roman" w:hAnsi="Times New Roman"/>
          <w:sz w:val="24"/>
          <w:szCs w:val="24"/>
        </w:rPr>
        <w:t>банк должен входить в первую тройку банков страны (по критерию величины активов), резидентом которой он является.</w:t>
      </w:r>
    </w:p>
    <w:p w:rsidR="00624BF6" w:rsidRPr="00D21D50" w:rsidRDefault="00624BF6" w:rsidP="00D21D50">
      <w:pPr>
        <w:ind w:firstLine="708"/>
        <w:jc w:val="both"/>
        <w:rPr>
          <w:kern w:val="28"/>
        </w:rPr>
      </w:pPr>
      <w:r w:rsidRPr="00D21D50">
        <w:rPr>
          <w:kern w:val="28"/>
        </w:rPr>
        <w:t>Основанием для отказа в приеме гарантии банка, соответствующего критериям, указанным в п.1.1, является:</w:t>
      </w:r>
    </w:p>
    <w:p w:rsidR="00624BF6" w:rsidRPr="00D21D50" w:rsidRDefault="00624BF6" w:rsidP="00D21D50">
      <w:pPr>
        <w:ind w:firstLine="708"/>
        <w:jc w:val="both"/>
        <w:rPr>
          <w:kern w:val="28"/>
        </w:rPr>
      </w:pPr>
      <w:r w:rsidRPr="00D21D50">
        <w:rPr>
          <w:kern w:val="28"/>
        </w:rPr>
        <w:t>- 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rsidR="00624BF6" w:rsidRPr="00D21D50" w:rsidRDefault="00624BF6" w:rsidP="00D21D50">
      <w:pPr>
        <w:ind w:firstLine="708"/>
        <w:jc w:val="both"/>
        <w:rPr>
          <w:kern w:val="28"/>
        </w:rPr>
      </w:pPr>
      <w:r w:rsidRPr="00D21D50">
        <w:rPr>
          <w:kern w:val="28"/>
        </w:rPr>
        <w:t xml:space="preserve">- информация о нарушениях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 </w:t>
      </w:r>
    </w:p>
    <w:p w:rsidR="00624BF6" w:rsidRPr="00D21D50" w:rsidRDefault="00624BF6" w:rsidP="00D21D50">
      <w:pPr>
        <w:ind w:firstLine="708"/>
        <w:jc w:val="both"/>
        <w:rPr>
          <w:kern w:val="28"/>
        </w:rPr>
      </w:pPr>
      <w:r w:rsidRPr="00D21D50">
        <w:rPr>
          <w:kern w:val="28"/>
        </w:rPr>
        <w:t>- отсутствие в открытом доступе отчетности банка (ф.</w:t>
      </w:r>
      <w:r w:rsidRPr="00D21D50">
        <w:t xml:space="preserve"> 101, 102, 123, 135 и/или иных форм отчетности, предусмотренных Банком России для раскрытия</w:t>
      </w:r>
      <w:r w:rsidRPr="00D21D50">
        <w:rPr>
          <w:kern w:val="28"/>
        </w:rPr>
        <w:t xml:space="preserve"> на сайте </w:t>
      </w:r>
      <w:hyperlink r:id="rId9" w:history="1">
        <w:r w:rsidRPr="00D21D50">
          <w:rPr>
            <w:rStyle w:val="Hyperlink"/>
            <w:color w:val="auto"/>
            <w:kern w:val="28"/>
          </w:rPr>
          <w:t>www.</w:t>
        </w:r>
        <w:r w:rsidRPr="00D21D50">
          <w:rPr>
            <w:rStyle w:val="Hyperlink"/>
            <w:color w:val="auto"/>
            <w:kern w:val="28"/>
            <w:lang w:val="en-US"/>
          </w:rPr>
          <w:t>cbr</w:t>
        </w:r>
        <w:r w:rsidRPr="00D21D50">
          <w:rPr>
            <w:rStyle w:val="Hyperlink"/>
            <w:color w:val="auto"/>
            <w:kern w:val="28"/>
          </w:rPr>
          <w:t>.</w:t>
        </w:r>
        <w:r w:rsidRPr="00D21D50">
          <w:rPr>
            <w:rStyle w:val="Hyperlink"/>
            <w:color w:val="auto"/>
            <w:kern w:val="28"/>
            <w:lang w:val="en-US"/>
          </w:rPr>
          <w:t>ru</w:t>
        </w:r>
      </w:hyperlink>
      <w:r w:rsidRPr="00D21D50">
        <w:rPr>
          <w:kern w:val="28"/>
        </w:rPr>
        <w:t xml:space="preserve"> – для банков-резидентов Российской Федерации).</w:t>
      </w:r>
    </w:p>
    <w:p w:rsidR="00624BF6" w:rsidRPr="00D21D50" w:rsidDel="00DD40A1" w:rsidRDefault="00624BF6" w:rsidP="00D21D50">
      <w:pPr>
        <w:pStyle w:val="ListParagraph"/>
        <w:tabs>
          <w:tab w:val="left" w:pos="0"/>
        </w:tabs>
        <w:ind w:left="0" w:firstLine="426"/>
        <w:jc w:val="both"/>
        <w:rPr>
          <w:rFonts w:ascii="Times New Roman" w:hAnsi="Times New Roman"/>
          <w:kern w:val="28"/>
          <w:sz w:val="24"/>
          <w:szCs w:val="24"/>
        </w:rPr>
      </w:pPr>
      <w:r w:rsidRPr="00D21D50">
        <w:rPr>
          <w:rFonts w:ascii="Times New Roman" w:hAnsi="Times New Roman"/>
          <w:sz w:val="24"/>
          <w:szCs w:val="24"/>
        </w:rPr>
        <w:t xml:space="preserve"> </w:t>
      </w:r>
    </w:p>
    <w:p w:rsidR="00624BF6" w:rsidRPr="00D21D50" w:rsidRDefault="00624BF6" w:rsidP="00D21D50">
      <w:pPr>
        <w:ind w:firstLine="709"/>
        <w:jc w:val="both"/>
        <w:rPr>
          <w:kern w:val="28"/>
        </w:rPr>
      </w:pPr>
      <w:r w:rsidRPr="00D21D50">
        <w:rPr>
          <w:kern w:val="28"/>
        </w:rPr>
        <w:t xml:space="preserve">Не принимаются в качестве обеспечения банковские гарантии, выдаваемые некоммерческими кредитными организациями и страховыми организациями, а также банками, не соответствующими требованиям, указанным в настоящем пункте. Срок действия банковской гарантии обеспечения заявки на участие в  закупке должен быть не менее срока действия заявки на участие в закупке. </w:t>
      </w:r>
    </w:p>
    <w:p w:rsidR="00624BF6" w:rsidRPr="00D21D50" w:rsidRDefault="00624BF6" w:rsidP="00D21D50">
      <w:pPr>
        <w:tabs>
          <w:tab w:val="num" w:pos="2978"/>
        </w:tabs>
        <w:ind w:firstLine="708"/>
        <w:jc w:val="both"/>
        <w:rPr>
          <w:kern w:val="28"/>
        </w:rPr>
      </w:pPr>
      <w:r w:rsidRPr="00D21D50">
        <w:rPr>
          <w:kern w:val="28"/>
        </w:rPr>
        <w:t>Срок действия  гарантии обеспечения исполнения договорных обязательств должен составлять:</w:t>
      </w:r>
    </w:p>
    <w:p w:rsidR="00624BF6" w:rsidRPr="00D21D50" w:rsidRDefault="00624BF6" w:rsidP="00D21D50">
      <w:pPr>
        <w:tabs>
          <w:tab w:val="num" w:pos="2978"/>
        </w:tabs>
        <w:ind w:firstLine="708"/>
        <w:jc w:val="both"/>
        <w:rPr>
          <w:kern w:val="28"/>
        </w:rPr>
      </w:pPr>
      <w:r w:rsidRPr="00D21D50">
        <w:rPr>
          <w:kern w:val="28"/>
        </w:rPr>
        <w:t>по обеспечению возврата аванса – срок исполнения обязательств на сумму выплаченного аванса плюс 60 (шестьдесят) дней;</w:t>
      </w:r>
    </w:p>
    <w:p w:rsidR="00624BF6" w:rsidRPr="00D21D50" w:rsidRDefault="00624BF6" w:rsidP="00D21D50">
      <w:pPr>
        <w:tabs>
          <w:tab w:val="num" w:pos="2978"/>
        </w:tabs>
        <w:ind w:firstLine="708"/>
        <w:jc w:val="both"/>
        <w:rPr>
          <w:kern w:val="28"/>
        </w:rPr>
      </w:pPr>
      <w:r w:rsidRPr="00D21D50">
        <w:rPr>
          <w:kern w:val="28"/>
        </w:rPr>
        <w:t>по обеспечению договора – срок исполнения обязательств по договору плюс 60 (шестьдесят) дней;</w:t>
      </w:r>
    </w:p>
    <w:p w:rsidR="00624BF6" w:rsidRPr="00D21D50" w:rsidRDefault="00624BF6" w:rsidP="00D21D50">
      <w:pPr>
        <w:pStyle w:val="ListParagraph"/>
        <w:tabs>
          <w:tab w:val="left" w:pos="0"/>
        </w:tabs>
        <w:ind w:left="0" w:firstLine="708"/>
        <w:jc w:val="both"/>
        <w:rPr>
          <w:rFonts w:ascii="Times New Roman" w:hAnsi="Times New Roman"/>
          <w:kern w:val="28"/>
          <w:sz w:val="24"/>
          <w:szCs w:val="24"/>
        </w:rPr>
      </w:pPr>
      <w:r w:rsidRPr="00D21D50">
        <w:rPr>
          <w:rFonts w:ascii="Times New Roman" w:hAnsi="Times New Roman"/>
          <w:sz w:val="24"/>
          <w:szCs w:val="24"/>
        </w:rPr>
        <w:t>по обеспечению исполнения гарантийных обязательств – срок гарантийных обязательств плюс 60 (шестьдесят) дней.</w:t>
      </w:r>
      <w:r w:rsidRPr="00D21D50">
        <w:rPr>
          <w:rFonts w:ascii="Times New Roman" w:hAnsi="Times New Roman"/>
          <w:kern w:val="28"/>
          <w:sz w:val="24"/>
          <w:szCs w:val="24"/>
        </w:rPr>
        <w:t xml:space="preserve"> </w:t>
      </w:r>
    </w:p>
    <w:p w:rsidR="00624BF6" w:rsidRPr="00D21D50" w:rsidRDefault="00624BF6" w:rsidP="0098529F">
      <w:pPr>
        <w:pStyle w:val="ListParagraph"/>
        <w:numPr>
          <w:ilvl w:val="1"/>
          <w:numId w:val="64"/>
        </w:numPr>
        <w:spacing w:after="0" w:line="240" w:lineRule="auto"/>
        <w:ind w:left="0" w:firstLine="709"/>
        <w:contextualSpacing w:val="0"/>
        <w:jc w:val="both"/>
        <w:rPr>
          <w:rFonts w:ascii="Times New Roman" w:hAnsi="Times New Roman"/>
          <w:sz w:val="24"/>
          <w:szCs w:val="24"/>
        </w:rPr>
      </w:pPr>
      <w:r w:rsidRPr="00D21D50">
        <w:rPr>
          <w:rFonts w:ascii="Times New Roman" w:hAnsi="Times New Roman"/>
          <w:sz w:val="24"/>
          <w:szCs w:val="24"/>
        </w:rPr>
        <w:t>Требования к поручителям, предоставляющим финансовое обеспечение договорных обязательств Госкорпорации «Росатом» и ее организаций.</w:t>
      </w:r>
    </w:p>
    <w:p w:rsidR="00624BF6" w:rsidRPr="00D21D50" w:rsidRDefault="00624BF6" w:rsidP="00D21D50">
      <w:pPr>
        <w:tabs>
          <w:tab w:val="left" w:pos="0"/>
        </w:tabs>
        <w:ind w:firstLine="709"/>
        <w:jc w:val="both"/>
        <w:rPr>
          <w:bCs/>
          <w:kern w:val="28"/>
        </w:rPr>
      </w:pPr>
      <w:r w:rsidRPr="00D21D50">
        <w:t>Поручительства принимаются от лиц (юридические лица, государство в лице органов власти государства, субъекты федерации, муниципальные образования и т.д.) с действующим долгосрочным кредитным рейтингом в иностранной или национальной валюте, присвоенным одним из международных рейтинговых агентств Standard &amp; Poor’s (www.standardandpoors.com), Moody’s Investors Service (www.moodys.com) или Fitch Ratings (www.fitchratings.com) на уровне суверенного кредитного рейтинга Российской Федерации, присвоенного по международной шкале соответствующего агентства (Standard &amp; Poor’s, Fitch Ratings, Moody’s Investors Service). Указанные рейтинги должны быть действительными и не должны находиться в состоянии «отозван» или «приостановлен»</w:t>
      </w:r>
      <w:r w:rsidRPr="00D21D50">
        <w:rPr>
          <w:bCs/>
          <w:kern w:val="28"/>
        </w:rPr>
        <w:t xml:space="preserve">. </w:t>
      </w:r>
    </w:p>
    <w:p w:rsidR="00624BF6" w:rsidRPr="00D21D50" w:rsidRDefault="00624BF6" w:rsidP="00D21D50">
      <w:pPr>
        <w:ind w:firstLine="709"/>
        <w:jc w:val="both"/>
      </w:pPr>
      <w:r w:rsidRPr="00D21D50">
        <w:t xml:space="preserve">При наличии у одного поручителя рейтингов от двух и более рейтинговых агентств в целях расчета принимается более высокий из рейтингов, присвоенный указанными рейтинговыми агентствами. </w:t>
      </w:r>
    </w:p>
    <w:p w:rsidR="00624BF6" w:rsidRPr="00D21D50" w:rsidRDefault="00624BF6" w:rsidP="00D21D50">
      <w:pPr>
        <w:pStyle w:val="Heading1"/>
        <w:numPr>
          <w:ilvl w:val="0"/>
          <w:numId w:val="0"/>
        </w:numPr>
        <w:ind w:hanging="1134"/>
        <w:jc w:val="both"/>
      </w:pPr>
      <w:r>
        <w:t xml:space="preserve">                               </w:t>
      </w:r>
      <w:r w:rsidRPr="00D21D50">
        <w:t>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 присвоенный данным рейтинговым агентством.</w:t>
      </w:r>
    </w:p>
    <w:p w:rsidR="00624BF6" w:rsidRPr="00D21D50" w:rsidRDefault="00624BF6" w:rsidP="00D21D50">
      <w:pPr>
        <w:ind w:firstLine="708"/>
        <w:jc w:val="both"/>
      </w:pPr>
      <w:r w:rsidRPr="00D21D50">
        <w:t>Срок действия поручительства должен превышать срок основного обязательства, в обеспечение которого оно выдается, не менее чем на 60 (шестьдесят) дней.</w:t>
      </w:r>
    </w:p>
    <w:p w:rsidR="00624BF6" w:rsidRPr="00D21D50" w:rsidRDefault="00624BF6" w:rsidP="00D21D50">
      <w:pPr>
        <w:ind w:firstLine="708"/>
        <w:jc w:val="both"/>
        <w:rPr>
          <w:kern w:val="28"/>
        </w:rPr>
      </w:pPr>
      <w:r w:rsidRPr="00D21D50">
        <w:rPr>
          <w:kern w:val="28"/>
        </w:rPr>
        <w:t>Поручительства принимаются в рамках свободных лимитов установленных на поручителей Госкорпорацией «Росатом» и действующих на дату получения обеспечения.</w:t>
      </w:r>
    </w:p>
    <w:p w:rsidR="00624BF6" w:rsidRPr="00D21D50" w:rsidRDefault="00624BF6" w:rsidP="0098529F">
      <w:pPr>
        <w:pStyle w:val="ListParagraph"/>
        <w:numPr>
          <w:ilvl w:val="0"/>
          <w:numId w:val="64"/>
        </w:numPr>
        <w:spacing w:after="0" w:line="240" w:lineRule="auto"/>
        <w:ind w:left="0" w:firstLine="709"/>
        <w:contextualSpacing w:val="0"/>
        <w:jc w:val="both"/>
        <w:rPr>
          <w:rFonts w:ascii="Times New Roman" w:hAnsi="Times New Roman"/>
          <w:sz w:val="24"/>
          <w:szCs w:val="24"/>
        </w:rPr>
      </w:pPr>
      <w:bookmarkStart w:id="137" w:name="раздел2"/>
      <w:bookmarkEnd w:id="137"/>
      <w:r w:rsidRPr="00D21D50">
        <w:rPr>
          <w:rFonts w:ascii="Times New Roman" w:hAnsi="Times New Roman"/>
          <w:sz w:val="24"/>
          <w:szCs w:val="24"/>
        </w:rPr>
        <w:t>Требования к Банкам-партнерам Госкорпорации «Росатом».</w:t>
      </w:r>
    </w:p>
    <w:p w:rsidR="00624BF6" w:rsidRPr="00D21D50" w:rsidRDefault="00624BF6" w:rsidP="0098529F">
      <w:pPr>
        <w:pStyle w:val="ListParagraph"/>
        <w:numPr>
          <w:ilvl w:val="1"/>
          <w:numId w:val="64"/>
        </w:numPr>
        <w:spacing w:after="0" w:line="240" w:lineRule="auto"/>
        <w:ind w:left="0" w:firstLine="709"/>
        <w:contextualSpacing w:val="0"/>
        <w:jc w:val="both"/>
        <w:rPr>
          <w:rFonts w:ascii="Times New Roman" w:hAnsi="Times New Roman"/>
          <w:sz w:val="24"/>
          <w:szCs w:val="24"/>
        </w:rPr>
      </w:pPr>
      <w:bookmarkStart w:id="138" w:name="п21"/>
      <w:bookmarkEnd w:id="138"/>
      <w:r w:rsidRPr="00D21D50">
        <w:rPr>
          <w:rFonts w:ascii="Times New Roman" w:hAnsi="Times New Roman"/>
          <w:sz w:val="24"/>
          <w:szCs w:val="24"/>
        </w:rPr>
        <w:t>Банки-партнеры должны соответствовать следующим критериям:</w:t>
      </w:r>
    </w:p>
    <w:p w:rsidR="00624BF6" w:rsidRPr="00D21D50" w:rsidRDefault="00624BF6" w:rsidP="0098529F">
      <w:pPr>
        <w:pStyle w:val="ListParagraph"/>
        <w:keepLines/>
        <w:numPr>
          <w:ilvl w:val="2"/>
          <w:numId w:val="64"/>
        </w:numPr>
        <w:tabs>
          <w:tab w:val="left" w:pos="993"/>
        </w:tabs>
        <w:spacing w:after="0" w:line="240" w:lineRule="auto"/>
        <w:ind w:left="0" w:firstLine="709"/>
        <w:contextualSpacing w:val="0"/>
        <w:jc w:val="both"/>
        <w:rPr>
          <w:rFonts w:ascii="Times New Roman" w:hAnsi="Times New Roman"/>
          <w:sz w:val="24"/>
          <w:szCs w:val="24"/>
        </w:rPr>
      </w:pPr>
      <w:bookmarkStart w:id="139" w:name="п211"/>
      <w:bookmarkEnd w:id="139"/>
      <w:r w:rsidRPr="00D21D50">
        <w:rPr>
          <w:rFonts w:ascii="Times New Roman" w:hAnsi="Times New Roman"/>
          <w:sz w:val="24"/>
          <w:szCs w:val="24"/>
        </w:rPr>
        <w:t>Объем активов по публикуемой финансовой отчетности на последнюю отчетную дату: не менее 150 млрд руб.</w:t>
      </w:r>
    </w:p>
    <w:p w:rsidR="00624BF6" w:rsidRPr="00D21D50" w:rsidRDefault="00624BF6" w:rsidP="0098529F">
      <w:pPr>
        <w:pStyle w:val="ListParagraph"/>
        <w:keepLines/>
        <w:numPr>
          <w:ilvl w:val="2"/>
          <w:numId w:val="64"/>
        </w:numPr>
        <w:tabs>
          <w:tab w:val="left" w:pos="993"/>
        </w:tabs>
        <w:spacing w:after="0" w:line="240" w:lineRule="auto"/>
        <w:ind w:left="0" w:firstLine="709"/>
        <w:contextualSpacing w:val="0"/>
        <w:jc w:val="both"/>
        <w:rPr>
          <w:rFonts w:ascii="Times New Roman" w:hAnsi="Times New Roman"/>
          <w:sz w:val="24"/>
          <w:szCs w:val="24"/>
        </w:rPr>
      </w:pPr>
      <w:bookmarkStart w:id="140" w:name="п212"/>
      <w:bookmarkEnd w:id="140"/>
      <w:r w:rsidRPr="00D21D50">
        <w:rPr>
          <w:rFonts w:ascii="Times New Roman" w:hAnsi="Times New Roman"/>
          <w:sz w:val="24"/>
          <w:szCs w:val="24"/>
        </w:rPr>
        <w:t>Объем собственных средств (капитала) по публикуемой финансовой отчетности (ф. 123 и/или иные формы отчетности, предусмотренные Банком России ) на последнюю отчетную дату: не менее 25 млрд руб.</w:t>
      </w:r>
    </w:p>
    <w:p w:rsidR="00624BF6" w:rsidRPr="00D21D50" w:rsidRDefault="00624BF6" w:rsidP="0098529F">
      <w:pPr>
        <w:pStyle w:val="ListParagraph"/>
        <w:keepLines/>
        <w:numPr>
          <w:ilvl w:val="2"/>
          <w:numId w:val="64"/>
        </w:numPr>
        <w:tabs>
          <w:tab w:val="left" w:pos="993"/>
        </w:tabs>
        <w:spacing w:after="0" w:line="240" w:lineRule="auto"/>
        <w:ind w:left="0" w:firstLine="709"/>
        <w:contextualSpacing w:val="0"/>
        <w:jc w:val="both"/>
        <w:rPr>
          <w:rFonts w:ascii="Times New Roman" w:hAnsi="Times New Roman"/>
          <w:sz w:val="24"/>
          <w:szCs w:val="24"/>
        </w:rPr>
      </w:pPr>
      <w:r w:rsidRPr="00D21D50">
        <w:rPr>
          <w:rFonts w:ascii="Times New Roman" w:hAnsi="Times New Roman"/>
          <w:sz w:val="24"/>
          <w:szCs w:val="24"/>
        </w:rPr>
        <w:t>Коэффициент достаточности собственных средств (капитала) на последнюю отчетную дату: не менее величины норматива, установленного Банком России, увеличенного на один процентный пункт.</w:t>
      </w:r>
    </w:p>
    <w:p w:rsidR="00624BF6" w:rsidRPr="00D21D50" w:rsidRDefault="00624BF6" w:rsidP="0098529F">
      <w:pPr>
        <w:pStyle w:val="ListParagraph"/>
        <w:keepLines/>
        <w:numPr>
          <w:ilvl w:val="2"/>
          <w:numId w:val="64"/>
        </w:numPr>
        <w:tabs>
          <w:tab w:val="left" w:pos="993"/>
        </w:tabs>
        <w:spacing w:after="0" w:line="240" w:lineRule="auto"/>
        <w:ind w:left="0" w:firstLine="709"/>
        <w:contextualSpacing w:val="0"/>
        <w:jc w:val="both"/>
        <w:rPr>
          <w:rFonts w:ascii="Times New Roman" w:hAnsi="Times New Roman"/>
          <w:sz w:val="24"/>
          <w:szCs w:val="24"/>
        </w:rPr>
      </w:pPr>
      <w:bookmarkStart w:id="141" w:name="п214"/>
      <w:bookmarkEnd w:id="141"/>
      <w:r w:rsidRPr="00D21D50">
        <w:rPr>
          <w:rFonts w:ascii="Times New Roman" w:hAnsi="Times New Roman"/>
          <w:sz w:val="24"/>
          <w:szCs w:val="24"/>
        </w:rPr>
        <w:t>Чистая ссудная задолженность по публикуемой отчетности на последнюю отчетную дату: не менее 75 млрд руб.</w:t>
      </w:r>
    </w:p>
    <w:p w:rsidR="00624BF6" w:rsidRPr="00D21D50" w:rsidRDefault="00624BF6" w:rsidP="0098529F">
      <w:pPr>
        <w:pStyle w:val="ListParagraph"/>
        <w:keepLines/>
        <w:numPr>
          <w:ilvl w:val="2"/>
          <w:numId w:val="64"/>
        </w:numPr>
        <w:tabs>
          <w:tab w:val="left" w:pos="993"/>
        </w:tabs>
        <w:spacing w:after="0" w:line="240" w:lineRule="auto"/>
        <w:ind w:left="0" w:firstLine="709"/>
        <w:contextualSpacing w:val="0"/>
        <w:jc w:val="both"/>
        <w:rPr>
          <w:rFonts w:ascii="Times New Roman" w:hAnsi="Times New Roman"/>
          <w:sz w:val="24"/>
          <w:szCs w:val="24"/>
        </w:rPr>
      </w:pPr>
      <w:bookmarkStart w:id="142" w:name="п215"/>
      <w:bookmarkStart w:id="143" w:name="п216"/>
      <w:bookmarkEnd w:id="142"/>
      <w:bookmarkEnd w:id="143"/>
      <w:r w:rsidRPr="00D21D50">
        <w:rPr>
          <w:rFonts w:ascii="Times New Roman" w:hAnsi="Times New Roman"/>
          <w:sz w:val="24"/>
          <w:szCs w:val="24"/>
        </w:rPr>
        <w:t>Наличие банка в системе страхования вкладов (для банков-резидентов Российской Федерации).</w:t>
      </w:r>
    </w:p>
    <w:p w:rsidR="00624BF6" w:rsidRPr="00D21D50" w:rsidRDefault="00624BF6" w:rsidP="0098529F">
      <w:pPr>
        <w:pStyle w:val="ListParagraph"/>
        <w:keepLines/>
        <w:numPr>
          <w:ilvl w:val="2"/>
          <w:numId w:val="64"/>
        </w:numPr>
        <w:tabs>
          <w:tab w:val="left" w:pos="993"/>
        </w:tabs>
        <w:spacing w:after="0" w:line="317" w:lineRule="exact"/>
        <w:ind w:left="0" w:firstLine="780"/>
        <w:contextualSpacing w:val="0"/>
        <w:jc w:val="both"/>
        <w:rPr>
          <w:rFonts w:ascii="Times New Roman" w:hAnsi="Times New Roman"/>
          <w:sz w:val="24"/>
          <w:szCs w:val="24"/>
        </w:rPr>
      </w:pPr>
      <w:bookmarkStart w:id="144" w:name="п217"/>
      <w:bookmarkEnd w:id="144"/>
      <w:r w:rsidRPr="00D21D50">
        <w:rPr>
          <w:rFonts w:ascii="Times New Roman" w:hAnsi="Times New Roman"/>
          <w:sz w:val="24"/>
          <w:szCs w:val="24"/>
        </w:rPr>
        <w:t>Наличие действующего долгосрочного кредитного рейтинга в иностранной валюте, присвоенного одним из международных рейтинговых агентств – Standard &amp; Poor’s, Moody’s Investors Service, Fitch Ratings – на уровне не ниже «B-» по шкале Standard &amp; Poor’s и Fitch Ratings, не ниже «B3» по шкале Moody’s Investors Service. Указанные рейтинги должны быть действительными и не могут находиться в состоянии «отозван» или «приостановлен».</w:t>
      </w:r>
    </w:p>
    <w:p w:rsidR="00624BF6" w:rsidRPr="00D21D50" w:rsidRDefault="00624BF6" w:rsidP="0098529F">
      <w:pPr>
        <w:pStyle w:val="ListParagraph"/>
        <w:keepLines/>
        <w:numPr>
          <w:ilvl w:val="2"/>
          <w:numId w:val="64"/>
        </w:numPr>
        <w:tabs>
          <w:tab w:val="left" w:pos="993"/>
        </w:tabs>
        <w:spacing w:after="0" w:line="240" w:lineRule="auto"/>
        <w:ind w:left="0" w:firstLine="709"/>
        <w:contextualSpacing w:val="0"/>
        <w:jc w:val="both"/>
        <w:rPr>
          <w:rFonts w:ascii="Times New Roman" w:hAnsi="Times New Roman"/>
          <w:sz w:val="24"/>
          <w:szCs w:val="24"/>
        </w:rPr>
      </w:pPr>
      <w:r w:rsidRPr="00D21D50">
        <w:rPr>
          <w:rFonts w:ascii="Times New Roman" w:hAnsi="Times New Roman"/>
          <w:sz w:val="24"/>
          <w:szCs w:val="24"/>
        </w:rPr>
        <w:t>Выполнение одного из нижеперечисленных условий:</w:t>
      </w:r>
    </w:p>
    <w:p w:rsidR="00624BF6" w:rsidRPr="00D21D50" w:rsidRDefault="00624BF6" w:rsidP="00D21D50">
      <w:pPr>
        <w:keepLines/>
        <w:tabs>
          <w:tab w:val="left" w:pos="851"/>
        </w:tabs>
        <w:ind w:firstLine="709"/>
        <w:jc w:val="both"/>
      </w:pPr>
      <w:r w:rsidRPr="00D21D50">
        <w:t xml:space="preserve">2.1.7.1. Наличие у кредитной организации заключенного с государственной корпорацией «Агентство по страхованию вкладов» договора субординированного займа и предоставление облигаций федерального займа либо наличие заключенного с государственной корпорацией «Агентство по страхованию вкладов» договора о приобретении привилегированных акций кредитной организации и оплата таких акций облигациями федерального займа в рамках мер по повышению капитализации, предусмотренных </w:t>
      </w:r>
      <w:hyperlink r:id="rId10" w:history="1">
        <w:r w:rsidRPr="00D21D50">
          <w:rPr>
            <w:rStyle w:val="Hyperlink"/>
            <w:color w:val="auto"/>
          </w:rPr>
          <w:t>статьями 3</w:t>
        </w:r>
      </w:hyperlink>
      <w:r w:rsidRPr="00D21D50">
        <w:t xml:space="preserve"> и </w:t>
      </w:r>
      <w:hyperlink r:id="rId11" w:history="1">
        <w:r w:rsidRPr="00D21D50">
          <w:rPr>
            <w:rStyle w:val="Hyperlink"/>
            <w:color w:val="auto"/>
          </w:rPr>
          <w:t>3.2</w:t>
        </w:r>
      </w:hyperlink>
      <w:r w:rsidRPr="00D21D50">
        <w:t xml:space="preserve"> Федерального закона «О внесении изменений в статью 11 Федерального закона «О страховании вкладов физических лиц в банках Российской Федерации» и статью 46 Федерального закона «О Центральном банке Российской Федерации (Банке России)» (указанная информация размещается государственной корпорацией «Агентство по страхованию вкладов» на своем официальном сайте в информационно-телекоммуникационной сети «Интернет»).</w:t>
      </w:r>
    </w:p>
    <w:p w:rsidR="00624BF6" w:rsidRPr="00D21D50" w:rsidRDefault="00624BF6" w:rsidP="00D21D50">
      <w:pPr>
        <w:keepLines/>
        <w:tabs>
          <w:tab w:val="left" w:pos="851"/>
        </w:tabs>
        <w:ind w:firstLine="709"/>
        <w:jc w:val="both"/>
      </w:pPr>
      <w:r w:rsidRPr="00D21D50">
        <w:t>2.1.7.2. Включение в перечень системно значимых кредитных организаций, размещаемый Банком России на своем официальном сайте в информационно-телекоммуникационной сети «Интернет», на основании методики, установленной нормативным актом Банка России в соответствии со статьей 57 Федерального закона «О Центральном банке Российской Федерации».»;</w:t>
      </w:r>
    </w:p>
    <w:p w:rsidR="00624BF6" w:rsidRPr="00D21D50" w:rsidRDefault="00624BF6" w:rsidP="00D21D50">
      <w:pPr>
        <w:keepLines/>
        <w:tabs>
          <w:tab w:val="left" w:pos="851"/>
        </w:tabs>
        <w:ind w:firstLine="709"/>
        <w:jc w:val="both"/>
      </w:pPr>
      <w:r w:rsidRPr="00D21D50">
        <w:t>2.1.7.3.Нахождение под прямым или косвенным контролем Банка России или Российской Федерации (кредитная организация включена в перечень кредитных организаций, размещаемый Банком России на своем официальном сайте в информационно-телекоммуникационной сети «Интернет» в соответствии с частью 3 статьи 2 Федерального закона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на основании требования, предусмотренного пунктом 2 части 1 статьи 2 указанного Федерального закона).</w:t>
      </w:r>
    </w:p>
    <w:p w:rsidR="00624BF6" w:rsidRPr="00D21D50" w:rsidRDefault="00624BF6" w:rsidP="0098529F">
      <w:pPr>
        <w:pStyle w:val="ListParagraph"/>
        <w:keepLines/>
        <w:numPr>
          <w:ilvl w:val="2"/>
          <w:numId w:val="64"/>
        </w:numPr>
        <w:tabs>
          <w:tab w:val="left" w:pos="993"/>
        </w:tabs>
        <w:spacing w:after="0" w:line="240" w:lineRule="auto"/>
        <w:ind w:left="0" w:firstLine="709"/>
        <w:contextualSpacing w:val="0"/>
        <w:jc w:val="both"/>
        <w:rPr>
          <w:rFonts w:ascii="Times New Roman" w:hAnsi="Times New Roman"/>
          <w:sz w:val="24"/>
          <w:szCs w:val="24"/>
        </w:rPr>
      </w:pPr>
      <w:bookmarkStart w:id="145" w:name="п218"/>
      <w:bookmarkEnd w:id="145"/>
      <w:r w:rsidRPr="00D21D50">
        <w:rPr>
          <w:rFonts w:ascii="Times New Roman" w:hAnsi="Times New Roman"/>
          <w:sz w:val="24"/>
          <w:szCs w:val="24"/>
        </w:rPr>
        <w:t>Отсутствие по публичной информации неурегулированных претензий  международных и российских кредиторов Центрального банка страны, резидентом которой является банк (Банка России для банков-резидентов Российской Федерации), налоговых органов на сумму больше 10% от собственного капитала банка по публикуемой финансовой отчетности на последнюю отчетную дату.</w:t>
      </w:r>
    </w:p>
    <w:p w:rsidR="00624BF6" w:rsidRPr="00D21D50" w:rsidRDefault="00624BF6" w:rsidP="0098529F">
      <w:pPr>
        <w:pStyle w:val="ListParagraph"/>
        <w:keepLines/>
        <w:numPr>
          <w:ilvl w:val="2"/>
          <w:numId w:val="64"/>
        </w:numPr>
        <w:tabs>
          <w:tab w:val="left" w:pos="993"/>
        </w:tabs>
        <w:spacing w:after="0" w:line="240" w:lineRule="auto"/>
        <w:ind w:left="0" w:firstLine="709"/>
        <w:contextualSpacing w:val="0"/>
        <w:jc w:val="both"/>
        <w:rPr>
          <w:rFonts w:ascii="Times New Roman" w:hAnsi="Times New Roman"/>
          <w:sz w:val="24"/>
          <w:szCs w:val="24"/>
        </w:rPr>
      </w:pPr>
      <w:bookmarkStart w:id="146" w:name="п219"/>
      <w:bookmarkEnd w:id="146"/>
      <w:r w:rsidRPr="00D21D50">
        <w:rPr>
          <w:rFonts w:ascii="Times New Roman" w:hAnsi="Times New Roman"/>
          <w:sz w:val="24"/>
          <w:szCs w:val="24"/>
        </w:rPr>
        <w:t>Членство банка в международной платежной системе (VISA и/или MASTERCARD).</w:t>
      </w:r>
    </w:p>
    <w:p w:rsidR="00624BF6" w:rsidRPr="00D21D50" w:rsidRDefault="00624BF6" w:rsidP="0098529F">
      <w:pPr>
        <w:pStyle w:val="ListParagraph"/>
        <w:keepLines/>
        <w:numPr>
          <w:ilvl w:val="2"/>
          <w:numId w:val="64"/>
        </w:numPr>
        <w:tabs>
          <w:tab w:val="left" w:pos="1701"/>
        </w:tabs>
        <w:spacing w:after="0" w:line="240" w:lineRule="auto"/>
        <w:ind w:left="0" w:firstLine="709"/>
        <w:contextualSpacing w:val="0"/>
        <w:jc w:val="both"/>
        <w:rPr>
          <w:rFonts w:ascii="Times New Roman" w:hAnsi="Times New Roman"/>
          <w:sz w:val="24"/>
          <w:szCs w:val="24"/>
        </w:rPr>
      </w:pPr>
      <w:bookmarkStart w:id="147" w:name="п2110"/>
      <w:bookmarkEnd w:id="147"/>
      <w:r w:rsidRPr="00D21D50">
        <w:rPr>
          <w:rFonts w:ascii="Times New Roman" w:hAnsi="Times New Roman"/>
          <w:sz w:val="24"/>
          <w:szCs w:val="24"/>
        </w:rPr>
        <w:t>Наличие системы дистанционного банковского обслуживания («банк-клиент»), отвечающей следующим требованиям:</w:t>
      </w:r>
    </w:p>
    <w:p w:rsidR="00624BF6" w:rsidRPr="00D21D50" w:rsidRDefault="00624BF6" w:rsidP="0098529F">
      <w:pPr>
        <w:pStyle w:val="ListParagraph"/>
        <w:numPr>
          <w:ilvl w:val="0"/>
          <w:numId w:val="65"/>
        </w:numPr>
        <w:tabs>
          <w:tab w:val="left" w:pos="709"/>
        </w:tabs>
        <w:spacing w:after="0" w:line="240" w:lineRule="auto"/>
        <w:ind w:left="0" w:firstLine="709"/>
        <w:contextualSpacing w:val="0"/>
        <w:jc w:val="both"/>
        <w:rPr>
          <w:rFonts w:ascii="Times New Roman" w:hAnsi="Times New Roman"/>
          <w:sz w:val="24"/>
          <w:szCs w:val="24"/>
        </w:rPr>
      </w:pPr>
      <w:r w:rsidRPr="00D21D50">
        <w:rPr>
          <w:rFonts w:ascii="Times New Roman" w:hAnsi="Times New Roman"/>
          <w:sz w:val="24"/>
          <w:szCs w:val="24"/>
        </w:rPr>
        <w:t>наличие сертификата, выданного уполномоченными государственными органами, на соответствие требованиям безопасности при передаче информации,</w:t>
      </w:r>
    </w:p>
    <w:p w:rsidR="00624BF6" w:rsidRPr="00D21D50" w:rsidRDefault="00624BF6" w:rsidP="0098529F">
      <w:pPr>
        <w:pStyle w:val="ListParagraph"/>
        <w:numPr>
          <w:ilvl w:val="0"/>
          <w:numId w:val="65"/>
        </w:numPr>
        <w:tabs>
          <w:tab w:val="left" w:pos="709"/>
        </w:tabs>
        <w:spacing w:after="0" w:line="240" w:lineRule="auto"/>
        <w:ind w:left="0" w:firstLine="709"/>
        <w:contextualSpacing w:val="0"/>
        <w:jc w:val="both"/>
        <w:rPr>
          <w:rFonts w:ascii="Times New Roman" w:hAnsi="Times New Roman"/>
          <w:sz w:val="24"/>
          <w:szCs w:val="24"/>
        </w:rPr>
      </w:pPr>
      <w:r w:rsidRPr="00D21D50">
        <w:rPr>
          <w:rFonts w:ascii="Times New Roman" w:hAnsi="Times New Roman"/>
          <w:sz w:val="24"/>
          <w:szCs w:val="24"/>
        </w:rPr>
        <w:t>наличие системы предварительного контроля расходных операций, позволяющих управляющему обществу группы юридических лиц принять в режиме реального времени решение об исполнении/отклонении текущего платежа других юридических лиц,</w:t>
      </w:r>
    </w:p>
    <w:p w:rsidR="00624BF6" w:rsidRPr="00D21D50" w:rsidRDefault="00624BF6" w:rsidP="0098529F">
      <w:pPr>
        <w:pStyle w:val="ListParagraph"/>
        <w:numPr>
          <w:ilvl w:val="0"/>
          <w:numId w:val="65"/>
        </w:numPr>
        <w:tabs>
          <w:tab w:val="left" w:pos="709"/>
        </w:tabs>
        <w:spacing w:after="0" w:line="240" w:lineRule="auto"/>
        <w:ind w:left="0" w:firstLine="709"/>
        <w:contextualSpacing w:val="0"/>
        <w:jc w:val="both"/>
        <w:rPr>
          <w:rFonts w:ascii="Times New Roman" w:hAnsi="Times New Roman"/>
          <w:sz w:val="24"/>
          <w:szCs w:val="24"/>
        </w:rPr>
      </w:pPr>
      <w:r w:rsidRPr="00D21D50">
        <w:rPr>
          <w:rFonts w:ascii="Times New Roman" w:hAnsi="Times New Roman"/>
          <w:sz w:val="24"/>
          <w:szCs w:val="24"/>
        </w:rPr>
        <w:t>наличие системы, предоставляющей управляющему обществу автоматизированные отчеты об остатках денежных средств на счетах дочерних и зависимых обществ и заключенных сделках.</w:t>
      </w:r>
    </w:p>
    <w:p w:rsidR="00624BF6" w:rsidRPr="00D21D50" w:rsidRDefault="00624BF6" w:rsidP="0098529F">
      <w:pPr>
        <w:pStyle w:val="ListParagraph"/>
        <w:numPr>
          <w:ilvl w:val="1"/>
          <w:numId w:val="64"/>
        </w:numPr>
        <w:spacing w:after="0" w:line="240" w:lineRule="auto"/>
        <w:ind w:left="0" w:firstLine="709"/>
        <w:contextualSpacing w:val="0"/>
        <w:jc w:val="both"/>
        <w:rPr>
          <w:rFonts w:ascii="Times New Roman" w:hAnsi="Times New Roman"/>
          <w:sz w:val="24"/>
          <w:szCs w:val="24"/>
        </w:rPr>
      </w:pPr>
      <w:bookmarkStart w:id="148" w:name="п22"/>
      <w:bookmarkEnd w:id="148"/>
      <w:r w:rsidRPr="00D21D50">
        <w:rPr>
          <w:rFonts w:ascii="Times New Roman" w:hAnsi="Times New Roman"/>
          <w:sz w:val="24"/>
          <w:szCs w:val="24"/>
        </w:rPr>
        <w:t>Основанием для исключения банка из перечня банков-партнеров служит:</w:t>
      </w:r>
    </w:p>
    <w:p w:rsidR="00624BF6" w:rsidRPr="00D21D50" w:rsidRDefault="00624BF6" w:rsidP="00D21D50">
      <w:pPr>
        <w:ind w:firstLine="709"/>
        <w:jc w:val="both"/>
      </w:pPr>
      <w:r w:rsidRPr="00D21D50">
        <w:t xml:space="preserve">нарушение банком обязательных нормативов Банка России в течение 3 (трех) последовательных месяцев, а также отсутствие в открытом доступе на сайте </w:t>
      </w:r>
      <w:hyperlink r:id="rId12" w:history="1">
        <w:r w:rsidRPr="00D21D50">
          <w:rPr>
            <w:rStyle w:val="Hyperlink"/>
            <w:color w:val="auto"/>
            <w:lang w:val="en-US"/>
          </w:rPr>
          <w:t>www</w:t>
        </w:r>
        <w:r w:rsidRPr="00D21D50">
          <w:rPr>
            <w:rStyle w:val="Hyperlink"/>
            <w:color w:val="auto"/>
          </w:rPr>
          <w:t>.</w:t>
        </w:r>
        <w:r w:rsidRPr="00D21D50">
          <w:rPr>
            <w:rStyle w:val="Hyperlink"/>
            <w:color w:val="auto"/>
            <w:lang w:val="en-US"/>
          </w:rPr>
          <w:t>cbr</w:t>
        </w:r>
        <w:r w:rsidRPr="00D21D50">
          <w:rPr>
            <w:rStyle w:val="Hyperlink"/>
            <w:color w:val="auto"/>
          </w:rPr>
          <w:t>.</w:t>
        </w:r>
        <w:r w:rsidRPr="00D21D50">
          <w:rPr>
            <w:rStyle w:val="Hyperlink"/>
            <w:color w:val="auto"/>
            <w:lang w:val="en-US"/>
          </w:rPr>
          <w:t>ru</w:t>
        </w:r>
      </w:hyperlink>
      <w:r w:rsidRPr="00D21D50">
        <w:t xml:space="preserve"> отчетности банка (ф.101, 102, 123, 135 и/или иных форм отчетности, предусмотренных Банком России для раскрытия) (для банков-резидентов Российской Федерации).</w:t>
      </w:r>
    </w:p>
    <w:p w:rsidR="00624BF6" w:rsidRPr="00D21D50" w:rsidRDefault="00624BF6" w:rsidP="0098529F">
      <w:pPr>
        <w:pStyle w:val="ListParagraph"/>
        <w:numPr>
          <w:ilvl w:val="1"/>
          <w:numId w:val="64"/>
        </w:numPr>
        <w:spacing w:after="0" w:line="240" w:lineRule="auto"/>
        <w:ind w:left="0" w:firstLine="709"/>
        <w:contextualSpacing w:val="0"/>
        <w:jc w:val="both"/>
        <w:rPr>
          <w:rFonts w:ascii="Times New Roman" w:hAnsi="Times New Roman"/>
          <w:sz w:val="24"/>
          <w:szCs w:val="24"/>
        </w:rPr>
      </w:pPr>
      <w:r w:rsidRPr="00D21D50">
        <w:rPr>
          <w:rFonts w:ascii="Times New Roman" w:hAnsi="Times New Roman"/>
          <w:sz w:val="24"/>
          <w:szCs w:val="24"/>
        </w:rPr>
        <w:t>К банкам-партнерам также относятся банки, не полностью соответствующие вышеуказанным критериям, если они являются:</w:t>
      </w:r>
    </w:p>
    <w:p w:rsidR="00624BF6" w:rsidRPr="00D21D50" w:rsidRDefault="00624BF6" w:rsidP="0098529F">
      <w:pPr>
        <w:keepLines/>
        <w:numPr>
          <w:ilvl w:val="0"/>
          <w:numId w:val="63"/>
        </w:numPr>
        <w:tabs>
          <w:tab w:val="left" w:pos="993"/>
        </w:tabs>
        <w:ind w:left="0" w:firstLine="709"/>
        <w:jc w:val="both"/>
      </w:pPr>
      <w:r w:rsidRPr="00D21D50">
        <w:t>банками (институтами) развития, в том числе международными;</w:t>
      </w:r>
    </w:p>
    <w:p w:rsidR="00624BF6" w:rsidRPr="00D21D50" w:rsidRDefault="00624BF6" w:rsidP="0098529F">
      <w:pPr>
        <w:keepLines/>
        <w:numPr>
          <w:ilvl w:val="0"/>
          <w:numId w:val="63"/>
        </w:numPr>
        <w:tabs>
          <w:tab w:val="left" w:pos="993"/>
        </w:tabs>
        <w:ind w:left="0" w:firstLine="709"/>
        <w:jc w:val="both"/>
      </w:pPr>
      <w:r w:rsidRPr="00D21D50">
        <w:t xml:space="preserve">зарегистрированными на территории Российской Федерации дочерними банками банков-нерезидентов, соответствующих критериям пунктов </w:t>
      </w:r>
      <w:hyperlink w:anchor="п211" w:history="1">
        <w:r w:rsidRPr="00D21D50">
          <w:rPr>
            <w:rStyle w:val="Hyperlink"/>
            <w:color w:val="auto"/>
          </w:rPr>
          <w:t>2.1.1</w:t>
        </w:r>
      </w:hyperlink>
      <w:r w:rsidRPr="00D21D50">
        <w:t xml:space="preserve"> – </w:t>
      </w:r>
      <w:hyperlink w:anchor="п215" w:history="1">
        <w:r w:rsidRPr="00D21D50">
          <w:rPr>
            <w:rStyle w:val="Hyperlink"/>
            <w:color w:val="auto"/>
          </w:rPr>
          <w:t>2.1.</w:t>
        </w:r>
      </w:hyperlink>
      <w:r w:rsidRPr="00D21D50">
        <w:rPr>
          <w:rStyle w:val="Hyperlink"/>
          <w:color w:val="auto"/>
        </w:rPr>
        <w:t>4</w:t>
      </w:r>
      <w:r w:rsidRPr="00D21D50">
        <w:t xml:space="preserve"> и </w:t>
      </w:r>
      <w:hyperlink w:anchor="п217" w:history="1">
        <w:r w:rsidRPr="00D21D50">
          <w:rPr>
            <w:rStyle w:val="Hyperlink"/>
            <w:color w:val="auto"/>
          </w:rPr>
          <w:t>2.1.6</w:t>
        </w:r>
      </w:hyperlink>
      <w:r w:rsidRPr="00D21D50">
        <w:rPr>
          <w:rStyle w:val="Hyperlink"/>
          <w:color w:val="auto"/>
        </w:rPr>
        <w:t>,</w:t>
      </w:r>
      <w:r w:rsidRPr="00D21D50">
        <w:t xml:space="preserve">  2.1.8., </w:t>
      </w:r>
      <w:hyperlink w:anchor="п219" w:history="1">
        <w:r w:rsidRPr="00D21D50">
          <w:rPr>
            <w:rStyle w:val="Hyperlink"/>
            <w:color w:val="auto"/>
          </w:rPr>
          <w:t>2.1.9</w:t>
        </w:r>
      </w:hyperlink>
      <w:r w:rsidRPr="00D21D50">
        <w:t xml:space="preserve"> (в таких дочерних банках разрешается только привлечение заемных средств и их конвертация, документарные операции, факторинг);</w:t>
      </w:r>
    </w:p>
    <w:p w:rsidR="00624BF6" w:rsidRPr="00D21D50" w:rsidRDefault="00624BF6" w:rsidP="0098529F">
      <w:pPr>
        <w:keepLines/>
        <w:numPr>
          <w:ilvl w:val="0"/>
          <w:numId w:val="63"/>
        </w:numPr>
        <w:tabs>
          <w:tab w:val="left" w:pos="993"/>
        </w:tabs>
        <w:ind w:left="0" w:firstLine="709"/>
        <w:jc w:val="both"/>
      </w:pPr>
      <w:r w:rsidRPr="00D21D50">
        <w:t>банками (филиалами банков), зарегистрированными в закрытых административных территориальных образованиях по месту основной деятельности организаций Госкорпорации «Росатом», имеющими более чем 3</w:t>
      </w:r>
      <w:r w:rsidRPr="00D21D50">
        <w:noBreakHyphen/>
        <w:t>летний опыт работы с организациями Госкорпорации «Росатом».</w:t>
      </w:r>
    </w:p>
    <w:p w:rsidR="00624BF6" w:rsidRPr="00D21D50" w:rsidRDefault="00624BF6" w:rsidP="0098529F">
      <w:pPr>
        <w:pStyle w:val="ListParagraph"/>
        <w:numPr>
          <w:ilvl w:val="0"/>
          <w:numId w:val="64"/>
        </w:numPr>
        <w:spacing w:after="0" w:line="240" w:lineRule="auto"/>
        <w:ind w:left="0" w:firstLine="709"/>
        <w:contextualSpacing w:val="0"/>
        <w:jc w:val="both"/>
        <w:rPr>
          <w:rFonts w:ascii="Times New Roman" w:hAnsi="Times New Roman"/>
          <w:sz w:val="24"/>
          <w:szCs w:val="24"/>
        </w:rPr>
      </w:pPr>
      <w:r w:rsidRPr="00D21D50">
        <w:rPr>
          <w:rFonts w:ascii="Times New Roman" w:hAnsi="Times New Roman"/>
          <w:sz w:val="24"/>
          <w:szCs w:val="24"/>
        </w:rPr>
        <w:t>Требования к Опорным банкам.</w:t>
      </w:r>
    </w:p>
    <w:p w:rsidR="00624BF6" w:rsidRPr="00D21D50" w:rsidRDefault="00624BF6" w:rsidP="00D21D50">
      <w:pPr>
        <w:ind w:firstLine="709"/>
        <w:jc w:val="both"/>
      </w:pPr>
      <w:r w:rsidRPr="00D21D50">
        <w:t xml:space="preserve">Опорные банки должны соответствовать требованиям, предъявляемым к банкам-партнерам, указанным в </w:t>
      </w:r>
      <w:hyperlink w:anchor="раздел2" w:history="1">
        <w:r w:rsidRPr="00D21D50">
          <w:rPr>
            <w:rStyle w:val="Hyperlink"/>
            <w:color w:val="auto"/>
          </w:rPr>
          <w:t>разделе 2</w:t>
        </w:r>
      </w:hyperlink>
      <w:r w:rsidRPr="00D21D50">
        <w:t>. Кроме того, Опорные банки должны  соответствовать следующим требованиям:</w:t>
      </w:r>
    </w:p>
    <w:p w:rsidR="00624BF6" w:rsidRPr="00D21D50" w:rsidRDefault="00624BF6" w:rsidP="0098529F">
      <w:pPr>
        <w:pStyle w:val="ListParagraph"/>
        <w:numPr>
          <w:ilvl w:val="1"/>
          <w:numId w:val="64"/>
        </w:numPr>
        <w:spacing w:after="0" w:line="240" w:lineRule="auto"/>
        <w:ind w:left="0" w:firstLine="709"/>
        <w:contextualSpacing w:val="0"/>
        <w:jc w:val="both"/>
        <w:rPr>
          <w:rFonts w:ascii="Times New Roman" w:hAnsi="Times New Roman"/>
          <w:sz w:val="24"/>
          <w:szCs w:val="24"/>
        </w:rPr>
      </w:pPr>
      <w:bookmarkStart w:id="149" w:name="п31"/>
      <w:bookmarkEnd w:id="149"/>
      <w:r w:rsidRPr="00D21D50">
        <w:rPr>
          <w:rFonts w:ascii="Times New Roman" w:hAnsi="Times New Roman"/>
          <w:sz w:val="24"/>
          <w:szCs w:val="24"/>
        </w:rPr>
        <w:t xml:space="preserve">Наличие разветвленной региональной сети на территории Российской Федерации: не менее чем 30 филиалов, отделений и операционных офисов (без учета дочерних и зависимых банков) (для банков-резидентов Российской Федерации). </w:t>
      </w:r>
    </w:p>
    <w:p w:rsidR="00624BF6" w:rsidRPr="00D21D50" w:rsidRDefault="00624BF6" w:rsidP="0098529F">
      <w:pPr>
        <w:pStyle w:val="ListParagraph"/>
        <w:numPr>
          <w:ilvl w:val="1"/>
          <w:numId w:val="64"/>
        </w:numPr>
        <w:spacing w:after="0" w:line="240" w:lineRule="auto"/>
        <w:ind w:left="0" w:firstLine="709"/>
        <w:contextualSpacing w:val="0"/>
        <w:jc w:val="both"/>
        <w:rPr>
          <w:rFonts w:ascii="Times New Roman" w:hAnsi="Times New Roman"/>
          <w:sz w:val="24"/>
          <w:szCs w:val="24"/>
        </w:rPr>
      </w:pPr>
      <w:r w:rsidRPr="00D21D50">
        <w:rPr>
          <w:rFonts w:ascii="Times New Roman" w:hAnsi="Times New Roman"/>
          <w:sz w:val="24"/>
          <w:szCs w:val="24"/>
        </w:rPr>
        <w:t xml:space="preserve">Объем активов по публикуемой отчетности по РСБУ на последнюю отчетную дату: не </w:t>
      </w:r>
      <w:r w:rsidRPr="0098529F">
        <w:rPr>
          <w:rFonts w:ascii="Times New Roman" w:hAnsi="Times New Roman"/>
          <w:sz w:val="24"/>
          <w:szCs w:val="24"/>
        </w:rPr>
        <w:t xml:space="preserve">менее </w:t>
      </w:r>
      <w:r>
        <w:rPr>
          <w:rFonts w:ascii="Times New Roman" w:hAnsi="Times New Roman"/>
          <w:sz w:val="24"/>
          <w:szCs w:val="24"/>
        </w:rPr>
        <w:t xml:space="preserve"> 1,5 </w:t>
      </w:r>
      <w:r w:rsidRPr="0098529F">
        <w:rPr>
          <w:rFonts w:ascii="Times New Roman" w:hAnsi="Times New Roman"/>
          <w:sz w:val="24"/>
          <w:szCs w:val="24"/>
        </w:rPr>
        <w:t>трлн рублей</w:t>
      </w:r>
      <w:r w:rsidRPr="00D21D50">
        <w:rPr>
          <w:rFonts w:ascii="Times New Roman" w:hAnsi="Times New Roman"/>
          <w:sz w:val="24"/>
          <w:szCs w:val="24"/>
        </w:rPr>
        <w:t>.</w:t>
      </w:r>
    </w:p>
    <w:p w:rsidR="00624BF6" w:rsidRPr="00D21D50" w:rsidRDefault="00624BF6" w:rsidP="0098529F">
      <w:pPr>
        <w:pStyle w:val="ListParagraph"/>
        <w:numPr>
          <w:ilvl w:val="1"/>
          <w:numId w:val="64"/>
        </w:numPr>
        <w:spacing w:after="0" w:line="317" w:lineRule="exact"/>
        <w:ind w:left="0" w:firstLine="709"/>
        <w:contextualSpacing w:val="0"/>
        <w:jc w:val="both"/>
        <w:rPr>
          <w:rFonts w:ascii="Times New Roman" w:hAnsi="Times New Roman"/>
          <w:sz w:val="24"/>
          <w:szCs w:val="24"/>
        </w:rPr>
      </w:pPr>
      <w:bookmarkStart w:id="150" w:name="п33"/>
      <w:bookmarkEnd w:id="150"/>
      <w:r w:rsidRPr="00D21D50">
        <w:rPr>
          <w:rFonts w:ascii="Times New Roman" w:hAnsi="Times New Roman"/>
          <w:sz w:val="24"/>
          <w:szCs w:val="24"/>
        </w:rPr>
        <w:t>Наличие действующего долгосрочного кредитного рейтинга в иностранной валюте, присвоенного одним из международных рейтинговых агентств – Standard &amp; Poor’s (www.standardandpoors.com), Moody’s Investors Service (www.moodys.com), Fitch Ratings (www.fitchratings.com). При этом рейтинг по классификации как минимум одного из рейтинговых агентств должен быть не более, чем на одну ступень ниже суверенного кредитного рейтинга Российской Федерации, присвоенного по международной шкале соответствующего агентства (Standard &amp; Poor’s, Fitch Ratings, и по шкале Moody’s Investors Service). Указанные рейтинги должны быть действительными и не могут находиться в состоянии «отозван» или «приостановлен»;</w:t>
      </w:r>
    </w:p>
    <w:p w:rsidR="00624BF6" w:rsidRPr="00D21D50" w:rsidRDefault="00624BF6" w:rsidP="00D21D50">
      <w:pPr>
        <w:ind w:firstLine="708"/>
        <w:jc w:val="both"/>
      </w:pPr>
      <w:r w:rsidRPr="00D21D50">
        <w:t xml:space="preserve">В случае отсутствия у банка-нерезидента вышеуказанного кредитного рейтинга банк должен входить в первую тройку банков страны (по критерию величины активов), резидентом которой он является либо не менее 50% уставного капитала банка должно принадлежать Российской Федерации или банкам-резидентам Российской Федерации, являющимся опорными, т.е. полностью соответствующим критериям, указанным в </w:t>
      </w:r>
      <w:hyperlink w:anchor="п21" w:history="1">
        <w:r w:rsidRPr="00D21D50">
          <w:rPr>
            <w:rStyle w:val="Hyperlink"/>
            <w:color w:val="auto"/>
          </w:rPr>
          <w:t>п. 2.1</w:t>
        </w:r>
      </w:hyperlink>
      <w:r w:rsidRPr="00D21D50">
        <w:t xml:space="preserve"> – </w:t>
      </w:r>
      <w:hyperlink w:anchor="п22" w:history="1">
        <w:r w:rsidRPr="00D21D50">
          <w:rPr>
            <w:rStyle w:val="Hyperlink"/>
            <w:color w:val="auto"/>
          </w:rPr>
          <w:t>2.2</w:t>
        </w:r>
      </w:hyperlink>
      <w:r w:rsidRPr="00D21D50">
        <w:t xml:space="preserve"> и </w:t>
      </w:r>
      <w:hyperlink w:anchor="п31" w:history="1">
        <w:r w:rsidRPr="00D21D50">
          <w:rPr>
            <w:rStyle w:val="Hyperlink"/>
            <w:color w:val="auto"/>
          </w:rPr>
          <w:t>п. 3.1</w:t>
        </w:r>
      </w:hyperlink>
      <w:r w:rsidRPr="00D21D50">
        <w:t xml:space="preserve"> – </w:t>
      </w:r>
      <w:hyperlink w:anchor="п33" w:history="1">
        <w:r w:rsidRPr="00D21D50">
          <w:rPr>
            <w:rStyle w:val="Hyperlink"/>
            <w:color w:val="auto"/>
          </w:rPr>
          <w:t>3.3</w:t>
        </w:r>
      </w:hyperlink>
      <w:r w:rsidRPr="00D21D50">
        <w:t xml:space="preserve">. </w:t>
      </w:r>
    </w:p>
    <w:p w:rsidR="00624BF6" w:rsidRPr="00D21D50" w:rsidRDefault="00624BF6" w:rsidP="00D21D50">
      <w:pPr>
        <w:ind w:firstLine="708"/>
        <w:jc w:val="both"/>
      </w:pPr>
      <w:r w:rsidRPr="00D21D50">
        <w:t>Работа с банками-нерезидентами допускается только для организаций отрасли, имеющих согласование Казначейства Госкорпорации «Росатом».</w:t>
      </w:r>
    </w:p>
    <w:p w:rsidR="00624BF6" w:rsidRPr="00D21D50" w:rsidRDefault="00624BF6" w:rsidP="0098529F">
      <w:pPr>
        <w:pStyle w:val="ListParagraph"/>
        <w:numPr>
          <w:ilvl w:val="1"/>
          <w:numId w:val="64"/>
        </w:numPr>
        <w:spacing w:after="0" w:line="240" w:lineRule="auto"/>
        <w:ind w:left="0" w:firstLine="709"/>
        <w:contextualSpacing w:val="0"/>
        <w:jc w:val="both"/>
        <w:rPr>
          <w:rFonts w:ascii="Times New Roman" w:hAnsi="Times New Roman"/>
          <w:sz w:val="24"/>
          <w:szCs w:val="24"/>
        </w:rPr>
      </w:pPr>
      <w:r w:rsidRPr="00D21D50">
        <w:rPr>
          <w:rFonts w:ascii="Times New Roman" w:hAnsi="Times New Roman"/>
          <w:sz w:val="24"/>
          <w:szCs w:val="24"/>
        </w:rPr>
        <w:t xml:space="preserve">К Опорным банкам также относятся банки, одновременно соответствующие </w:t>
      </w:r>
      <w:hyperlink w:anchor="п212" w:history="1">
        <w:r w:rsidRPr="00D21D50">
          <w:rPr>
            <w:rStyle w:val="Hyperlink"/>
            <w:rFonts w:ascii="Times New Roman" w:hAnsi="Times New Roman"/>
            <w:color w:val="auto"/>
            <w:sz w:val="24"/>
            <w:szCs w:val="24"/>
          </w:rPr>
          <w:t>п. 2.1.2</w:t>
        </w:r>
      </w:hyperlink>
      <w:r w:rsidRPr="00D21D50">
        <w:rPr>
          <w:rFonts w:ascii="Times New Roman" w:hAnsi="Times New Roman"/>
          <w:sz w:val="24"/>
          <w:szCs w:val="24"/>
        </w:rPr>
        <w:t xml:space="preserve">, </w:t>
      </w:r>
      <w:hyperlink w:anchor="п214" w:history="1">
        <w:r w:rsidRPr="00D21D50">
          <w:rPr>
            <w:rStyle w:val="Hyperlink"/>
            <w:rFonts w:ascii="Times New Roman" w:hAnsi="Times New Roman"/>
            <w:color w:val="auto"/>
            <w:sz w:val="24"/>
            <w:szCs w:val="24"/>
          </w:rPr>
          <w:t>2.1.4</w:t>
        </w:r>
      </w:hyperlink>
      <w:r w:rsidRPr="00D21D50">
        <w:rPr>
          <w:rFonts w:ascii="Times New Roman" w:hAnsi="Times New Roman"/>
          <w:sz w:val="24"/>
          <w:szCs w:val="24"/>
        </w:rPr>
        <w:t xml:space="preserve"> – </w:t>
      </w:r>
      <w:hyperlink w:anchor="п216" w:history="1">
        <w:r w:rsidRPr="00D21D50">
          <w:rPr>
            <w:rStyle w:val="Hyperlink"/>
            <w:rFonts w:ascii="Times New Roman" w:hAnsi="Times New Roman"/>
            <w:color w:val="auto"/>
            <w:sz w:val="24"/>
            <w:szCs w:val="24"/>
          </w:rPr>
          <w:t>5</w:t>
        </w:r>
      </w:hyperlink>
      <w:bookmarkStart w:id="151" w:name="_GoBack"/>
      <w:bookmarkEnd w:id="151"/>
      <w:r w:rsidRPr="00D21D50">
        <w:rPr>
          <w:rFonts w:ascii="Times New Roman" w:hAnsi="Times New Roman"/>
          <w:sz w:val="24"/>
          <w:szCs w:val="24"/>
        </w:rPr>
        <w:t xml:space="preserve">, </w:t>
      </w:r>
      <w:hyperlink w:anchor="п218" w:history="1">
        <w:r w:rsidRPr="00D21D50">
          <w:rPr>
            <w:rStyle w:val="Hyperlink"/>
            <w:rFonts w:ascii="Times New Roman" w:hAnsi="Times New Roman"/>
            <w:color w:val="auto"/>
            <w:sz w:val="24"/>
            <w:szCs w:val="24"/>
          </w:rPr>
          <w:t>2.1.8</w:t>
        </w:r>
      </w:hyperlink>
      <w:r w:rsidRPr="00D21D50">
        <w:rPr>
          <w:rFonts w:ascii="Times New Roman" w:hAnsi="Times New Roman"/>
          <w:sz w:val="24"/>
          <w:szCs w:val="24"/>
        </w:rPr>
        <w:t xml:space="preserve">, </w:t>
      </w:r>
      <w:hyperlink w:anchor="п2110" w:history="1">
        <w:r w:rsidRPr="00D21D50">
          <w:rPr>
            <w:rStyle w:val="Hyperlink"/>
            <w:rFonts w:ascii="Times New Roman" w:hAnsi="Times New Roman"/>
            <w:color w:val="auto"/>
            <w:sz w:val="24"/>
            <w:szCs w:val="24"/>
          </w:rPr>
          <w:t>2.1.10</w:t>
        </w:r>
      </w:hyperlink>
      <w:r w:rsidRPr="00D21D50">
        <w:rPr>
          <w:rFonts w:ascii="Times New Roman" w:hAnsi="Times New Roman"/>
          <w:sz w:val="24"/>
          <w:szCs w:val="24"/>
        </w:rPr>
        <w:t xml:space="preserve">, </w:t>
      </w:r>
      <w:hyperlink w:anchor="п31" w:history="1">
        <w:r w:rsidRPr="00D21D50">
          <w:rPr>
            <w:rStyle w:val="Hyperlink"/>
            <w:rFonts w:ascii="Times New Roman" w:hAnsi="Times New Roman"/>
            <w:color w:val="auto"/>
            <w:sz w:val="24"/>
            <w:szCs w:val="24"/>
          </w:rPr>
          <w:t>3.1</w:t>
        </w:r>
      </w:hyperlink>
      <w:r w:rsidRPr="00D21D50">
        <w:rPr>
          <w:rFonts w:ascii="Times New Roman" w:hAnsi="Times New Roman"/>
          <w:sz w:val="24"/>
          <w:szCs w:val="24"/>
        </w:rPr>
        <w:t xml:space="preserve"> настоящего приложения и нижеуказанным критериям:</w:t>
      </w:r>
    </w:p>
    <w:p w:rsidR="00624BF6" w:rsidRPr="00D21D50" w:rsidRDefault="00624BF6" w:rsidP="00D21D50">
      <w:pPr>
        <w:ind w:firstLine="708"/>
        <w:jc w:val="both"/>
      </w:pPr>
      <w:r w:rsidRPr="00D21D50">
        <w:t>наличие в перечне банков, утвержденном Правительством Российской Федерации, в которых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оператором электронной площадки открываются счета для учета денежных средств, внесенных участниками закупок в качестве обеспечения заявок;</w:t>
      </w:r>
    </w:p>
    <w:p w:rsidR="00624BF6" w:rsidRPr="00D21D50" w:rsidRDefault="00624BF6" w:rsidP="00D21D50">
      <w:pPr>
        <w:ind w:firstLine="708"/>
        <w:jc w:val="both"/>
      </w:pPr>
      <w:r w:rsidRPr="00D21D50">
        <w:t xml:space="preserve">объем активов по публикуемой финансовой отчетности на последнюю отчетную дату: не менее  600 млрд руб.; </w:t>
      </w:r>
    </w:p>
    <w:p w:rsidR="00624BF6" w:rsidRPr="00D21D50" w:rsidRDefault="00624BF6" w:rsidP="00D21D50">
      <w:pPr>
        <w:ind w:firstLine="708"/>
        <w:jc w:val="both"/>
      </w:pPr>
      <w:r w:rsidRPr="00D21D50">
        <w:t>не являются участниками международных платежных систем (VISA, MASTERCARD) и не имеют в банках, не являющихся резидентами Российской Федерации, действующих корреспондентских счетов в долларах США и евро.</w:t>
      </w:r>
    </w:p>
    <w:p w:rsidR="00624BF6" w:rsidRPr="00D21D50" w:rsidRDefault="00624BF6" w:rsidP="00D21D50">
      <w:pPr>
        <w:jc w:val="both"/>
      </w:pPr>
    </w:p>
    <w:sectPr w:rsidR="00624BF6" w:rsidRPr="00D21D50" w:rsidSect="00A66CA9">
      <w:pgSz w:w="16840" w:h="11907" w:orient="landscape" w:code="9"/>
      <w:pgMar w:top="985" w:right="1134" w:bottom="851" w:left="1134" w:header="567" w:footer="18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BF6" w:rsidRDefault="00624BF6" w:rsidP="00197485">
      <w:r>
        <w:separator/>
      </w:r>
    </w:p>
  </w:endnote>
  <w:endnote w:type="continuationSeparator" w:id="0">
    <w:p w:rsidR="00624BF6" w:rsidRDefault="00624BF6" w:rsidP="001974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 w:name="Tahoma">
    <w:altName w:val="Times New Roman"/>
    <w:panose1 w:val="020B0604030504040204"/>
    <w:charset w:val="CC"/>
    <w:family w:val="swiss"/>
    <w:pitch w:val="variable"/>
    <w:sig w:usb0="61002A87" w:usb1="80000000" w:usb2="00000008" w:usb3="00000000" w:csb0="000101FF" w:csb1="00000000"/>
  </w:font>
  <w:font w:name="Verdana">
    <w:altName w:val="MS Reference Sans Serif"/>
    <w:panose1 w:val="020B0604030504040204"/>
    <w:charset w:val="CC"/>
    <w:family w:val="swiss"/>
    <w:pitch w:val="variable"/>
    <w:sig w:usb0="20000287" w:usb1="00000000" w:usb2="00000000" w:usb3="00000000" w:csb0="0000019F"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BF6" w:rsidRDefault="00624BF6">
    <w:pPr>
      <w:pStyle w:val="Footer"/>
      <w:jc w:val="center"/>
    </w:pPr>
    <w:r w:rsidRPr="00123C90">
      <w:rPr>
        <w:rFonts w:ascii="Times New Roman" w:hAnsi="Times New Roman" w:cs="Times New Roman"/>
        <w:sz w:val="24"/>
        <w:szCs w:val="24"/>
      </w:rPr>
      <w:fldChar w:fldCharType="begin"/>
    </w:r>
    <w:r w:rsidRPr="00123C90">
      <w:rPr>
        <w:rFonts w:ascii="Times New Roman" w:hAnsi="Times New Roman" w:cs="Times New Roman"/>
        <w:sz w:val="24"/>
        <w:szCs w:val="24"/>
      </w:rPr>
      <w:instrText>PAGE   \* MERGEFORMAT</w:instrText>
    </w:r>
    <w:r w:rsidRPr="00123C90">
      <w:rPr>
        <w:rFonts w:ascii="Times New Roman" w:hAnsi="Times New Roman" w:cs="Times New Roman"/>
        <w:sz w:val="24"/>
        <w:szCs w:val="24"/>
      </w:rPr>
      <w:fldChar w:fldCharType="separate"/>
    </w:r>
    <w:r>
      <w:rPr>
        <w:rFonts w:ascii="Times New Roman" w:hAnsi="Times New Roman" w:cs="Times New Roman"/>
        <w:noProof/>
        <w:sz w:val="24"/>
        <w:szCs w:val="24"/>
      </w:rPr>
      <w:t>26</w:t>
    </w:r>
    <w:r w:rsidRPr="00123C90">
      <w:rPr>
        <w:rFonts w:ascii="Times New Roman" w:hAnsi="Times New Roman" w:cs="Times New Roman"/>
        <w:sz w:val="24"/>
        <w:szCs w:val="24"/>
      </w:rPr>
      <w:fldChar w:fldCharType="end"/>
    </w:r>
  </w:p>
  <w:p w:rsidR="00624BF6" w:rsidRPr="006F2EEC" w:rsidRDefault="00624BF6" w:rsidP="006F2EEC">
    <w:pPr>
      <w:pStyle w:val="Footer"/>
      <w:jc w:val="center"/>
      <w:rPr>
        <w:rFonts w:ascii="Times New Roman" w:hAnsi="Times New Roman" w:cs="Times New Roman"/>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BF6" w:rsidRDefault="00624BF6" w:rsidP="00197485">
      <w:r>
        <w:separator/>
      </w:r>
    </w:p>
  </w:footnote>
  <w:footnote w:type="continuationSeparator" w:id="0">
    <w:p w:rsidR="00624BF6" w:rsidRDefault="00624BF6" w:rsidP="001974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ListNumber3"/>
      <w:lvlText w:val="%1."/>
      <w:lvlJc w:val="left"/>
      <w:pPr>
        <w:tabs>
          <w:tab w:val="num" w:pos="926"/>
        </w:tabs>
        <w:ind w:left="926" w:hanging="360"/>
      </w:pPr>
      <w:rPr>
        <w:rFonts w:cs="Times New Roman"/>
      </w:rPr>
    </w:lvl>
  </w:abstractNum>
  <w:abstractNum w:abstractNumId="1">
    <w:nsid w:val="FFFFFF82"/>
    <w:multiLevelType w:val="singleLevel"/>
    <w:tmpl w:val="CF36DCBE"/>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ListNumber"/>
      <w:lvlText w:val="%1."/>
      <w:lvlJc w:val="left"/>
      <w:pPr>
        <w:tabs>
          <w:tab w:val="num" w:pos="360"/>
        </w:tabs>
        <w:ind w:left="360" w:hanging="360"/>
      </w:pPr>
      <w:rPr>
        <w:rFonts w:cs="Times New Roman"/>
      </w:rPr>
    </w:lvl>
  </w:abstractNum>
  <w:abstractNum w:abstractNumId="4">
    <w:nsid w:val="01042A23"/>
    <w:multiLevelType w:val="hybridMultilevel"/>
    <w:tmpl w:val="78443AA6"/>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49452C1"/>
    <w:multiLevelType w:val="hybridMultilevel"/>
    <w:tmpl w:val="535098B6"/>
    <w:lvl w:ilvl="0" w:tplc="07F6ACBC">
      <w:start w:val="1"/>
      <w:numFmt w:val="decimal"/>
      <w:lvlText w:val="9.%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7E22B12"/>
    <w:multiLevelType w:val="hybridMultilevel"/>
    <w:tmpl w:val="7EF2732E"/>
    <w:lvl w:ilvl="0" w:tplc="06788B46">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7EE7387"/>
    <w:multiLevelType w:val="hybridMultilevel"/>
    <w:tmpl w:val="98DCC8AE"/>
    <w:lvl w:ilvl="0" w:tplc="9196B480">
      <w:start w:val="1"/>
      <w:numFmt w:val="decimal"/>
      <w:lvlText w:val="6.%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CE728ED"/>
    <w:multiLevelType w:val="hybridMultilevel"/>
    <w:tmpl w:val="6A48CED4"/>
    <w:lvl w:ilvl="0" w:tplc="D9B20808">
      <w:start w:val="1"/>
      <w:numFmt w:val="russianLower"/>
      <w:lvlText w:val="%1)"/>
      <w:lvlJc w:val="left"/>
      <w:pPr>
        <w:ind w:left="2145" w:hanging="360"/>
      </w:pPr>
      <w:rPr>
        <w:rFonts w:cs="Times New Roman" w:hint="default"/>
      </w:rPr>
    </w:lvl>
    <w:lvl w:ilvl="1" w:tplc="04190019" w:tentative="1">
      <w:start w:val="1"/>
      <w:numFmt w:val="lowerLetter"/>
      <w:lvlText w:val="%2."/>
      <w:lvlJc w:val="left"/>
      <w:pPr>
        <w:ind w:left="2865" w:hanging="360"/>
      </w:pPr>
      <w:rPr>
        <w:rFonts w:cs="Times New Roman"/>
      </w:rPr>
    </w:lvl>
    <w:lvl w:ilvl="2" w:tplc="0419001B" w:tentative="1">
      <w:start w:val="1"/>
      <w:numFmt w:val="lowerRoman"/>
      <w:lvlText w:val="%3."/>
      <w:lvlJc w:val="right"/>
      <w:pPr>
        <w:ind w:left="3585" w:hanging="180"/>
      </w:pPr>
      <w:rPr>
        <w:rFonts w:cs="Times New Roman"/>
      </w:rPr>
    </w:lvl>
    <w:lvl w:ilvl="3" w:tplc="0419000F" w:tentative="1">
      <w:start w:val="1"/>
      <w:numFmt w:val="decimal"/>
      <w:lvlText w:val="%4."/>
      <w:lvlJc w:val="left"/>
      <w:pPr>
        <w:ind w:left="4305" w:hanging="360"/>
      </w:pPr>
      <w:rPr>
        <w:rFonts w:cs="Times New Roman"/>
      </w:rPr>
    </w:lvl>
    <w:lvl w:ilvl="4" w:tplc="04190019" w:tentative="1">
      <w:start w:val="1"/>
      <w:numFmt w:val="lowerLetter"/>
      <w:lvlText w:val="%5."/>
      <w:lvlJc w:val="left"/>
      <w:pPr>
        <w:ind w:left="5025" w:hanging="360"/>
      </w:pPr>
      <w:rPr>
        <w:rFonts w:cs="Times New Roman"/>
      </w:rPr>
    </w:lvl>
    <w:lvl w:ilvl="5" w:tplc="0419001B" w:tentative="1">
      <w:start w:val="1"/>
      <w:numFmt w:val="lowerRoman"/>
      <w:lvlText w:val="%6."/>
      <w:lvlJc w:val="right"/>
      <w:pPr>
        <w:ind w:left="5745" w:hanging="180"/>
      </w:pPr>
      <w:rPr>
        <w:rFonts w:cs="Times New Roman"/>
      </w:rPr>
    </w:lvl>
    <w:lvl w:ilvl="6" w:tplc="0419000F" w:tentative="1">
      <w:start w:val="1"/>
      <w:numFmt w:val="decimal"/>
      <w:lvlText w:val="%7."/>
      <w:lvlJc w:val="left"/>
      <w:pPr>
        <w:ind w:left="6465" w:hanging="360"/>
      </w:pPr>
      <w:rPr>
        <w:rFonts w:cs="Times New Roman"/>
      </w:rPr>
    </w:lvl>
    <w:lvl w:ilvl="7" w:tplc="04190019" w:tentative="1">
      <w:start w:val="1"/>
      <w:numFmt w:val="lowerLetter"/>
      <w:lvlText w:val="%8."/>
      <w:lvlJc w:val="left"/>
      <w:pPr>
        <w:ind w:left="7185" w:hanging="360"/>
      </w:pPr>
      <w:rPr>
        <w:rFonts w:cs="Times New Roman"/>
      </w:rPr>
    </w:lvl>
    <w:lvl w:ilvl="8" w:tplc="0419001B" w:tentative="1">
      <w:start w:val="1"/>
      <w:numFmt w:val="lowerRoman"/>
      <w:lvlText w:val="%9."/>
      <w:lvlJc w:val="right"/>
      <w:pPr>
        <w:ind w:left="7905" w:hanging="180"/>
      </w:pPr>
      <w:rPr>
        <w:rFonts w:cs="Times New Roman"/>
      </w:rPr>
    </w:lvl>
  </w:abstractNum>
  <w:abstractNum w:abstractNumId="9">
    <w:nsid w:val="13C6475F"/>
    <w:multiLevelType w:val="hybridMultilevel"/>
    <w:tmpl w:val="B672AA44"/>
    <w:lvl w:ilvl="0" w:tplc="901AB75E">
      <w:start w:val="1"/>
      <w:numFmt w:val="russianLower"/>
      <w:lvlText w:val="%1)"/>
      <w:lvlJc w:val="left"/>
      <w:pPr>
        <w:ind w:left="1074"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6BF54E1"/>
    <w:multiLevelType w:val="hybridMultilevel"/>
    <w:tmpl w:val="156E60DA"/>
    <w:lvl w:ilvl="0" w:tplc="FFFFFFFF">
      <w:start w:val="1"/>
      <w:numFmt w:val="russianLower"/>
      <w:lvlText w:val="%1)"/>
      <w:lvlJc w:val="left"/>
      <w:pPr>
        <w:ind w:left="1287" w:hanging="360"/>
      </w:pPr>
      <w:rPr>
        <w:rFonts w:cs="Times New Roman"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1DF31A1A"/>
    <w:multiLevelType w:val="hybridMultilevel"/>
    <w:tmpl w:val="C8EA33D6"/>
    <w:lvl w:ilvl="0" w:tplc="9248523C">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1F78005D"/>
    <w:multiLevelType w:val="hybridMultilevel"/>
    <w:tmpl w:val="ADCCFDDC"/>
    <w:lvl w:ilvl="0" w:tplc="7718300A">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0465534"/>
    <w:multiLevelType w:val="hybridMultilevel"/>
    <w:tmpl w:val="DF16D512"/>
    <w:lvl w:ilvl="0" w:tplc="0F549012">
      <w:start w:val="1"/>
      <w:numFmt w:val="russianLower"/>
      <w:lvlText w:val="%1)"/>
      <w:lvlJc w:val="left"/>
      <w:pPr>
        <w:ind w:left="1287" w:hanging="360"/>
      </w:pPr>
      <w:rPr>
        <w:rFonts w:cs="Times New Roman" w:hint="default"/>
        <w:sz w:val="24"/>
        <w:szCs w:val="24"/>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22083DA0"/>
    <w:multiLevelType w:val="hybridMultilevel"/>
    <w:tmpl w:val="5E02CE0E"/>
    <w:lvl w:ilvl="0" w:tplc="A9A0DCB4">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3B5179E"/>
    <w:multiLevelType w:val="hybridMultilevel"/>
    <w:tmpl w:val="FB1CEDBC"/>
    <w:lvl w:ilvl="0" w:tplc="B2781736">
      <w:start w:val="1"/>
      <w:numFmt w:val="decimal"/>
      <w:lvlText w:val="5.%1."/>
      <w:lvlJc w:val="left"/>
      <w:pPr>
        <w:ind w:left="1286"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B214DC8"/>
    <w:multiLevelType w:val="hybridMultilevel"/>
    <w:tmpl w:val="93D6155C"/>
    <w:lvl w:ilvl="0" w:tplc="D8920CBC">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17">
    <w:nsid w:val="2B727820"/>
    <w:multiLevelType w:val="hybridMultilevel"/>
    <w:tmpl w:val="655604E8"/>
    <w:lvl w:ilvl="0" w:tplc="D8920CBC">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8">
    <w:nsid w:val="2D294057"/>
    <w:multiLevelType w:val="hybridMultilevel"/>
    <w:tmpl w:val="85663FBC"/>
    <w:lvl w:ilvl="0" w:tplc="26EC7DF0">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D4F729E"/>
    <w:multiLevelType w:val="hybridMultilevel"/>
    <w:tmpl w:val="ED0801EA"/>
    <w:lvl w:ilvl="0" w:tplc="4CC6CB78">
      <w:start w:val="1"/>
      <w:numFmt w:val="russianLower"/>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EBB0159"/>
    <w:multiLevelType w:val="multilevel"/>
    <w:tmpl w:val="CBB22A14"/>
    <w:lvl w:ilvl="0">
      <w:start w:val="1"/>
      <w:numFmt w:val="decimal"/>
      <w:lvlText w:val="%1."/>
      <w:lvlJc w:val="left"/>
      <w:pPr>
        <w:ind w:left="1429" w:hanging="360"/>
      </w:pPr>
      <w:rPr>
        <w:rFonts w:cs="Times New Roman"/>
      </w:rPr>
    </w:lvl>
    <w:lvl w:ilvl="1">
      <w:start w:val="1"/>
      <w:numFmt w:val="decimal"/>
      <w:isLgl/>
      <w:lvlText w:val="%1.%2."/>
      <w:lvlJc w:val="left"/>
      <w:pPr>
        <w:ind w:left="2344" w:hanging="1275"/>
      </w:pPr>
      <w:rPr>
        <w:rFonts w:cs="Times New Roman" w:hint="default"/>
      </w:rPr>
    </w:lvl>
    <w:lvl w:ilvl="2">
      <w:start w:val="1"/>
      <w:numFmt w:val="decimal"/>
      <w:isLgl/>
      <w:lvlText w:val="%1.%2.%3."/>
      <w:lvlJc w:val="left"/>
      <w:pPr>
        <w:ind w:left="2344" w:hanging="1275"/>
      </w:pPr>
      <w:rPr>
        <w:rFonts w:cs="Times New Roman" w:hint="default"/>
      </w:rPr>
    </w:lvl>
    <w:lvl w:ilvl="3">
      <w:start w:val="1"/>
      <w:numFmt w:val="decimal"/>
      <w:isLgl/>
      <w:lvlText w:val="%1.%2.%3.%4."/>
      <w:lvlJc w:val="left"/>
      <w:pPr>
        <w:ind w:left="2344" w:hanging="1275"/>
      </w:pPr>
      <w:rPr>
        <w:rFonts w:cs="Times New Roman" w:hint="default"/>
      </w:rPr>
    </w:lvl>
    <w:lvl w:ilvl="4">
      <w:start w:val="1"/>
      <w:numFmt w:val="decimal"/>
      <w:isLgl/>
      <w:lvlText w:val="%1.%2.%3.%4.%5."/>
      <w:lvlJc w:val="left"/>
      <w:pPr>
        <w:ind w:left="2344" w:hanging="1275"/>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1">
    <w:nsid w:val="2FAC10DF"/>
    <w:multiLevelType w:val="hybridMultilevel"/>
    <w:tmpl w:val="C26E9E72"/>
    <w:lvl w:ilvl="0" w:tplc="3210117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3587CFB"/>
    <w:multiLevelType w:val="hybridMultilevel"/>
    <w:tmpl w:val="18527354"/>
    <w:lvl w:ilvl="0" w:tplc="96F6F6C2">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35B5ED6"/>
    <w:multiLevelType w:val="hybridMultilevel"/>
    <w:tmpl w:val="8DACA6B2"/>
    <w:lvl w:ilvl="0" w:tplc="035AF766">
      <w:start w:val="1"/>
      <w:numFmt w:val="decimal"/>
      <w:lvlText w:val="1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46B2C90"/>
    <w:multiLevelType w:val="hybridMultilevel"/>
    <w:tmpl w:val="B036BAAC"/>
    <w:lvl w:ilvl="0" w:tplc="4730602A">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56A5FCE"/>
    <w:multiLevelType w:val="multilevel"/>
    <w:tmpl w:val="0EB0DF1E"/>
    <w:lvl w:ilvl="0">
      <w:start w:val="1"/>
      <w:numFmt w:val="decimal"/>
      <w:pStyle w:val="a"/>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6">
    <w:nsid w:val="37F32B6D"/>
    <w:multiLevelType w:val="hybridMultilevel"/>
    <w:tmpl w:val="4A344238"/>
    <w:lvl w:ilvl="0" w:tplc="FFFFFFFF">
      <w:start w:val="1"/>
      <w:numFmt w:val="russianLower"/>
      <w:lvlText w:val="%1)"/>
      <w:lvlJc w:val="left"/>
      <w:pPr>
        <w:ind w:left="1287" w:hanging="360"/>
      </w:pPr>
      <w:rPr>
        <w:rFonts w:cs="Times New Roman"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nsid w:val="3A8D03E8"/>
    <w:multiLevelType w:val="hybridMultilevel"/>
    <w:tmpl w:val="0A48AE36"/>
    <w:styleLink w:val="21"/>
    <w:lvl w:ilvl="0" w:tplc="AF0625D0">
      <w:start w:val="1"/>
      <w:numFmt w:val="decimal"/>
      <w:lvlText w:val="%1."/>
      <w:lvlJc w:val="left"/>
      <w:pPr>
        <w:tabs>
          <w:tab w:val="num" w:pos="2007"/>
        </w:tabs>
        <w:ind w:left="2007" w:hanging="360"/>
      </w:pPr>
      <w:rPr>
        <w:rFonts w:cs="Times New Roman" w:hint="default"/>
      </w:rPr>
    </w:lvl>
    <w:lvl w:ilvl="1" w:tplc="F7BC8530" w:tentative="1">
      <w:start w:val="1"/>
      <w:numFmt w:val="lowerLetter"/>
      <w:lvlText w:val="%2."/>
      <w:lvlJc w:val="left"/>
      <w:pPr>
        <w:ind w:left="1440" w:hanging="360"/>
      </w:pPr>
      <w:rPr>
        <w:rFonts w:cs="Times New Roman"/>
      </w:rPr>
    </w:lvl>
    <w:lvl w:ilvl="2" w:tplc="FFE6B342" w:tentative="1">
      <w:start w:val="1"/>
      <w:numFmt w:val="lowerRoman"/>
      <w:lvlText w:val="%3."/>
      <w:lvlJc w:val="right"/>
      <w:pPr>
        <w:ind w:left="2160" w:hanging="180"/>
      </w:pPr>
      <w:rPr>
        <w:rFonts w:cs="Times New Roman"/>
      </w:rPr>
    </w:lvl>
    <w:lvl w:ilvl="3" w:tplc="79902F7E" w:tentative="1">
      <w:start w:val="1"/>
      <w:numFmt w:val="decimal"/>
      <w:lvlText w:val="%4."/>
      <w:lvlJc w:val="left"/>
      <w:pPr>
        <w:ind w:left="2880" w:hanging="360"/>
      </w:pPr>
      <w:rPr>
        <w:rFonts w:cs="Times New Roman"/>
      </w:rPr>
    </w:lvl>
    <w:lvl w:ilvl="4" w:tplc="752EE3BA" w:tentative="1">
      <w:start w:val="1"/>
      <w:numFmt w:val="lowerLetter"/>
      <w:lvlText w:val="%5."/>
      <w:lvlJc w:val="left"/>
      <w:pPr>
        <w:ind w:left="3600" w:hanging="360"/>
      </w:pPr>
      <w:rPr>
        <w:rFonts w:cs="Times New Roman"/>
      </w:rPr>
    </w:lvl>
    <w:lvl w:ilvl="5" w:tplc="F0AC9BEC" w:tentative="1">
      <w:start w:val="1"/>
      <w:numFmt w:val="lowerRoman"/>
      <w:lvlText w:val="%6."/>
      <w:lvlJc w:val="right"/>
      <w:pPr>
        <w:ind w:left="4320" w:hanging="180"/>
      </w:pPr>
      <w:rPr>
        <w:rFonts w:cs="Times New Roman"/>
      </w:rPr>
    </w:lvl>
    <w:lvl w:ilvl="6" w:tplc="4BD21AD2" w:tentative="1">
      <w:start w:val="1"/>
      <w:numFmt w:val="decimal"/>
      <w:lvlText w:val="%7."/>
      <w:lvlJc w:val="left"/>
      <w:pPr>
        <w:ind w:left="5040" w:hanging="360"/>
      </w:pPr>
      <w:rPr>
        <w:rFonts w:cs="Times New Roman"/>
      </w:rPr>
    </w:lvl>
    <w:lvl w:ilvl="7" w:tplc="53787960" w:tentative="1">
      <w:start w:val="1"/>
      <w:numFmt w:val="lowerLetter"/>
      <w:lvlText w:val="%8."/>
      <w:lvlJc w:val="left"/>
      <w:pPr>
        <w:ind w:left="5760" w:hanging="360"/>
      </w:pPr>
      <w:rPr>
        <w:rFonts w:cs="Times New Roman"/>
      </w:rPr>
    </w:lvl>
    <w:lvl w:ilvl="8" w:tplc="E014F948" w:tentative="1">
      <w:start w:val="1"/>
      <w:numFmt w:val="lowerRoman"/>
      <w:lvlText w:val="%9."/>
      <w:lvlJc w:val="right"/>
      <w:pPr>
        <w:ind w:left="6480" w:hanging="180"/>
      </w:pPr>
      <w:rPr>
        <w:rFonts w:cs="Times New Roman"/>
      </w:rPr>
    </w:lvl>
  </w:abstractNum>
  <w:abstractNum w:abstractNumId="28">
    <w:nsid w:val="3A9369EC"/>
    <w:multiLevelType w:val="multilevel"/>
    <w:tmpl w:val="3AC89220"/>
    <w:styleLink w:val="1"/>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3E2E3D3F"/>
    <w:multiLevelType w:val="hybridMultilevel"/>
    <w:tmpl w:val="8BBC24EC"/>
    <w:lvl w:ilvl="0" w:tplc="C512E632">
      <w:start w:val="1"/>
      <w:numFmt w:val="decimal"/>
      <w:lvlText w:val="15.%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F58449F"/>
    <w:multiLevelType w:val="hybridMultilevel"/>
    <w:tmpl w:val="741AA5D6"/>
    <w:lvl w:ilvl="0" w:tplc="25CC57D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51E4554"/>
    <w:multiLevelType w:val="hybridMultilevel"/>
    <w:tmpl w:val="16040E22"/>
    <w:lvl w:ilvl="0" w:tplc="CA70E184">
      <w:start w:val="1"/>
      <w:numFmt w:val="decimal"/>
      <w:lvlText w:val="8.%1."/>
      <w:lvlJc w:val="left"/>
      <w:pPr>
        <w:ind w:left="107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475E308B"/>
    <w:multiLevelType w:val="hybridMultilevel"/>
    <w:tmpl w:val="1D021854"/>
    <w:lvl w:ilvl="0" w:tplc="1C1CE1BC">
      <w:start w:val="1"/>
      <w:numFmt w:val="russianLower"/>
      <w:lvlText w:val="%1)"/>
      <w:lvlJc w:val="left"/>
      <w:pPr>
        <w:ind w:left="1287"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478A395C"/>
    <w:multiLevelType w:val="multilevel"/>
    <w:tmpl w:val="8E6C6CFE"/>
    <w:lvl w:ilvl="0">
      <w:start w:val="1"/>
      <w:numFmt w:val="decimal"/>
      <w:pStyle w:val="Heading1"/>
      <w:lvlText w:val="%1."/>
      <w:lvlJc w:val="left"/>
      <w:pPr>
        <w:tabs>
          <w:tab w:val="num" w:pos="1134"/>
        </w:tabs>
        <w:ind w:left="1134" w:hanging="1134"/>
      </w:pPr>
      <w:rPr>
        <w:rFonts w:cs="Times New Roman" w:hint="default"/>
      </w:rPr>
    </w:lvl>
    <w:lvl w:ilvl="1">
      <w:start w:val="1"/>
      <w:numFmt w:val="decimal"/>
      <w:pStyle w:val="Heading2"/>
      <w:lvlText w:val="%1.%2"/>
      <w:lvlJc w:val="left"/>
      <w:pPr>
        <w:tabs>
          <w:tab w:val="num" w:pos="1134"/>
        </w:tabs>
        <w:ind w:left="1134" w:hanging="1134"/>
      </w:pPr>
      <w:rPr>
        <w:rFonts w:cs="Times New Roman" w:hint="default"/>
      </w:rPr>
    </w:lvl>
    <w:lvl w:ilvl="2">
      <w:start w:val="1"/>
      <w:numFmt w:val="decimal"/>
      <w:pStyle w:val="a0"/>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5">
    <w:nsid w:val="49ED5437"/>
    <w:multiLevelType w:val="hybridMultilevel"/>
    <w:tmpl w:val="FD8A648E"/>
    <w:lvl w:ilvl="0" w:tplc="87E84EE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4E1407DC"/>
    <w:multiLevelType w:val="multilevel"/>
    <w:tmpl w:val="AD46FDFE"/>
    <w:lvl w:ilvl="0">
      <w:start w:val="1"/>
      <w:numFmt w:val="decimal"/>
      <w:lvlText w:val="%1."/>
      <w:lvlJc w:val="left"/>
      <w:pPr>
        <w:ind w:left="927" w:hanging="360"/>
      </w:pPr>
      <w:rPr>
        <w:rFonts w:cs="Times New Roman" w:hint="default"/>
      </w:rPr>
    </w:lvl>
    <w:lvl w:ilvl="1">
      <w:start w:val="1"/>
      <w:numFmt w:val="decimal"/>
      <w:lvlText w:val="2.%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7">
    <w:nsid w:val="4FCA4ECC"/>
    <w:multiLevelType w:val="hybridMultilevel"/>
    <w:tmpl w:val="54944034"/>
    <w:lvl w:ilvl="0" w:tplc="D8920CBC">
      <w:start w:val="1"/>
      <w:numFmt w:val="bullet"/>
      <w:lvlText w:val=""/>
      <w:lvlJc w:val="left"/>
      <w:pPr>
        <w:ind w:left="1074" w:hanging="360"/>
      </w:pPr>
      <w:rPr>
        <w:rFonts w:ascii="Symbol" w:hAnsi="Symbol" w:hint="default"/>
      </w:rPr>
    </w:lvl>
    <w:lvl w:ilvl="1" w:tplc="04190003">
      <w:start w:val="1"/>
      <w:numFmt w:val="bullet"/>
      <w:lvlText w:val="o"/>
      <w:lvlJc w:val="left"/>
      <w:pPr>
        <w:ind w:left="1794" w:hanging="360"/>
      </w:pPr>
      <w:rPr>
        <w:rFonts w:ascii="Courier New" w:hAnsi="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38">
    <w:nsid w:val="51BA2024"/>
    <w:multiLevelType w:val="multilevel"/>
    <w:tmpl w:val="67BC22C4"/>
    <w:lvl w:ilvl="0">
      <w:start w:val="1"/>
      <w:numFmt w:val="decimal"/>
      <w:pStyle w:val="a1"/>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536464D2"/>
    <w:multiLevelType w:val="hybridMultilevel"/>
    <w:tmpl w:val="C7F8262C"/>
    <w:lvl w:ilvl="0" w:tplc="89B8EB1A">
      <w:start w:val="1"/>
      <w:numFmt w:val="decimal"/>
      <w:lvlText w:val="7.5.%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540C094B"/>
    <w:multiLevelType w:val="hybridMultilevel"/>
    <w:tmpl w:val="55FC1E5A"/>
    <w:lvl w:ilvl="0" w:tplc="BE4C15CC">
      <w:start w:val="1"/>
      <w:numFmt w:val="decimal"/>
      <w:lvlText w:val="4.3.%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56F70A10"/>
    <w:multiLevelType w:val="hybridMultilevel"/>
    <w:tmpl w:val="8A0A47FE"/>
    <w:styleLink w:val="11"/>
    <w:lvl w:ilvl="0" w:tplc="6C929AF2">
      <w:start w:val="1"/>
      <w:numFmt w:val="decimal"/>
      <w:lvlText w:val="%1."/>
      <w:lvlJc w:val="left"/>
      <w:pPr>
        <w:tabs>
          <w:tab w:val="num" w:pos="2007"/>
        </w:tabs>
        <w:ind w:left="2007" w:hanging="360"/>
      </w:pPr>
      <w:rPr>
        <w:rFonts w:cs="Times New Roman" w:hint="default"/>
      </w:rPr>
    </w:lvl>
    <w:lvl w:ilvl="1" w:tplc="CCAECA36">
      <w:start w:val="1"/>
      <w:numFmt w:val="lowerLetter"/>
      <w:lvlText w:val="%2."/>
      <w:lvlJc w:val="left"/>
      <w:pPr>
        <w:ind w:left="1440" w:hanging="360"/>
      </w:pPr>
      <w:rPr>
        <w:rFonts w:cs="Times New Roman"/>
      </w:rPr>
    </w:lvl>
    <w:lvl w:ilvl="2" w:tplc="34481638" w:tentative="1">
      <w:start w:val="1"/>
      <w:numFmt w:val="lowerRoman"/>
      <w:lvlText w:val="%3."/>
      <w:lvlJc w:val="right"/>
      <w:pPr>
        <w:ind w:left="2160" w:hanging="180"/>
      </w:pPr>
      <w:rPr>
        <w:rFonts w:cs="Times New Roman"/>
      </w:rPr>
    </w:lvl>
    <w:lvl w:ilvl="3" w:tplc="CC406C54" w:tentative="1">
      <w:start w:val="1"/>
      <w:numFmt w:val="decimal"/>
      <w:lvlText w:val="%4."/>
      <w:lvlJc w:val="left"/>
      <w:pPr>
        <w:ind w:left="2880" w:hanging="360"/>
      </w:pPr>
      <w:rPr>
        <w:rFonts w:cs="Times New Roman"/>
      </w:rPr>
    </w:lvl>
    <w:lvl w:ilvl="4" w:tplc="65F02754" w:tentative="1">
      <w:start w:val="1"/>
      <w:numFmt w:val="lowerLetter"/>
      <w:lvlText w:val="%5."/>
      <w:lvlJc w:val="left"/>
      <w:pPr>
        <w:ind w:left="3600" w:hanging="360"/>
      </w:pPr>
      <w:rPr>
        <w:rFonts w:cs="Times New Roman"/>
      </w:rPr>
    </w:lvl>
    <w:lvl w:ilvl="5" w:tplc="10FE26A0" w:tentative="1">
      <w:start w:val="1"/>
      <w:numFmt w:val="lowerRoman"/>
      <w:lvlText w:val="%6."/>
      <w:lvlJc w:val="right"/>
      <w:pPr>
        <w:ind w:left="4320" w:hanging="180"/>
      </w:pPr>
      <w:rPr>
        <w:rFonts w:cs="Times New Roman"/>
      </w:rPr>
    </w:lvl>
    <w:lvl w:ilvl="6" w:tplc="18467B62" w:tentative="1">
      <w:start w:val="1"/>
      <w:numFmt w:val="decimal"/>
      <w:lvlText w:val="%7."/>
      <w:lvlJc w:val="left"/>
      <w:pPr>
        <w:ind w:left="5040" w:hanging="360"/>
      </w:pPr>
      <w:rPr>
        <w:rFonts w:cs="Times New Roman"/>
      </w:rPr>
    </w:lvl>
    <w:lvl w:ilvl="7" w:tplc="C78CE93E" w:tentative="1">
      <w:start w:val="1"/>
      <w:numFmt w:val="lowerLetter"/>
      <w:lvlText w:val="%8."/>
      <w:lvlJc w:val="left"/>
      <w:pPr>
        <w:ind w:left="5760" w:hanging="360"/>
      </w:pPr>
      <w:rPr>
        <w:rFonts w:cs="Times New Roman"/>
      </w:rPr>
    </w:lvl>
    <w:lvl w:ilvl="8" w:tplc="727CA16A" w:tentative="1">
      <w:start w:val="1"/>
      <w:numFmt w:val="lowerRoman"/>
      <w:lvlText w:val="%9."/>
      <w:lvlJc w:val="right"/>
      <w:pPr>
        <w:ind w:left="6480" w:hanging="180"/>
      </w:pPr>
      <w:rPr>
        <w:rFonts w:cs="Times New Roman"/>
      </w:rPr>
    </w:lvl>
  </w:abstractNum>
  <w:abstractNum w:abstractNumId="42">
    <w:nsid w:val="57423791"/>
    <w:multiLevelType w:val="hybridMultilevel"/>
    <w:tmpl w:val="D62609F8"/>
    <w:lvl w:ilvl="0" w:tplc="DBB8C83E">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598470B2"/>
    <w:multiLevelType w:val="multilevel"/>
    <w:tmpl w:val="77E86E30"/>
    <w:lvl w:ilvl="0">
      <w:start w:val="1"/>
      <w:numFmt w:val="decimal"/>
      <w:lvlText w:val="%1)"/>
      <w:lvlJc w:val="left"/>
      <w:pPr>
        <w:ind w:left="1211" w:hanging="360"/>
      </w:pPr>
      <w:rPr>
        <w:rFonts w:cs="Times New Roman" w:hint="default"/>
      </w:rPr>
    </w:lvl>
    <w:lvl w:ilvl="1" w:tentative="1">
      <w:start w:val="1"/>
      <w:numFmt w:val="lowerLetter"/>
      <w:lvlText w:val="%2."/>
      <w:lvlJc w:val="left"/>
      <w:pPr>
        <w:ind w:left="1432" w:hanging="360"/>
      </w:pPr>
      <w:rPr>
        <w:rFonts w:cs="Times New Roman"/>
      </w:rPr>
    </w:lvl>
    <w:lvl w:ilvl="2" w:tentative="1">
      <w:start w:val="1"/>
      <w:numFmt w:val="lowerRoman"/>
      <w:lvlText w:val="%3."/>
      <w:lvlJc w:val="right"/>
      <w:pPr>
        <w:ind w:left="2152" w:hanging="180"/>
      </w:pPr>
      <w:rPr>
        <w:rFonts w:cs="Times New Roman"/>
      </w:rPr>
    </w:lvl>
    <w:lvl w:ilvl="3" w:tentative="1">
      <w:start w:val="1"/>
      <w:numFmt w:val="decimal"/>
      <w:lvlText w:val="%4."/>
      <w:lvlJc w:val="left"/>
      <w:pPr>
        <w:ind w:left="2872" w:hanging="360"/>
      </w:pPr>
      <w:rPr>
        <w:rFonts w:cs="Times New Roman"/>
      </w:rPr>
    </w:lvl>
    <w:lvl w:ilvl="4" w:tentative="1">
      <w:start w:val="1"/>
      <w:numFmt w:val="lowerLetter"/>
      <w:lvlText w:val="%5."/>
      <w:lvlJc w:val="left"/>
      <w:pPr>
        <w:ind w:left="3592" w:hanging="360"/>
      </w:pPr>
      <w:rPr>
        <w:rFonts w:cs="Times New Roman"/>
      </w:rPr>
    </w:lvl>
    <w:lvl w:ilvl="5" w:tentative="1">
      <w:start w:val="1"/>
      <w:numFmt w:val="lowerRoman"/>
      <w:lvlText w:val="%6."/>
      <w:lvlJc w:val="right"/>
      <w:pPr>
        <w:ind w:left="4312" w:hanging="180"/>
      </w:pPr>
      <w:rPr>
        <w:rFonts w:cs="Times New Roman"/>
      </w:rPr>
    </w:lvl>
    <w:lvl w:ilvl="6" w:tentative="1">
      <w:start w:val="1"/>
      <w:numFmt w:val="decimal"/>
      <w:lvlText w:val="%7."/>
      <w:lvlJc w:val="left"/>
      <w:pPr>
        <w:ind w:left="5032" w:hanging="360"/>
      </w:pPr>
      <w:rPr>
        <w:rFonts w:cs="Times New Roman"/>
      </w:rPr>
    </w:lvl>
    <w:lvl w:ilvl="7" w:tentative="1">
      <w:start w:val="1"/>
      <w:numFmt w:val="lowerLetter"/>
      <w:lvlText w:val="%8."/>
      <w:lvlJc w:val="left"/>
      <w:pPr>
        <w:ind w:left="5752" w:hanging="360"/>
      </w:pPr>
      <w:rPr>
        <w:rFonts w:cs="Times New Roman"/>
      </w:rPr>
    </w:lvl>
    <w:lvl w:ilvl="8" w:tentative="1">
      <w:start w:val="1"/>
      <w:numFmt w:val="lowerRoman"/>
      <w:lvlText w:val="%9."/>
      <w:lvlJc w:val="right"/>
      <w:pPr>
        <w:ind w:left="6472" w:hanging="180"/>
      </w:pPr>
      <w:rPr>
        <w:rFonts w:cs="Times New Roman"/>
      </w:rPr>
    </w:lvl>
  </w:abstractNum>
  <w:abstractNum w:abstractNumId="44">
    <w:nsid w:val="5A554695"/>
    <w:multiLevelType w:val="hybridMultilevel"/>
    <w:tmpl w:val="72769788"/>
    <w:lvl w:ilvl="0" w:tplc="2238314A">
      <w:start w:val="1"/>
      <w:numFmt w:val="decimal"/>
      <w:lvlText w:val="16.%1."/>
      <w:lvlJc w:val="left"/>
      <w:pPr>
        <w:ind w:left="2096" w:hanging="360"/>
      </w:pPr>
      <w:rPr>
        <w:rFonts w:ascii="Times New Roman" w:hAnsi="Times New Roman" w:cs="Times New Roman" w:hint="default"/>
        <w:b w:val="0"/>
        <w:i w:val="0"/>
        <w:color w:val="auto"/>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5A79174A"/>
    <w:multiLevelType w:val="hybridMultilevel"/>
    <w:tmpl w:val="43B279AE"/>
    <w:lvl w:ilvl="0" w:tplc="4730602A">
      <w:start w:val="1"/>
      <w:numFmt w:val="russianLower"/>
      <w:lvlText w:val="%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46">
    <w:nsid w:val="5A8F71C8"/>
    <w:multiLevelType w:val="hybridMultilevel"/>
    <w:tmpl w:val="29B42712"/>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5CFA242F"/>
    <w:multiLevelType w:val="hybridMultilevel"/>
    <w:tmpl w:val="5CE8B2DE"/>
    <w:lvl w:ilvl="0" w:tplc="D220AE8C">
      <w:start w:val="1"/>
      <w:numFmt w:val="decimal"/>
      <w:lvlText w:val="1.%1"/>
      <w:lvlJc w:val="left"/>
      <w:pPr>
        <w:tabs>
          <w:tab w:val="num" w:pos="927"/>
        </w:tabs>
        <w:ind w:firstLine="567"/>
      </w:pPr>
      <w:rPr>
        <w:rFonts w:cs="Times New Roman" w:hint="default"/>
      </w:rPr>
    </w:lvl>
    <w:lvl w:ilvl="1" w:tplc="D456801E">
      <w:start w:val="3"/>
      <w:numFmt w:val="decimal"/>
      <w:lvlText w:val="%2"/>
      <w:lvlJc w:val="left"/>
      <w:pPr>
        <w:tabs>
          <w:tab w:val="num" w:pos="1440"/>
        </w:tabs>
        <w:ind w:left="1440" w:hanging="360"/>
      </w:pPr>
      <w:rPr>
        <w:rFonts w:cs="Times New Roman" w:hint="default"/>
      </w:rPr>
    </w:lvl>
    <w:lvl w:ilvl="2" w:tplc="9B2214DC">
      <w:start w:val="1"/>
      <w:numFmt w:val="lowerRoman"/>
      <w:lvlText w:val="%3."/>
      <w:lvlJc w:val="right"/>
      <w:pPr>
        <w:tabs>
          <w:tab w:val="num" w:pos="2160"/>
        </w:tabs>
        <w:ind w:left="2160" w:hanging="180"/>
      </w:pPr>
      <w:rPr>
        <w:rFonts w:cs="Times New Roman"/>
      </w:rPr>
    </w:lvl>
    <w:lvl w:ilvl="3" w:tplc="A1328C7E" w:tentative="1">
      <w:start w:val="1"/>
      <w:numFmt w:val="decimal"/>
      <w:pStyle w:val="4"/>
      <w:lvlText w:val="%4."/>
      <w:lvlJc w:val="left"/>
      <w:pPr>
        <w:tabs>
          <w:tab w:val="num" w:pos="2880"/>
        </w:tabs>
        <w:ind w:left="2880" w:hanging="360"/>
      </w:pPr>
      <w:rPr>
        <w:rFonts w:cs="Times New Roman"/>
      </w:rPr>
    </w:lvl>
    <w:lvl w:ilvl="4" w:tplc="5D6C9162" w:tentative="1">
      <w:start w:val="1"/>
      <w:numFmt w:val="lowerLetter"/>
      <w:lvlText w:val="%5."/>
      <w:lvlJc w:val="left"/>
      <w:pPr>
        <w:tabs>
          <w:tab w:val="num" w:pos="3600"/>
        </w:tabs>
        <w:ind w:left="3600" w:hanging="360"/>
      </w:pPr>
      <w:rPr>
        <w:rFonts w:cs="Times New Roman"/>
      </w:rPr>
    </w:lvl>
    <w:lvl w:ilvl="5" w:tplc="F76C8DEA" w:tentative="1">
      <w:start w:val="1"/>
      <w:numFmt w:val="lowerRoman"/>
      <w:lvlText w:val="%6."/>
      <w:lvlJc w:val="right"/>
      <w:pPr>
        <w:tabs>
          <w:tab w:val="num" w:pos="4320"/>
        </w:tabs>
        <w:ind w:left="4320" w:hanging="180"/>
      </w:pPr>
      <w:rPr>
        <w:rFonts w:cs="Times New Roman"/>
      </w:rPr>
    </w:lvl>
    <w:lvl w:ilvl="6" w:tplc="F280ACEC" w:tentative="1">
      <w:start w:val="1"/>
      <w:numFmt w:val="decimal"/>
      <w:lvlText w:val="%7."/>
      <w:lvlJc w:val="left"/>
      <w:pPr>
        <w:tabs>
          <w:tab w:val="num" w:pos="5040"/>
        </w:tabs>
        <w:ind w:left="5040" w:hanging="360"/>
      </w:pPr>
      <w:rPr>
        <w:rFonts w:cs="Times New Roman"/>
      </w:rPr>
    </w:lvl>
    <w:lvl w:ilvl="7" w:tplc="5A10A462" w:tentative="1">
      <w:start w:val="1"/>
      <w:numFmt w:val="lowerLetter"/>
      <w:lvlText w:val="%8."/>
      <w:lvlJc w:val="left"/>
      <w:pPr>
        <w:tabs>
          <w:tab w:val="num" w:pos="5760"/>
        </w:tabs>
        <w:ind w:left="5760" w:hanging="360"/>
      </w:pPr>
      <w:rPr>
        <w:rFonts w:cs="Times New Roman"/>
      </w:rPr>
    </w:lvl>
    <w:lvl w:ilvl="8" w:tplc="C55AA160" w:tentative="1">
      <w:start w:val="1"/>
      <w:numFmt w:val="lowerRoman"/>
      <w:lvlText w:val="%9."/>
      <w:lvlJc w:val="right"/>
      <w:pPr>
        <w:tabs>
          <w:tab w:val="num" w:pos="6480"/>
        </w:tabs>
        <w:ind w:left="6480" w:hanging="180"/>
      </w:pPr>
      <w:rPr>
        <w:rFonts w:cs="Times New Roman"/>
      </w:rPr>
    </w:lvl>
  </w:abstractNum>
  <w:abstractNum w:abstractNumId="48">
    <w:nsid w:val="5D037375"/>
    <w:multiLevelType w:val="hybridMultilevel"/>
    <w:tmpl w:val="4476D03E"/>
    <w:lvl w:ilvl="0" w:tplc="5DF04F1C">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60335C26"/>
    <w:multiLevelType w:val="hybridMultilevel"/>
    <w:tmpl w:val="66703E44"/>
    <w:lvl w:ilvl="0" w:tplc="56045716">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66ED535E"/>
    <w:multiLevelType w:val="multilevel"/>
    <w:tmpl w:val="3A9039A8"/>
    <w:lvl w:ilvl="0">
      <w:start w:val="1"/>
      <w:numFmt w:val="decimal"/>
      <w:lvlText w:val="%1."/>
      <w:lvlJc w:val="left"/>
      <w:pPr>
        <w:ind w:left="720" w:hanging="360"/>
      </w:pPr>
      <w:rPr>
        <w:rFonts w:cs="Times New Roman"/>
      </w:rPr>
    </w:lvl>
    <w:lvl w:ilvl="1">
      <w:start w:val="1"/>
      <w:numFmt w:val="decimal"/>
      <w:lvlText w:val="3.%2."/>
      <w:lvlJc w:val="left"/>
      <w:pPr>
        <w:ind w:left="925" w:hanging="360"/>
      </w:pPr>
      <w:rPr>
        <w:rFonts w:cs="Times New Roman" w:hint="default"/>
      </w:rPr>
    </w:lvl>
    <w:lvl w:ilvl="2">
      <w:start w:val="1"/>
      <w:numFmt w:val="decimal"/>
      <w:isLgl/>
      <w:lvlText w:val="%1.%2.%3."/>
      <w:lvlJc w:val="left"/>
      <w:pPr>
        <w:ind w:left="1490" w:hanging="720"/>
      </w:pPr>
      <w:rPr>
        <w:rFonts w:cs="Times New Roman" w:hint="default"/>
      </w:rPr>
    </w:lvl>
    <w:lvl w:ilvl="3">
      <w:start w:val="1"/>
      <w:numFmt w:val="decimal"/>
      <w:isLgl/>
      <w:lvlText w:val="%1.%2.%3.%4."/>
      <w:lvlJc w:val="left"/>
      <w:pPr>
        <w:ind w:left="1695" w:hanging="720"/>
      </w:pPr>
      <w:rPr>
        <w:rFonts w:cs="Times New Roman" w:hint="default"/>
      </w:rPr>
    </w:lvl>
    <w:lvl w:ilvl="4">
      <w:start w:val="1"/>
      <w:numFmt w:val="decimal"/>
      <w:isLgl/>
      <w:lvlText w:val="%1.%2.%3.%4.%5."/>
      <w:lvlJc w:val="left"/>
      <w:pPr>
        <w:ind w:left="2260" w:hanging="1080"/>
      </w:pPr>
      <w:rPr>
        <w:rFonts w:cs="Times New Roman" w:hint="default"/>
      </w:rPr>
    </w:lvl>
    <w:lvl w:ilvl="5">
      <w:start w:val="1"/>
      <w:numFmt w:val="decimal"/>
      <w:isLgl/>
      <w:lvlText w:val="%1.%2.%3.%4.%5.%6."/>
      <w:lvlJc w:val="left"/>
      <w:pPr>
        <w:ind w:left="2465" w:hanging="1080"/>
      </w:pPr>
      <w:rPr>
        <w:rFonts w:cs="Times New Roman" w:hint="default"/>
      </w:rPr>
    </w:lvl>
    <w:lvl w:ilvl="6">
      <w:start w:val="1"/>
      <w:numFmt w:val="decimal"/>
      <w:isLgl/>
      <w:lvlText w:val="%1.%2.%3.%4.%5.%6.%7."/>
      <w:lvlJc w:val="left"/>
      <w:pPr>
        <w:ind w:left="3030" w:hanging="1440"/>
      </w:pPr>
      <w:rPr>
        <w:rFonts w:cs="Times New Roman" w:hint="default"/>
      </w:rPr>
    </w:lvl>
    <w:lvl w:ilvl="7">
      <w:start w:val="1"/>
      <w:numFmt w:val="decimal"/>
      <w:isLgl/>
      <w:lvlText w:val="%1.%2.%3.%4.%5.%6.%7.%8."/>
      <w:lvlJc w:val="left"/>
      <w:pPr>
        <w:ind w:left="3235" w:hanging="1440"/>
      </w:pPr>
      <w:rPr>
        <w:rFonts w:cs="Times New Roman" w:hint="default"/>
      </w:rPr>
    </w:lvl>
    <w:lvl w:ilvl="8">
      <w:start w:val="1"/>
      <w:numFmt w:val="decimal"/>
      <w:isLgl/>
      <w:lvlText w:val="%1.%2.%3.%4.%5.%6.%7.%8.%9."/>
      <w:lvlJc w:val="left"/>
      <w:pPr>
        <w:ind w:left="3800" w:hanging="1800"/>
      </w:pPr>
      <w:rPr>
        <w:rFonts w:cs="Times New Roman" w:hint="default"/>
      </w:rPr>
    </w:lvl>
  </w:abstractNum>
  <w:abstractNum w:abstractNumId="52">
    <w:nsid w:val="6824704C"/>
    <w:multiLevelType w:val="hybridMultilevel"/>
    <w:tmpl w:val="A90A6A3A"/>
    <w:lvl w:ilvl="0" w:tplc="FC96CBA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69146793"/>
    <w:multiLevelType w:val="hybridMultilevel"/>
    <w:tmpl w:val="D64840C8"/>
    <w:lvl w:ilvl="0" w:tplc="BD2E4206">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6A6A20CF"/>
    <w:multiLevelType w:val="hybridMultilevel"/>
    <w:tmpl w:val="4E42AF0E"/>
    <w:lvl w:ilvl="0" w:tplc="5B0088AA">
      <w:start w:val="1"/>
      <w:numFmt w:val="decimal"/>
      <w:lvlText w:val="10.%1."/>
      <w:lvlJc w:val="left"/>
      <w:pPr>
        <w:ind w:left="1074" w:hanging="360"/>
      </w:pPr>
      <w:rPr>
        <w:rFonts w:cs="Times New Roman" w:hint="default"/>
        <w:b w:val="0"/>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6C8E56BD"/>
    <w:multiLevelType w:val="multilevel"/>
    <w:tmpl w:val="1BF6F132"/>
    <w:styleLink w:val="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56">
    <w:nsid w:val="6D3C6CD6"/>
    <w:multiLevelType w:val="hybridMultilevel"/>
    <w:tmpl w:val="1ADA9CEA"/>
    <w:lvl w:ilvl="0" w:tplc="B2781736">
      <w:start w:val="1"/>
      <w:numFmt w:val="decimal"/>
      <w:lvlText w:val="5.%1."/>
      <w:lvlJc w:val="left"/>
      <w:pPr>
        <w:ind w:left="1286"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4730602A">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hint="default"/>
      </w:rPr>
    </w:lvl>
    <w:lvl w:ilvl="2" w:tplc="D23CF8BE" w:tentative="1">
      <w:start w:val="1"/>
      <w:numFmt w:val="bullet"/>
      <w:pStyle w:val="3"/>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58">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769B66BB"/>
    <w:multiLevelType w:val="hybridMultilevel"/>
    <w:tmpl w:val="A790CD1C"/>
    <w:lvl w:ilvl="0" w:tplc="0F549012">
      <w:start w:val="1"/>
      <w:numFmt w:val="russianLower"/>
      <w:lvlText w:val="%1)"/>
      <w:lvlJc w:val="left"/>
      <w:pPr>
        <w:ind w:left="1215" w:hanging="360"/>
      </w:pPr>
      <w:rPr>
        <w:rFonts w:cs="Times New Roman" w:hint="default"/>
        <w:sz w:val="24"/>
        <w:szCs w:val="24"/>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60">
    <w:nsid w:val="772B076F"/>
    <w:multiLevelType w:val="hybridMultilevel"/>
    <w:tmpl w:val="D22A15C6"/>
    <w:lvl w:ilvl="0" w:tplc="4730602A">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1">
    <w:nsid w:val="7C6E4F03"/>
    <w:multiLevelType w:val="hybridMultilevel"/>
    <w:tmpl w:val="FD6E1FE6"/>
    <w:lvl w:ilvl="0" w:tplc="B72A59A4">
      <w:start w:val="1"/>
      <w:numFmt w:val="russianLower"/>
      <w:lvlText w:val="%1)"/>
      <w:lvlJc w:val="left"/>
      <w:pPr>
        <w:ind w:left="1074" w:hanging="360"/>
      </w:pPr>
      <w:rPr>
        <w:rFonts w:cs="Times New Roman" w:hint="default"/>
        <w:color w:val="auto"/>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62">
    <w:nsid w:val="7E7765ED"/>
    <w:multiLevelType w:val="hybridMultilevel"/>
    <w:tmpl w:val="09FA403E"/>
    <w:lvl w:ilvl="0" w:tplc="26EC7DF0">
      <w:start w:val="1"/>
      <w:numFmt w:val="russianLower"/>
      <w:lvlText w:val="%1)"/>
      <w:lvlJc w:val="left"/>
      <w:pPr>
        <w:ind w:left="1286" w:hanging="360"/>
      </w:pPr>
      <w:rPr>
        <w:rFonts w:cs="Times New Roman" w:hint="default"/>
      </w:rPr>
    </w:lvl>
    <w:lvl w:ilvl="1" w:tplc="04190019" w:tentative="1">
      <w:start w:val="1"/>
      <w:numFmt w:val="lowerLetter"/>
      <w:lvlText w:val="%2."/>
      <w:lvlJc w:val="left"/>
      <w:pPr>
        <w:ind w:left="2006" w:hanging="360"/>
      </w:pPr>
      <w:rPr>
        <w:rFonts w:cs="Times New Roman"/>
      </w:rPr>
    </w:lvl>
    <w:lvl w:ilvl="2" w:tplc="0419001B" w:tentative="1">
      <w:start w:val="1"/>
      <w:numFmt w:val="lowerRoman"/>
      <w:lvlText w:val="%3."/>
      <w:lvlJc w:val="right"/>
      <w:pPr>
        <w:ind w:left="2726" w:hanging="180"/>
      </w:pPr>
      <w:rPr>
        <w:rFonts w:cs="Times New Roman"/>
      </w:rPr>
    </w:lvl>
    <w:lvl w:ilvl="3" w:tplc="0419000F" w:tentative="1">
      <w:start w:val="1"/>
      <w:numFmt w:val="decimal"/>
      <w:lvlText w:val="%4."/>
      <w:lvlJc w:val="left"/>
      <w:pPr>
        <w:ind w:left="3446" w:hanging="360"/>
      </w:pPr>
      <w:rPr>
        <w:rFonts w:cs="Times New Roman"/>
      </w:rPr>
    </w:lvl>
    <w:lvl w:ilvl="4" w:tplc="04190019" w:tentative="1">
      <w:start w:val="1"/>
      <w:numFmt w:val="lowerLetter"/>
      <w:lvlText w:val="%5."/>
      <w:lvlJc w:val="left"/>
      <w:pPr>
        <w:ind w:left="4166" w:hanging="360"/>
      </w:pPr>
      <w:rPr>
        <w:rFonts w:cs="Times New Roman"/>
      </w:rPr>
    </w:lvl>
    <w:lvl w:ilvl="5" w:tplc="0419001B" w:tentative="1">
      <w:start w:val="1"/>
      <w:numFmt w:val="lowerRoman"/>
      <w:lvlText w:val="%6."/>
      <w:lvlJc w:val="right"/>
      <w:pPr>
        <w:ind w:left="4886" w:hanging="180"/>
      </w:pPr>
      <w:rPr>
        <w:rFonts w:cs="Times New Roman"/>
      </w:rPr>
    </w:lvl>
    <w:lvl w:ilvl="6" w:tplc="0419000F" w:tentative="1">
      <w:start w:val="1"/>
      <w:numFmt w:val="decimal"/>
      <w:lvlText w:val="%7."/>
      <w:lvlJc w:val="left"/>
      <w:pPr>
        <w:ind w:left="5606" w:hanging="360"/>
      </w:pPr>
      <w:rPr>
        <w:rFonts w:cs="Times New Roman"/>
      </w:rPr>
    </w:lvl>
    <w:lvl w:ilvl="7" w:tplc="04190019" w:tentative="1">
      <w:start w:val="1"/>
      <w:numFmt w:val="lowerLetter"/>
      <w:lvlText w:val="%8."/>
      <w:lvlJc w:val="left"/>
      <w:pPr>
        <w:ind w:left="6326" w:hanging="360"/>
      </w:pPr>
      <w:rPr>
        <w:rFonts w:cs="Times New Roman"/>
      </w:rPr>
    </w:lvl>
    <w:lvl w:ilvl="8" w:tplc="0419001B" w:tentative="1">
      <w:start w:val="1"/>
      <w:numFmt w:val="lowerRoman"/>
      <w:lvlText w:val="%9."/>
      <w:lvlJc w:val="right"/>
      <w:pPr>
        <w:ind w:left="7046" w:hanging="180"/>
      </w:pPr>
      <w:rPr>
        <w:rFonts w:cs="Times New Roman"/>
      </w:rPr>
    </w:lvl>
  </w:abstractNum>
  <w:num w:numId="1">
    <w:abstractNumId w:val="1"/>
  </w:num>
  <w:num w:numId="2">
    <w:abstractNumId w:val="0"/>
  </w:num>
  <w:num w:numId="3">
    <w:abstractNumId w:val="3"/>
  </w:num>
  <w:num w:numId="4">
    <w:abstractNumId w:val="2"/>
  </w:num>
  <w:num w:numId="5">
    <w:abstractNumId w:val="34"/>
  </w:num>
  <w:num w:numId="6">
    <w:abstractNumId w:val="25"/>
  </w:num>
  <w:num w:numId="7">
    <w:abstractNumId w:val="21"/>
  </w:num>
  <w:num w:numId="8">
    <w:abstractNumId w:val="18"/>
  </w:num>
  <w:num w:numId="9">
    <w:abstractNumId w:val="49"/>
  </w:num>
  <w:num w:numId="10">
    <w:abstractNumId w:val="16"/>
  </w:num>
  <w:num w:numId="11">
    <w:abstractNumId w:val="36"/>
  </w:num>
  <w:num w:numId="12">
    <w:abstractNumId w:val="37"/>
  </w:num>
  <w:num w:numId="13">
    <w:abstractNumId w:val="51"/>
  </w:num>
  <w:num w:numId="14">
    <w:abstractNumId w:val="15"/>
  </w:num>
  <w:num w:numId="15">
    <w:abstractNumId w:val="39"/>
  </w:num>
  <w:num w:numId="16">
    <w:abstractNumId w:val="26"/>
  </w:num>
  <w:num w:numId="17">
    <w:abstractNumId w:val="33"/>
  </w:num>
  <w:num w:numId="18">
    <w:abstractNumId w:val="10"/>
  </w:num>
  <w:num w:numId="19">
    <w:abstractNumId w:val="31"/>
  </w:num>
  <w:num w:numId="20">
    <w:abstractNumId w:val="61"/>
  </w:num>
  <w:num w:numId="21">
    <w:abstractNumId w:val="9"/>
  </w:num>
  <w:num w:numId="22">
    <w:abstractNumId w:val="54"/>
  </w:num>
  <w:num w:numId="23">
    <w:abstractNumId w:val="14"/>
  </w:num>
  <w:num w:numId="24">
    <w:abstractNumId w:val="52"/>
  </w:num>
  <w:num w:numId="25">
    <w:abstractNumId w:val="50"/>
  </w:num>
  <w:num w:numId="26">
    <w:abstractNumId w:val="22"/>
  </w:num>
  <w:num w:numId="27">
    <w:abstractNumId w:val="44"/>
  </w:num>
  <w:num w:numId="28">
    <w:abstractNumId w:val="23"/>
  </w:num>
  <w:num w:numId="29">
    <w:abstractNumId w:val="35"/>
  </w:num>
  <w:num w:numId="30">
    <w:abstractNumId w:val="30"/>
  </w:num>
  <w:num w:numId="31">
    <w:abstractNumId w:val="58"/>
  </w:num>
  <w:num w:numId="32">
    <w:abstractNumId w:val="6"/>
  </w:num>
  <w:num w:numId="33">
    <w:abstractNumId w:val="19"/>
  </w:num>
  <w:num w:numId="34">
    <w:abstractNumId w:val="29"/>
  </w:num>
  <w:num w:numId="35">
    <w:abstractNumId w:val="48"/>
  </w:num>
  <w:num w:numId="36">
    <w:abstractNumId w:val="4"/>
  </w:num>
  <w:num w:numId="37">
    <w:abstractNumId w:val="12"/>
  </w:num>
  <w:num w:numId="38">
    <w:abstractNumId w:val="5"/>
  </w:num>
  <w:num w:numId="39">
    <w:abstractNumId w:val="56"/>
  </w:num>
  <w:num w:numId="40">
    <w:abstractNumId w:val="60"/>
  </w:num>
  <w:num w:numId="41">
    <w:abstractNumId w:val="24"/>
  </w:num>
  <w:num w:numId="42">
    <w:abstractNumId w:val="40"/>
  </w:num>
  <w:num w:numId="43">
    <w:abstractNumId w:val="7"/>
  </w:num>
  <w:num w:numId="44">
    <w:abstractNumId w:val="17"/>
  </w:num>
  <w:num w:numId="45">
    <w:abstractNumId w:val="46"/>
  </w:num>
  <w:num w:numId="46">
    <w:abstractNumId w:val="62"/>
  </w:num>
  <w:num w:numId="47">
    <w:abstractNumId w:val="8"/>
  </w:num>
  <w:num w:numId="48">
    <w:abstractNumId w:val="57"/>
  </w:num>
  <w:num w:numId="49">
    <w:abstractNumId w:val="47"/>
  </w:num>
  <w:num w:numId="50">
    <w:abstractNumId w:val="38"/>
  </w:num>
  <w:num w:numId="51">
    <w:abstractNumId w:val="1"/>
  </w:num>
  <w:num w:numId="52">
    <w:abstractNumId w:val="0"/>
  </w:num>
  <w:num w:numId="53">
    <w:abstractNumId w:val="32"/>
  </w:num>
  <w:num w:numId="54">
    <w:abstractNumId w:val="3"/>
  </w:num>
  <w:num w:numId="55">
    <w:abstractNumId w:val="2"/>
  </w:num>
  <w:num w:numId="56">
    <w:abstractNumId w:val="28"/>
  </w:num>
  <w:num w:numId="57">
    <w:abstractNumId w:val="55"/>
  </w:num>
  <w:num w:numId="58">
    <w:abstractNumId w:val="41"/>
  </w:num>
  <w:num w:numId="59">
    <w:abstractNumId w:val="27"/>
  </w:num>
  <w:num w:numId="60">
    <w:abstractNumId w:val="45"/>
  </w:num>
  <w:num w:numId="61">
    <w:abstractNumId w:val="42"/>
  </w:num>
  <w:num w:numId="62">
    <w:abstractNumId w:val="53"/>
  </w:num>
  <w:num w:numId="63">
    <w:abstractNumId w:val="43"/>
  </w:num>
  <w:num w:numId="64">
    <w:abstractNumId w:val="20"/>
  </w:num>
  <w:num w:numId="65">
    <w:abstractNumId w:val="11"/>
  </w:num>
  <w:num w:numId="66">
    <w:abstractNumId w:val="59"/>
  </w:num>
  <w:num w:numId="67">
    <w:abstractNumId w:val="13"/>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7485"/>
    <w:rsid w:val="00003948"/>
    <w:rsid w:val="0001063D"/>
    <w:rsid w:val="00016ADC"/>
    <w:rsid w:val="00016BB9"/>
    <w:rsid w:val="00027886"/>
    <w:rsid w:val="00045745"/>
    <w:rsid w:val="00050752"/>
    <w:rsid w:val="000531B0"/>
    <w:rsid w:val="00054793"/>
    <w:rsid w:val="00057161"/>
    <w:rsid w:val="00065126"/>
    <w:rsid w:val="0007062E"/>
    <w:rsid w:val="00080D9F"/>
    <w:rsid w:val="000833BE"/>
    <w:rsid w:val="0008538C"/>
    <w:rsid w:val="00093D6B"/>
    <w:rsid w:val="0009419C"/>
    <w:rsid w:val="00094D2C"/>
    <w:rsid w:val="00095A4C"/>
    <w:rsid w:val="00096A04"/>
    <w:rsid w:val="000A0C67"/>
    <w:rsid w:val="000A3846"/>
    <w:rsid w:val="000B3D87"/>
    <w:rsid w:val="000B4F85"/>
    <w:rsid w:val="000B6C5A"/>
    <w:rsid w:val="000C23A9"/>
    <w:rsid w:val="000E4B0A"/>
    <w:rsid w:val="000F19CD"/>
    <w:rsid w:val="000F1D90"/>
    <w:rsid w:val="00103107"/>
    <w:rsid w:val="00107EAA"/>
    <w:rsid w:val="00123C90"/>
    <w:rsid w:val="00134C01"/>
    <w:rsid w:val="00136211"/>
    <w:rsid w:val="00161510"/>
    <w:rsid w:val="0016526F"/>
    <w:rsid w:val="00184B9F"/>
    <w:rsid w:val="00186F46"/>
    <w:rsid w:val="00187D16"/>
    <w:rsid w:val="0019013D"/>
    <w:rsid w:val="00197485"/>
    <w:rsid w:val="001A2D58"/>
    <w:rsid w:val="001D1D32"/>
    <w:rsid w:val="001D738D"/>
    <w:rsid w:val="001E478E"/>
    <w:rsid w:val="001E5A55"/>
    <w:rsid w:val="00203229"/>
    <w:rsid w:val="00206111"/>
    <w:rsid w:val="002212A6"/>
    <w:rsid w:val="00225744"/>
    <w:rsid w:val="00244492"/>
    <w:rsid w:val="00245334"/>
    <w:rsid w:val="00246D79"/>
    <w:rsid w:val="002563F2"/>
    <w:rsid w:val="0027398B"/>
    <w:rsid w:val="00292F10"/>
    <w:rsid w:val="002A654E"/>
    <w:rsid w:val="002A66AA"/>
    <w:rsid w:val="002B79CF"/>
    <w:rsid w:val="002C3DC4"/>
    <w:rsid w:val="002D13F6"/>
    <w:rsid w:val="002D5DDD"/>
    <w:rsid w:val="002E034C"/>
    <w:rsid w:val="002E0F4C"/>
    <w:rsid w:val="002E3902"/>
    <w:rsid w:val="002F07B2"/>
    <w:rsid w:val="00315177"/>
    <w:rsid w:val="00315CCE"/>
    <w:rsid w:val="00321CE6"/>
    <w:rsid w:val="00332EDD"/>
    <w:rsid w:val="0033445C"/>
    <w:rsid w:val="00345DD9"/>
    <w:rsid w:val="00346A6B"/>
    <w:rsid w:val="003471C7"/>
    <w:rsid w:val="003574F8"/>
    <w:rsid w:val="0036311A"/>
    <w:rsid w:val="00367449"/>
    <w:rsid w:val="00367D9B"/>
    <w:rsid w:val="00372152"/>
    <w:rsid w:val="003733D9"/>
    <w:rsid w:val="00374503"/>
    <w:rsid w:val="00380AEF"/>
    <w:rsid w:val="00380F66"/>
    <w:rsid w:val="003874CD"/>
    <w:rsid w:val="00387951"/>
    <w:rsid w:val="00392ADF"/>
    <w:rsid w:val="003A61B9"/>
    <w:rsid w:val="003B3362"/>
    <w:rsid w:val="003C2025"/>
    <w:rsid w:val="003C58F5"/>
    <w:rsid w:val="003D36A2"/>
    <w:rsid w:val="003F595F"/>
    <w:rsid w:val="003F62F5"/>
    <w:rsid w:val="003F6917"/>
    <w:rsid w:val="003F7AB7"/>
    <w:rsid w:val="00401299"/>
    <w:rsid w:val="0040499A"/>
    <w:rsid w:val="00412D5D"/>
    <w:rsid w:val="00412F49"/>
    <w:rsid w:val="00424A7F"/>
    <w:rsid w:val="00434C9A"/>
    <w:rsid w:val="00452E97"/>
    <w:rsid w:val="00475E3E"/>
    <w:rsid w:val="004872B9"/>
    <w:rsid w:val="00490DCC"/>
    <w:rsid w:val="00496781"/>
    <w:rsid w:val="0049706F"/>
    <w:rsid w:val="004A0B26"/>
    <w:rsid w:val="004A4289"/>
    <w:rsid w:val="004A52BB"/>
    <w:rsid w:val="004A642A"/>
    <w:rsid w:val="004B4D29"/>
    <w:rsid w:val="004C19EA"/>
    <w:rsid w:val="004C2351"/>
    <w:rsid w:val="004C348B"/>
    <w:rsid w:val="004D18FB"/>
    <w:rsid w:val="004D36ED"/>
    <w:rsid w:val="004E11DF"/>
    <w:rsid w:val="004F4D58"/>
    <w:rsid w:val="005027E7"/>
    <w:rsid w:val="00516C7B"/>
    <w:rsid w:val="005268DC"/>
    <w:rsid w:val="005436FA"/>
    <w:rsid w:val="005608A8"/>
    <w:rsid w:val="00566586"/>
    <w:rsid w:val="005A20EA"/>
    <w:rsid w:val="005A3F8E"/>
    <w:rsid w:val="005A74B3"/>
    <w:rsid w:val="005B477A"/>
    <w:rsid w:val="005B4A89"/>
    <w:rsid w:val="005C38CE"/>
    <w:rsid w:val="005C4DB0"/>
    <w:rsid w:val="005E2BB6"/>
    <w:rsid w:val="005E3E5B"/>
    <w:rsid w:val="005F083F"/>
    <w:rsid w:val="005F1B8F"/>
    <w:rsid w:val="005F2A08"/>
    <w:rsid w:val="006030E6"/>
    <w:rsid w:val="00603636"/>
    <w:rsid w:val="00616A20"/>
    <w:rsid w:val="006246BE"/>
    <w:rsid w:val="00624BF6"/>
    <w:rsid w:val="00647CA6"/>
    <w:rsid w:val="0065455E"/>
    <w:rsid w:val="00684672"/>
    <w:rsid w:val="006956AD"/>
    <w:rsid w:val="00695932"/>
    <w:rsid w:val="006A0793"/>
    <w:rsid w:val="006D49A2"/>
    <w:rsid w:val="006D5099"/>
    <w:rsid w:val="006F2EEC"/>
    <w:rsid w:val="006F37D3"/>
    <w:rsid w:val="007032A8"/>
    <w:rsid w:val="00726C37"/>
    <w:rsid w:val="00744C3C"/>
    <w:rsid w:val="007709D7"/>
    <w:rsid w:val="00770B68"/>
    <w:rsid w:val="00777631"/>
    <w:rsid w:val="0078263E"/>
    <w:rsid w:val="00782E62"/>
    <w:rsid w:val="007857C0"/>
    <w:rsid w:val="00790B16"/>
    <w:rsid w:val="00796F05"/>
    <w:rsid w:val="00797FEA"/>
    <w:rsid w:val="007B15ED"/>
    <w:rsid w:val="007C18B8"/>
    <w:rsid w:val="007D45CB"/>
    <w:rsid w:val="007E54F4"/>
    <w:rsid w:val="0081161D"/>
    <w:rsid w:val="0082537C"/>
    <w:rsid w:val="00827685"/>
    <w:rsid w:val="00833024"/>
    <w:rsid w:val="00835FC8"/>
    <w:rsid w:val="008411A4"/>
    <w:rsid w:val="00846167"/>
    <w:rsid w:val="008507FB"/>
    <w:rsid w:val="0085429E"/>
    <w:rsid w:val="00857404"/>
    <w:rsid w:val="008635CB"/>
    <w:rsid w:val="00865AEE"/>
    <w:rsid w:val="008703B2"/>
    <w:rsid w:val="008743DC"/>
    <w:rsid w:val="00882996"/>
    <w:rsid w:val="00891C24"/>
    <w:rsid w:val="00895F09"/>
    <w:rsid w:val="008B106F"/>
    <w:rsid w:val="008B14C3"/>
    <w:rsid w:val="008D74D2"/>
    <w:rsid w:val="008E54A8"/>
    <w:rsid w:val="008F0B9A"/>
    <w:rsid w:val="008F3230"/>
    <w:rsid w:val="008F4094"/>
    <w:rsid w:val="00921C08"/>
    <w:rsid w:val="0092556A"/>
    <w:rsid w:val="00933F23"/>
    <w:rsid w:val="00944F72"/>
    <w:rsid w:val="00945930"/>
    <w:rsid w:val="009504E1"/>
    <w:rsid w:val="00952DD3"/>
    <w:rsid w:val="0095764F"/>
    <w:rsid w:val="00966C4E"/>
    <w:rsid w:val="00977D9F"/>
    <w:rsid w:val="0098529F"/>
    <w:rsid w:val="009A4732"/>
    <w:rsid w:val="009B50E8"/>
    <w:rsid w:val="009C3163"/>
    <w:rsid w:val="009C4BC1"/>
    <w:rsid w:val="009C6484"/>
    <w:rsid w:val="009D1683"/>
    <w:rsid w:val="009E036C"/>
    <w:rsid w:val="009E6446"/>
    <w:rsid w:val="009F10F0"/>
    <w:rsid w:val="009F2935"/>
    <w:rsid w:val="009F7EC6"/>
    <w:rsid w:val="00A02959"/>
    <w:rsid w:val="00A0786E"/>
    <w:rsid w:val="00A149D8"/>
    <w:rsid w:val="00A16E2A"/>
    <w:rsid w:val="00A212AF"/>
    <w:rsid w:val="00A21564"/>
    <w:rsid w:val="00A262A4"/>
    <w:rsid w:val="00A27FA4"/>
    <w:rsid w:val="00A328DE"/>
    <w:rsid w:val="00A3761D"/>
    <w:rsid w:val="00A45804"/>
    <w:rsid w:val="00A533E2"/>
    <w:rsid w:val="00A55196"/>
    <w:rsid w:val="00A66CA9"/>
    <w:rsid w:val="00A80C83"/>
    <w:rsid w:val="00A863F1"/>
    <w:rsid w:val="00A900E1"/>
    <w:rsid w:val="00AA35D3"/>
    <w:rsid w:val="00AA57E4"/>
    <w:rsid w:val="00AC2861"/>
    <w:rsid w:val="00AF5EE1"/>
    <w:rsid w:val="00B0786C"/>
    <w:rsid w:val="00B22F57"/>
    <w:rsid w:val="00B35193"/>
    <w:rsid w:val="00B37896"/>
    <w:rsid w:val="00B45635"/>
    <w:rsid w:val="00B4567C"/>
    <w:rsid w:val="00B56341"/>
    <w:rsid w:val="00B56602"/>
    <w:rsid w:val="00B645C5"/>
    <w:rsid w:val="00B749D5"/>
    <w:rsid w:val="00B75EDF"/>
    <w:rsid w:val="00B76DCA"/>
    <w:rsid w:val="00B81270"/>
    <w:rsid w:val="00BB1D59"/>
    <w:rsid w:val="00BD42FA"/>
    <w:rsid w:val="00BD73AB"/>
    <w:rsid w:val="00BE241B"/>
    <w:rsid w:val="00BF382F"/>
    <w:rsid w:val="00BF69AF"/>
    <w:rsid w:val="00BF75F7"/>
    <w:rsid w:val="00C01106"/>
    <w:rsid w:val="00C323DF"/>
    <w:rsid w:val="00C46F7E"/>
    <w:rsid w:val="00C57C1E"/>
    <w:rsid w:val="00C64AB3"/>
    <w:rsid w:val="00C743E1"/>
    <w:rsid w:val="00C9278D"/>
    <w:rsid w:val="00C93CF4"/>
    <w:rsid w:val="00C93EE1"/>
    <w:rsid w:val="00CA44AF"/>
    <w:rsid w:val="00CA663F"/>
    <w:rsid w:val="00CB256B"/>
    <w:rsid w:val="00CC42F5"/>
    <w:rsid w:val="00CC4400"/>
    <w:rsid w:val="00CC4B70"/>
    <w:rsid w:val="00CE106E"/>
    <w:rsid w:val="00CE1077"/>
    <w:rsid w:val="00CE72AB"/>
    <w:rsid w:val="00CF2D66"/>
    <w:rsid w:val="00D1169E"/>
    <w:rsid w:val="00D21D50"/>
    <w:rsid w:val="00D312C6"/>
    <w:rsid w:val="00D57A4B"/>
    <w:rsid w:val="00D7334D"/>
    <w:rsid w:val="00D91D15"/>
    <w:rsid w:val="00D93B20"/>
    <w:rsid w:val="00DA2052"/>
    <w:rsid w:val="00DA30B2"/>
    <w:rsid w:val="00DC57BB"/>
    <w:rsid w:val="00DC5DC4"/>
    <w:rsid w:val="00DC680E"/>
    <w:rsid w:val="00DD00ED"/>
    <w:rsid w:val="00DD00FB"/>
    <w:rsid w:val="00DD0EA4"/>
    <w:rsid w:val="00DD1F47"/>
    <w:rsid w:val="00DD202B"/>
    <w:rsid w:val="00DD2F93"/>
    <w:rsid w:val="00DD40A1"/>
    <w:rsid w:val="00DE007C"/>
    <w:rsid w:val="00DF00C7"/>
    <w:rsid w:val="00DF2868"/>
    <w:rsid w:val="00E001C7"/>
    <w:rsid w:val="00E07FF9"/>
    <w:rsid w:val="00E22849"/>
    <w:rsid w:val="00E53D1C"/>
    <w:rsid w:val="00E65587"/>
    <w:rsid w:val="00E72377"/>
    <w:rsid w:val="00E76BAF"/>
    <w:rsid w:val="00E87423"/>
    <w:rsid w:val="00EA174B"/>
    <w:rsid w:val="00EB2F15"/>
    <w:rsid w:val="00EC1646"/>
    <w:rsid w:val="00ED0D66"/>
    <w:rsid w:val="00ED0E92"/>
    <w:rsid w:val="00ED3A84"/>
    <w:rsid w:val="00ED6C62"/>
    <w:rsid w:val="00EE7AA4"/>
    <w:rsid w:val="00F11626"/>
    <w:rsid w:val="00F13E84"/>
    <w:rsid w:val="00F16466"/>
    <w:rsid w:val="00F20A9D"/>
    <w:rsid w:val="00F24E66"/>
    <w:rsid w:val="00F43CCC"/>
    <w:rsid w:val="00F46090"/>
    <w:rsid w:val="00F5151B"/>
    <w:rsid w:val="00F609B0"/>
    <w:rsid w:val="00F84EA9"/>
    <w:rsid w:val="00F8774F"/>
    <w:rsid w:val="00F93FEA"/>
    <w:rsid w:val="00FA380C"/>
    <w:rsid w:val="00FB0780"/>
    <w:rsid w:val="00FB2EF1"/>
    <w:rsid w:val="00FB5215"/>
    <w:rsid w:val="00FD0EAC"/>
    <w:rsid w:val="00FF043C"/>
    <w:rsid w:val="00FF6831"/>
    <w:rsid w:val="00FF68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7485"/>
    <w:rPr>
      <w:rFonts w:ascii="Times New Roman" w:eastAsia="Times New Roman" w:hAnsi="Times New Roman"/>
      <w:sz w:val="24"/>
      <w:szCs w:val="24"/>
    </w:rPr>
  </w:style>
  <w:style w:type="paragraph" w:styleId="Heading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Normal"/>
    <w:next w:val="Normal"/>
    <w:link w:val="Heading1Char"/>
    <w:uiPriority w:val="99"/>
    <w:qFormat/>
    <w:rsid w:val="00197485"/>
    <w:pPr>
      <w:keepNext/>
      <w:numPr>
        <w:numId w:val="5"/>
      </w:numPr>
      <w:jc w:val="right"/>
      <w:outlineLvl w:val="0"/>
    </w:pPr>
    <w:rPr>
      <w:iCs/>
    </w:rPr>
  </w:style>
  <w:style w:type="paragraph" w:styleId="Heading2">
    <w:name w:val="heading 2"/>
    <w:aliases w:val="2,22,A,A.B.C.,CHS,Gliederung2,H,H2,H2 Знак,H2-Heading 2,H21,H22,HD2,Header2,Heading 2 Hidden,Heading Indent No L2,Heading2,Level 2 Topic Heading,Major,Numbered text 3,RTC,h2,heading2,iz2,l2,list 2,list2,Б2,Заголовок 21,Раздел Знак"/>
    <w:basedOn w:val="Normal"/>
    <w:next w:val="Normal"/>
    <w:link w:val="Heading2Char"/>
    <w:uiPriority w:val="99"/>
    <w:qFormat/>
    <w:rsid w:val="00197485"/>
    <w:pPr>
      <w:keepNext/>
      <w:numPr>
        <w:ilvl w:val="1"/>
        <w:numId w:val="5"/>
      </w:numPr>
      <w:spacing w:before="240" w:after="60"/>
      <w:outlineLvl w:val="1"/>
    </w:pPr>
    <w:rPr>
      <w:rFonts w:ascii="Arial" w:hAnsi="Arial" w:cs="Arial"/>
      <w:b/>
      <w:bCs/>
      <w:i/>
      <w:iCs/>
      <w:sz w:val="28"/>
      <w:szCs w:val="28"/>
    </w:rPr>
  </w:style>
  <w:style w:type="paragraph" w:styleId="Heading3">
    <w:name w:val="heading 3"/>
    <w:aliases w:val="H3"/>
    <w:basedOn w:val="Normal"/>
    <w:next w:val="Normal"/>
    <w:link w:val="Heading3Char"/>
    <w:uiPriority w:val="99"/>
    <w:qFormat/>
    <w:rsid w:val="004E11DF"/>
    <w:pPr>
      <w:keepNext/>
      <w:numPr>
        <w:ilvl w:val="2"/>
        <w:numId w:val="5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4E11DF"/>
    <w:pPr>
      <w:keepNext/>
      <w:numPr>
        <w:ilvl w:val="3"/>
        <w:numId w:val="53"/>
      </w:numPr>
      <w:spacing w:before="240" w:after="60"/>
      <w:outlineLvl w:val="3"/>
    </w:pPr>
    <w:rPr>
      <w:rFonts w:eastAsia="Arial Unicode MS"/>
      <w:b/>
      <w:bCs/>
      <w:sz w:val="28"/>
      <w:szCs w:val="28"/>
    </w:rPr>
  </w:style>
  <w:style w:type="paragraph" w:styleId="Heading5">
    <w:name w:val="heading 5"/>
    <w:basedOn w:val="Normal"/>
    <w:next w:val="Normal"/>
    <w:link w:val="Heading5Char"/>
    <w:uiPriority w:val="99"/>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Heading6">
    <w:name w:val="heading 6"/>
    <w:basedOn w:val="Normal"/>
    <w:next w:val="Normal"/>
    <w:link w:val="Heading6Char"/>
    <w:uiPriority w:val="99"/>
    <w:qFormat/>
    <w:rsid w:val="004E11DF"/>
    <w:pPr>
      <w:spacing w:before="240" w:after="60"/>
      <w:outlineLvl w:val="5"/>
    </w:pPr>
    <w:rPr>
      <w:b/>
      <w:bCs/>
      <w:sz w:val="22"/>
      <w:szCs w:val="22"/>
    </w:rPr>
  </w:style>
  <w:style w:type="paragraph" w:styleId="Heading7">
    <w:name w:val="heading 7"/>
    <w:basedOn w:val="Normal"/>
    <w:next w:val="Normal"/>
    <w:link w:val="Heading7Char"/>
    <w:uiPriority w:val="99"/>
    <w:qFormat/>
    <w:rsid w:val="004E11DF"/>
    <w:pPr>
      <w:tabs>
        <w:tab w:val="num" w:pos="3469"/>
      </w:tabs>
      <w:spacing w:before="240" w:after="60"/>
      <w:ind w:left="3469" w:hanging="1296"/>
      <w:outlineLvl w:val="6"/>
    </w:pPr>
  </w:style>
  <w:style w:type="paragraph" w:styleId="Heading8">
    <w:name w:val="heading 8"/>
    <w:basedOn w:val="Normal"/>
    <w:next w:val="Normal"/>
    <w:link w:val="Heading8Char"/>
    <w:uiPriority w:val="99"/>
    <w:qFormat/>
    <w:rsid w:val="004E11DF"/>
    <w:pPr>
      <w:tabs>
        <w:tab w:val="num" w:pos="3613"/>
      </w:tabs>
      <w:spacing w:before="240" w:after="60"/>
      <w:ind w:left="3613" w:hanging="1440"/>
      <w:outlineLvl w:val="7"/>
    </w:pPr>
    <w:rPr>
      <w:i/>
      <w:iCs/>
    </w:rPr>
  </w:style>
  <w:style w:type="paragraph" w:styleId="Heading9">
    <w:name w:val="heading 9"/>
    <w:basedOn w:val="Normal"/>
    <w:next w:val="Normal"/>
    <w:link w:val="Heading9Char"/>
    <w:uiPriority w:val="99"/>
    <w:qFormat/>
    <w:rsid w:val="004E11DF"/>
    <w:pPr>
      <w:tabs>
        <w:tab w:val="num" w:pos="3757"/>
      </w:tabs>
      <w:spacing w:before="240" w:after="60"/>
      <w:ind w:left="3757" w:hanging="158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h1 Char,В1 Char"/>
    <w:basedOn w:val="DefaultParagraphFont"/>
    <w:link w:val="Heading1"/>
    <w:uiPriority w:val="99"/>
    <w:locked/>
    <w:rsid w:val="00197485"/>
    <w:rPr>
      <w:rFonts w:ascii="Times New Roman" w:eastAsia="Times New Roman" w:hAnsi="Times New Roman"/>
      <w:iCs/>
      <w:sz w:val="24"/>
      <w:szCs w:val="24"/>
    </w:rPr>
  </w:style>
  <w:style w:type="character" w:customStyle="1" w:styleId="Heading2Char">
    <w:name w:val="Heading 2 Char"/>
    <w:aliases w:val="2 Char,22 Char,A Char,A.B.C. Char,CHS Char,Gliederung2 Char,H Char,H2 Char,H2 Знак Char,H2-Heading 2 Char,H21 Char,H22 Char,HD2 Char,Header2 Char,Heading 2 Hidden Char,Heading Indent No L2 Char,Heading2 Char,Level 2 Topic Heading Char"/>
    <w:basedOn w:val="DefaultParagraphFont"/>
    <w:link w:val="Heading2"/>
    <w:uiPriority w:val="99"/>
    <w:locked/>
    <w:rsid w:val="00197485"/>
    <w:rPr>
      <w:rFonts w:ascii="Arial" w:eastAsia="Times New Roman" w:hAnsi="Arial" w:cs="Arial"/>
      <w:b/>
      <w:bCs/>
      <w:i/>
      <w:iCs/>
      <w:sz w:val="28"/>
      <w:szCs w:val="28"/>
    </w:rPr>
  </w:style>
  <w:style w:type="character" w:customStyle="1" w:styleId="Heading3Char">
    <w:name w:val="Heading 3 Char"/>
    <w:aliases w:val="H3 Char"/>
    <w:basedOn w:val="DefaultParagraphFont"/>
    <w:link w:val="Heading3"/>
    <w:uiPriority w:val="99"/>
    <w:locked/>
    <w:rsid w:val="004E11DF"/>
    <w:rPr>
      <w:rFonts w:ascii="Cambria" w:eastAsia="Times New Roman" w:hAnsi="Cambria"/>
      <w:b/>
      <w:bCs/>
      <w:sz w:val="26"/>
      <w:szCs w:val="26"/>
    </w:rPr>
  </w:style>
  <w:style w:type="character" w:customStyle="1" w:styleId="Heading4Char">
    <w:name w:val="Heading 4 Char"/>
    <w:basedOn w:val="DefaultParagraphFont"/>
    <w:link w:val="Heading4"/>
    <w:uiPriority w:val="99"/>
    <w:locked/>
    <w:rsid w:val="004E11DF"/>
    <w:rPr>
      <w:rFonts w:ascii="Times New Roman" w:eastAsia="Arial Unicode MS" w:hAnsi="Times New Roman"/>
      <w:b/>
      <w:bCs/>
      <w:sz w:val="28"/>
      <w:szCs w:val="28"/>
    </w:rPr>
  </w:style>
  <w:style w:type="character" w:customStyle="1" w:styleId="Heading5Char">
    <w:name w:val="Heading 5 Char"/>
    <w:basedOn w:val="DefaultParagraphFont"/>
    <w:link w:val="Heading5"/>
    <w:uiPriority w:val="99"/>
    <w:locked/>
    <w:rsid w:val="004E11DF"/>
    <w:rPr>
      <w:rFonts w:ascii="Times New Roman CYR" w:eastAsia="Arial Unicode MS" w:hAnsi="Times New Roman CYR" w:cs="Times New Roman"/>
      <w:b/>
      <w:bCs/>
      <w:i/>
      <w:iCs/>
      <w:sz w:val="26"/>
      <w:szCs w:val="26"/>
      <w:lang w:eastAsia="ru-RU"/>
    </w:rPr>
  </w:style>
  <w:style w:type="character" w:customStyle="1" w:styleId="Heading6Char">
    <w:name w:val="Heading 6 Char"/>
    <w:basedOn w:val="DefaultParagraphFont"/>
    <w:link w:val="Heading6"/>
    <w:uiPriority w:val="99"/>
    <w:locked/>
    <w:rsid w:val="004E11DF"/>
    <w:rPr>
      <w:rFonts w:ascii="Times New Roman" w:hAnsi="Times New Roman" w:cs="Times New Roman"/>
      <w:b/>
      <w:bCs/>
      <w:lang w:eastAsia="ru-RU"/>
    </w:rPr>
  </w:style>
  <w:style w:type="character" w:customStyle="1" w:styleId="Heading7Char">
    <w:name w:val="Heading 7 Char"/>
    <w:basedOn w:val="DefaultParagraphFont"/>
    <w:link w:val="Heading7"/>
    <w:uiPriority w:val="99"/>
    <w:locked/>
    <w:rsid w:val="004E11DF"/>
    <w:rPr>
      <w:rFonts w:ascii="Times New Roman" w:hAnsi="Times New Roman" w:cs="Times New Roman"/>
      <w:sz w:val="24"/>
      <w:szCs w:val="24"/>
      <w:lang w:eastAsia="ru-RU"/>
    </w:rPr>
  </w:style>
  <w:style w:type="character" w:customStyle="1" w:styleId="Heading8Char">
    <w:name w:val="Heading 8 Char"/>
    <w:basedOn w:val="DefaultParagraphFont"/>
    <w:link w:val="Heading8"/>
    <w:uiPriority w:val="99"/>
    <w:locked/>
    <w:rsid w:val="004E11DF"/>
    <w:rPr>
      <w:rFonts w:ascii="Times New Roman" w:hAnsi="Times New Roman" w:cs="Times New Roman"/>
      <w:i/>
      <w:iCs/>
      <w:sz w:val="24"/>
      <w:szCs w:val="24"/>
      <w:lang w:eastAsia="ru-RU"/>
    </w:rPr>
  </w:style>
  <w:style w:type="character" w:customStyle="1" w:styleId="Heading9Char">
    <w:name w:val="Heading 9 Char"/>
    <w:basedOn w:val="DefaultParagraphFont"/>
    <w:link w:val="Heading9"/>
    <w:uiPriority w:val="99"/>
    <w:locked/>
    <w:rsid w:val="004E11DF"/>
    <w:rPr>
      <w:rFonts w:ascii="Arial" w:hAnsi="Arial" w:cs="Arial"/>
      <w:lang w:eastAsia="ru-RU"/>
    </w:rPr>
  </w:style>
  <w:style w:type="paragraph" w:styleId="Header">
    <w:name w:val="header"/>
    <w:aliases w:val="Heder,Titul"/>
    <w:basedOn w:val="Normal"/>
    <w:link w:val="HeaderChar"/>
    <w:uiPriority w:val="99"/>
    <w:rsid w:val="00197485"/>
    <w:pPr>
      <w:tabs>
        <w:tab w:val="center" w:pos="4153"/>
        <w:tab w:val="right" w:pos="8306"/>
      </w:tabs>
    </w:pPr>
    <w:rPr>
      <w:rFonts w:ascii="Courier New" w:hAnsi="Courier New" w:cs="Courier New"/>
      <w:sz w:val="20"/>
      <w:szCs w:val="20"/>
    </w:rPr>
  </w:style>
  <w:style w:type="character" w:customStyle="1" w:styleId="HeaderChar">
    <w:name w:val="Header Char"/>
    <w:aliases w:val="Heder Char,Titul Char"/>
    <w:basedOn w:val="DefaultParagraphFont"/>
    <w:link w:val="Header"/>
    <w:uiPriority w:val="99"/>
    <w:locked/>
    <w:rsid w:val="00197485"/>
    <w:rPr>
      <w:rFonts w:ascii="Courier New" w:hAnsi="Courier New" w:cs="Courier New"/>
      <w:sz w:val="20"/>
      <w:szCs w:val="20"/>
      <w:lang w:eastAsia="ru-RU"/>
    </w:rPr>
  </w:style>
  <w:style w:type="paragraph" w:styleId="Footer">
    <w:name w:val="footer"/>
    <w:basedOn w:val="Normal"/>
    <w:link w:val="FooterChar"/>
    <w:uiPriority w:val="99"/>
    <w:rsid w:val="00197485"/>
    <w:pPr>
      <w:tabs>
        <w:tab w:val="center" w:pos="4153"/>
        <w:tab w:val="right" w:pos="8306"/>
      </w:tabs>
    </w:pPr>
    <w:rPr>
      <w:rFonts w:ascii="Courier New" w:hAnsi="Courier New" w:cs="Courier New"/>
      <w:sz w:val="20"/>
      <w:szCs w:val="20"/>
    </w:rPr>
  </w:style>
  <w:style w:type="character" w:customStyle="1" w:styleId="FooterChar">
    <w:name w:val="Footer Char"/>
    <w:basedOn w:val="DefaultParagraphFont"/>
    <w:link w:val="Footer"/>
    <w:uiPriority w:val="99"/>
    <w:locked/>
    <w:rsid w:val="00197485"/>
    <w:rPr>
      <w:rFonts w:ascii="Courier New" w:hAnsi="Courier New" w:cs="Courier New"/>
      <w:sz w:val="20"/>
      <w:szCs w:val="20"/>
      <w:lang w:eastAsia="ru-RU"/>
    </w:rPr>
  </w:style>
  <w:style w:type="character" w:styleId="CommentReference">
    <w:name w:val="annotation reference"/>
    <w:basedOn w:val="DefaultParagraphFont"/>
    <w:uiPriority w:val="99"/>
    <w:rsid w:val="00197485"/>
    <w:rPr>
      <w:rFonts w:cs="Times New Roman"/>
      <w:sz w:val="16"/>
    </w:rPr>
  </w:style>
  <w:style w:type="paragraph" w:styleId="CommentText">
    <w:name w:val="annotation text"/>
    <w:basedOn w:val="Normal"/>
    <w:link w:val="CommentTextChar"/>
    <w:uiPriority w:val="99"/>
    <w:rsid w:val="00197485"/>
    <w:rPr>
      <w:sz w:val="20"/>
      <w:szCs w:val="20"/>
    </w:rPr>
  </w:style>
  <w:style w:type="character" w:customStyle="1" w:styleId="CommentTextChar">
    <w:name w:val="Comment Text Char"/>
    <w:basedOn w:val="DefaultParagraphFont"/>
    <w:link w:val="CommentText"/>
    <w:uiPriority w:val="99"/>
    <w:locked/>
    <w:rsid w:val="00197485"/>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197485"/>
    <w:pPr>
      <w:ind w:firstLine="720"/>
      <w:jc w:val="both"/>
    </w:pPr>
  </w:style>
  <w:style w:type="character" w:customStyle="1" w:styleId="BodyTextIndent2Char">
    <w:name w:val="Body Text Indent 2 Char"/>
    <w:basedOn w:val="DefaultParagraphFont"/>
    <w:link w:val="BodyTextIndent2"/>
    <w:uiPriority w:val="99"/>
    <w:locked/>
    <w:rsid w:val="00197485"/>
    <w:rPr>
      <w:rFonts w:ascii="Times New Roman" w:hAnsi="Times New Roman" w:cs="Times New Roman"/>
      <w:sz w:val="24"/>
      <w:szCs w:val="24"/>
      <w:lang w:eastAsia="ru-RU"/>
    </w:rPr>
  </w:style>
  <w:style w:type="paragraph" w:styleId="NormalWeb">
    <w:name w:val="Normal (Web)"/>
    <w:aliases w:val="Обычный (Web),Обычный (веб) Знак Знак,Обычный (Web) Знак Знак Знак"/>
    <w:basedOn w:val="Normal"/>
    <w:link w:val="NormalWebChar"/>
    <w:uiPriority w:val="99"/>
    <w:rsid w:val="00197485"/>
    <w:pPr>
      <w:spacing w:before="100" w:beforeAutospacing="1" w:after="100" w:afterAutospacing="1"/>
    </w:pPr>
  </w:style>
  <w:style w:type="paragraph" w:customStyle="1" w:styleId="a0">
    <w:name w:val="Пункт"/>
    <w:basedOn w:val="Normal"/>
    <w:uiPriority w:val="99"/>
    <w:rsid w:val="00197485"/>
    <w:pPr>
      <w:numPr>
        <w:ilvl w:val="2"/>
        <w:numId w:val="5"/>
      </w:numPr>
      <w:spacing w:line="360" w:lineRule="auto"/>
      <w:jc w:val="both"/>
    </w:pPr>
    <w:rPr>
      <w:sz w:val="28"/>
      <w:szCs w:val="28"/>
    </w:rPr>
  </w:style>
  <w:style w:type="paragraph" w:customStyle="1" w:styleId="Times12">
    <w:name w:val="Times 12"/>
    <w:basedOn w:val="Normal"/>
    <w:uiPriority w:val="99"/>
    <w:rsid w:val="00197485"/>
    <w:pPr>
      <w:overflowPunct w:val="0"/>
      <w:autoSpaceDE w:val="0"/>
      <w:autoSpaceDN w:val="0"/>
      <w:adjustRightInd w:val="0"/>
      <w:ind w:firstLine="567"/>
      <w:jc w:val="both"/>
    </w:pPr>
    <w:rPr>
      <w:bCs/>
      <w:szCs w:val="22"/>
    </w:rPr>
  </w:style>
  <w:style w:type="paragraph" w:customStyle="1" w:styleId="a">
    <w:name w:val="Подподпункт"/>
    <w:basedOn w:val="Normal"/>
    <w:uiPriority w:val="99"/>
    <w:rsid w:val="00197485"/>
    <w:pPr>
      <w:numPr>
        <w:numId w:val="6"/>
      </w:numPr>
      <w:spacing w:line="360" w:lineRule="auto"/>
      <w:jc w:val="both"/>
    </w:pPr>
    <w:rPr>
      <w:bCs/>
      <w:sz w:val="22"/>
      <w:szCs w:val="22"/>
    </w:rPr>
  </w:style>
  <w:style w:type="paragraph" w:styleId="ListParagraph">
    <w:name w:val="List Paragraph"/>
    <w:basedOn w:val="Normal"/>
    <w:uiPriority w:val="99"/>
    <w:qFormat/>
    <w:rsid w:val="00197485"/>
    <w:pPr>
      <w:spacing w:after="200" w:line="276" w:lineRule="auto"/>
      <w:ind w:left="720"/>
      <w:contextualSpacing/>
    </w:pPr>
    <w:rPr>
      <w:rFonts w:ascii="Calibri" w:eastAsia="Calibri" w:hAnsi="Calibri"/>
      <w:sz w:val="22"/>
      <w:szCs w:val="22"/>
      <w:lang w:eastAsia="en-US"/>
    </w:rPr>
  </w:style>
  <w:style w:type="character" w:customStyle="1" w:styleId="NormalWebChar">
    <w:name w:val="Normal (Web) Char"/>
    <w:aliases w:val="Обычный (Web) Char,Обычный (веб) Знак Знак Char,Обычный (Web) Знак Знак Знак Char"/>
    <w:link w:val="NormalWeb"/>
    <w:uiPriority w:val="99"/>
    <w:locked/>
    <w:rsid w:val="00197485"/>
    <w:rPr>
      <w:rFonts w:ascii="Times New Roman" w:hAnsi="Times New Roman"/>
      <w:sz w:val="24"/>
      <w:lang w:eastAsia="ru-RU"/>
    </w:rPr>
  </w:style>
  <w:style w:type="paragraph" w:customStyle="1" w:styleId="-3">
    <w:name w:val="Пункт-3"/>
    <w:basedOn w:val="Normal"/>
    <w:uiPriority w:val="99"/>
    <w:rsid w:val="00197485"/>
    <w:pPr>
      <w:tabs>
        <w:tab w:val="left" w:pos="1701"/>
      </w:tabs>
      <w:spacing w:line="288" w:lineRule="auto"/>
      <w:ind w:firstLine="567"/>
      <w:jc w:val="both"/>
    </w:pPr>
    <w:rPr>
      <w:sz w:val="28"/>
    </w:rPr>
  </w:style>
  <w:style w:type="paragraph" w:customStyle="1" w:styleId="-6">
    <w:name w:val="Пункт-6"/>
    <w:basedOn w:val="Normal"/>
    <w:uiPriority w:val="99"/>
    <w:rsid w:val="00197485"/>
    <w:pPr>
      <w:tabs>
        <w:tab w:val="num" w:pos="1701"/>
      </w:tabs>
      <w:spacing w:line="288" w:lineRule="auto"/>
      <w:ind w:firstLine="567"/>
      <w:jc w:val="both"/>
    </w:pPr>
    <w:rPr>
      <w:sz w:val="28"/>
    </w:rPr>
  </w:style>
  <w:style w:type="paragraph" w:styleId="BalloonText">
    <w:name w:val="Balloon Text"/>
    <w:basedOn w:val="Normal"/>
    <w:link w:val="BalloonTextChar"/>
    <w:uiPriority w:val="99"/>
    <w:rsid w:val="00197485"/>
    <w:rPr>
      <w:rFonts w:ascii="Tahoma" w:hAnsi="Tahoma" w:cs="Tahoma"/>
      <w:sz w:val="16"/>
      <w:szCs w:val="16"/>
    </w:rPr>
  </w:style>
  <w:style w:type="character" w:customStyle="1" w:styleId="BalloonTextChar">
    <w:name w:val="Balloon Text Char"/>
    <w:basedOn w:val="DefaultParagraphFont"/>
    <w:link w:val="BalloonText"/>
    <w:uiPriority w:val="99"/>
    <w:locked/>
    <w:rsid w:val="00197485"/>
    <w:rPr>
      <w:rFonts w:ascii="Tahoma" w:hAnsi="Tahoma" w:cs="Tahoma"/>
      <w:sz w:val="16"/>
      <w:szCs w:val="16"/>
      <w:lang w:eastAsia="ru-RU"/>
    </w:rPr>
  </w:style>
  <w:style w:type="paragraph" w:styleId="CommentSubject">
    <w:name w:val="annotation subject"/>
    <w:basedOn w:val="CommentText"/>
    <w:next w:val="CommentText"/>
    <w:link w:val="CommentSubjectChar"/>
    <w:uiPriority w:val="99"/>
    <w:rsid w:val="00197485"/>
    <w:rPr>
      <w:b/>
      <w:bCs/>
    </w:rPr>
  </w:style>
  <w:style w:type="character" w:customStyle="1" w:styleId="CommentSubjectChar">
    <w:name w:val="Comment Subject Char"/>
    <w:basedOn w:val="CommentTextChar"/>
    <w:link w:val="CommentSubject"/>
    <w:uiPriority w:val="99"/>
    <w:locked/>
    <w:rsid w:val="00197485"/>
    <w:rPr>
      <w:b/>
      <w:bCs/>
    </w:rPr>
  </w:style>
  <w:style w:type="paragraph" w:styleId="BodyTextIndent3">
    <w:name w:val="Body Text Indent 3"/>
    <w:basedOn w:val="Normal"/>
    <w:link w:val="BodyTextIndent3Char"/>
    <w:uiPriority w:val="99"/>
    <w:semiHidden/>
    <w:rsid w:val="003D36A2"/>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3D36A2"/>
    <w:rPr>
      <w:rFonts w:ascii="Times New Roman" w:hAnsi="Times New Roman" w:cs="Times New Roman"/>
      <w:sz w:val="16"/>
      <w:szCs w:val="16"/>
      <w:lang w:eastAsia="ru-RU"/>
    </w:rPr>
  </w:style>
  <w:style w:type="paragraph" w:customStyle="1" w:styleId="ConsNormal">
    <w:name w:val="ConsNormal"/>
    <w:uiPriority w:val="99"/>
    <w:rsid w:val="004E11DF"/>
    <w:pPr>
      <w:autoSpaceDE w:val="0"/>
      <w:autoSpaceDN w:val="0"/>
      <w:adjustRightInd w:val="0"/>
      <w:ind w:right="19772" w:firstLine="720"/>
    </w:pPr>
    <w:rPr>
      <w:rFonts w:ascii="Arial" w:eastAsia="Times New Roman" w:hAnsi="Arial" w:cs="Arial"/>
      <w:sz w:val="24"/>
      <w:szCs w:val="24"/>
    </w:rPr>
  </w:style>
  <w:style w:type="paragraph" w:styleId="BodyTextIndent">
    <w:name w:val="Body Text Indent"/>
    <w:basedOn w:val="Normal"/>
    <w:link w:val="BodyTextIndentChar"/>
    <w:uiPriority w:val="99"/>
    <w:semiHidden/>
    <w:rsid w:val="004E11DF"/>
    <w:pPr>
      <w:ind w:firstLine="720"/>
      <w:jc w:val="both"/>
    </w:pPr>
    <w:rPr>
      <w:color w:val="000000"/>
    </w:rPr>
  </w:style>
  <w:style w:type="character" w:customStyle="1" w:styleId="BodyTextIndentChar">
    <w:name w:val="Body Text Indent Char"/>
    <w:basedOn w:val="DefaultParagraphFont"/>
    <w:link w:val="BodyTextIndent"/>
    <w:uiPriority w:val="99"/>
    <w:semiHidden/>
    <w:locked/>
    <w:rsid w:val="004E11DF"/>
    <w:rPr>
      <w:rFonts w:ascii="Times New Roman" w:hAnsi="Times New Roman" w:cs="Times New Roman"/>
      <w:color w:val="000000"/>
      <w:sz w:val="24"/>
      <w:szCs w:val="24"/>
      <w:lang w:eastAsia="ru-RU"/>
    </w:rPr>
  </w:style>
  <w:style w:type="paragraph" w:customStyle="1" w:styleId="ConsTitle">
    <w:name w:val="ConsTitle"/>
    <w:uiPriority w:val="99"/>
    <w:rsid w:val="004E11DF"/>
    <w:pPr>
      <w:autoSpaceDE w:val="0"/>
      <w:autoSpaceDN w:val="0"/>
      <w:adjustRightInd w:val="0"/>
      <w:ind w:right="19772"/>
    </w:pPr>
    <w:rPr>
      <w:rFonts w:ascii="Arial" w:eastAsia="Times New Roman" w:hAnsi="Arial" w:cs="Arial"/>
      <w:b/>
      <w:bCs/>
      <w:sz w:val="14"/>
      <w:szCs w:val="14"/>
    </w:rPr>
  </w:style>
  <w:style w:type="paragraph" w:customStyle="1" w:styleId="10">
    <w:name w:val="Обычный1"/>
    <w:uiPriority w:val="99"/>
    <w:rsid w:val="004E11DF"/>
    <w:rPr>
      <w:rFonts w:ascii="Times New Roman" w:eastAsia="Times New Roman" w:hAnsi="Times New Roman"/>
      <w:sz w:val="24"/>
      <w:szCs w:val="24"/>
    </w:rPr>
  </w:style>
  <w:style w:type="character" w:styleId="PageNumber">
    <w:name w:val="page number"/>
    <w:basedOn w:val="DefaultParagraphFont"/>
    <w:uiPriority w:val="99"/>
    <w:semiHidden/>
    <w:rsid w:val="004E11DF"/>
    <w:rPr>
      <w:rFonts w:cs="Times New Roman"/>
    </w:rPr>
  </w:style>
  <w:style w:type="character" w:customStyle="1" w:styleId="labelheaderlevel21">
    <w:name w:val="label_header_level_21"/>
    <w:uiPriority w:val="99"/>
    <w:rsid w:val="004E11DF"/>
    <w:rPr>
      <w:b/>
      <w:color w:val="0000FF"/>
      <w:sz w:val="20"/>
    </w:rPr>
  </w:style>
  <w:style w:type="paragraph" w:styleId="List2">
    <w:name w:val="List 2"/>
    <w:basedOn w:val="Normal"/>
    <w:uiPriority w:val="99"/>
    <w:semiHidden/>
    <w:rsid w:val="004E11DF"/>
    <w:pPr>
      <w:ind w:left="566" w:hanging="283"/>
    </w:pPr>
  </w:style>
  <w:style w:type="paragraph" w:customStyle="1" w:styleId="a2">
    <w:name w:val="Знак"/>
    <w:basedOn w:val="Normal"/>
    <w:uiPriority w:val="99"/>
    <w:rsid w:val="004E11DF"/>
    <w:pPr>
      <w:tabs>
        <w:tab w:val="num" w:pos="360"/>
      </w:tabs>
      <w:spacing w:after="160" w:line="240" w:lineRule="exact"/>
    </w:pPr>
    <w:rPr>
      <w:rFonts w:ascii="Verdana" w:hAnsi="Verdana" w:cs="Verdana"/>
      <w:sz w:val="20"/>
      <w:szCs w:val="20"/>
      <w:lang w:val="en-US" w:eastAsia="en-US"/>
    </w:rPr>
  </w:style>
  <w:style w:type="paragraph" w:customStyle="1" w:styleId="a3">
    <w:name w:val="Знак Знак Знак Знак"/>
    <w:basedOn w:val="Normal"/>
    <w:uiPriority w:val="99"/>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Normal"/>
    <w:next w:val="Normal"/>
    <w:uiPriority w:val="99"/>
    <w:rsid w:val="004E11DF"/>
    <w:pPr>
      <w:keepNext/>
      <w:jc w:val="center"/>
    </w:pPr>
    <w:rPr>
      <w:szCs w:val="20"/>
    </w:rPr>
  </w:style>
  <w:style w:type="paragraph" w:styleId="BodyText2">
    <w:name w:val="Body Text 2"/>
    <w:basedOn w:val="Normal"/>
    <w:link w:val="BodyText2Char"/>
    <w:uiPriority w:val="99"/>
    <w:semiHidden/>
    <w:rsid w:val="004E11DF"/>
    <w:pPr>
      <w:spacing w:after="120" w:line="480" w:lineRule="auto"/>
    </w:pPr>
  </w:style>
  <w:style w:type="character" w:customStyle="1" w:styleId="BodyText2Char">
    <w:name w:val="Body Text 2 Char"/>
    <w:basedOn w:val="DefaultParagraphFont"/>
    <w:link w:val="BodyText2"/>
    <w:uiPriority w:val="99"/>
    <w:semiHidden/>
    <w:locked/>
    <w:rsid w:val="004E11DF"/>
    <w:rPr>
      <w:rFonts w:ascii="Times New Roman" w:hAnsi="Times New Roman" w:cs="Times New Roman"/>
      <w:sz w:val="24"/>
      <w:szCs w:val="24"/>
      <w:lang w:eastAsia="ru-RU"/>
    </w:rPr>
  </w:style>
  <w:style w:type="paragraph" w:styleId="BodyText3">
    <w:name w:val="Body Text 3"/>
    <w:basedOn w:val="Normal"/>
    <w:link w:val="BodyText3Char"/>
    <w:uiPriority w:val="99"/>
    <w:semiHidden/>
    <w:rsid w:val="004E11DF"/>
    <w:pPr>
      <w:spacing w:after="120"/>
    </w:pPr>
    <w:rPr>
      <w:sz w:val="16"/>
      <w:szCs w:val="16"/>
    </w:rPr>
  </w:style>
  <w:style w:type="character" w:customStyle="1" w:styleId="BodyText3Char">
    <w:name w:val="Body Text 3 Char"/>
    <w:basedOn w:val="DefaultParagraphFont"/>
    <w:link w:val="BodyText3"/>
    <w:uiPriority w:val="99"/>
    <w:semiHidden/>
    <w:locked/>
    <w:rsid w:val="004E11DF"/>
    <w:rPr>
      <w:rFonts w:ascii="Times New Roman" w:hAnsi="Times New Roman" w:cs="Times New Roman"/>
      <w:sz w:val="16"/>
      <w:szCs w:val="16"/>
      <w:lang w:eastAsia="ru-RU"/>
    </w:rPr>
  </w:style>
  <w:style w:type="paragraph" w:customStyle="1" w:styleId="12">
    <w:name w:val="заголовок 1"/>
    <w:basedOn w:val="Normal"/>
    <w:next w:val="Normal"/>
    <w:uiPriority w:val="99"/>
    <w:rsid w:val="004E11DF"/>
    <w:pPr>
      <w:keepNext/>
      <w:widowControl w:val="0"/>
      <w:jc w:val="center"/>
    </w:pPr>
    <w:rPr>
      <w:b/>
      <w:sz w:val="22"/>
      <w:szCs w:val="20"/>
    </w:rPr>
  </w:style>
  <w:style w:type="paragraph" w:customStyle="1" w:styleId="20">
    <w:name w:val="çàãîëîâîê 2"/>
    <w:basedOn w:val="Normal"/>
    <w:next w:val="Normal"/>
    <w:uiPriority w:val="99"/>
    <w:rsid w:val="004E11DF"/>
    <w:pPr>
      <w:keepNext/>
      <w:jc w:val="both"/>
    </w:pPr>
    <w:rPr>
      <w:szCs w:val="20"/>
      <w:lang w:val="en-GB"/>
    </w:rPr>
  </w:style>
  <w:style w:type="paragraph" w:customStyle="1" w:styleId="a4">
    <w:name w:val="Таблица шапка"/>
    <w:basedOn w:val="Normal"/>
    <w:uiPriority w:val="99"/>
    <w:rsid w:val="004E11DF"/>
    <w:pPr>
      <w:keepNext/>
      <w:spacing w:before="40" w:after="40"/>
      <w:ind w:left="57" w:right="57"/>
    </w:pPr>
    <w:rPr>
      <w:sz w:val="22"/>
      <w:szCs w:val="20"/>
    </w:rPr>
  </w:style>
  <w:style w:type="paragraph" w:customStyle="1" w:styleId="a5">
    <w:name w:val="Таблица текст"/>
    <w:basedOn w:val="Normal"/>
    <w:uiPriority w:val="99"/>
    <w:rsid w:val="004E11DF"/>
    <w:pPr>
      <w:spacing w:before="40" w:after="40"/>
      <w:ind w:left="57" w:right="57"/>
    </w:pPr>
    <w:rPr>
      <w:szCs w:val="20"/>
    </w:rPr>
  </w:style>
  <w:style w:type="paragraph" w:styleId="HTMLPreformatted">
    <w:name w:val="HTML Preformatted"/>
    <w:basedOn w:val="Normal"/>
    <w:link w:val="HTMLPreformattedChar"/>
    <w:uiPriority w:val="99"/>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4E11DF"/>
    <w:rPr>
      <w:rFonts w:ascii="Courier New" w:hAnsi="Courier New" w:cs="Courier New"/>
      <w:sz w:val="20"/>
      <w:szCs w:val="20"/>
      <w:lang w:eastAsia="ru-RU"/>
    </w:rPr>
  </w:style>
  <w:style w:type="character" w:styleId="Hyperlink">
    <w:name w:val="Hyperlink"/>
    <w:basedOn w:val="DefaultParagraphFont"/>
    <w:uiPriority w:val="99"/>
    <w:rsid w:val="004E11DF"/>
    <w:rPr>
      <w:rFonts w:cs="Times New Roman"/>
      <w:color w:val="0000FF"/>
      <w:u w:val="single"/>
    </w:rPr>
  </w:style>
  <w:style w:type="paragraph" w:styleId="BodyText">
    <w:name w:val="Body Text"/>
    <w:basedOn w:val="Normal"/>
    <w:link w:val="BodyTextChar"/>
    <w:uiPriority w:val="99"/>
    <w:semiHidden/>
    <w:rsid w:val="004E11DF"/>
    <w:pPr>
      <w:spacing w:after="120"/>
    </w:pPr>
  </w:style>
  <w:style w:type="character" w:customStyle="1" w:styleId="BodyTextChar">
    <w:name w:val="Body Text Char"/>
    <w:basedOn w:val="DefaultParagraphFont"/>
    <w:link w:val="BodyText"/>
    <w:uiPriority w:val="99"/>
    <w:locked/>
    <w:rsid w:val="004E11DF"/>
    <w:rPr>
      <w:rFonts w:ascii="Times New Roman" w:hAnsi="Times New Roman" w:cs="Times New Roman"/>
      <w:sz w:val="24"/>
      <w:szCs w:val="24"/>
      <w:lang w:eastAsia="ru-RU"/>
    </w:rPr>
  </w:style>
  <w:style w:type="paragraph" w:styleId="FootnoteText">
    <w:name w:val="footnote text"/>
    <w:basedOn w:val="Normal"/>
    <w:link w:val="FootnoteTextChar"/>
    <w:uiPriority w:val="99"/>
    <w:semiHidden/>
    <w:rsid w:val="004E11DF"/>
    <w:pPr>
      <w:spacing w:line="360" w:lineRule="auto"/>
      <w:ind w:firstLine="567"/>
      <w:jc w:val="both"/>
    </w:pPr>
    <w:rPr>
      <w:szCs w:val="20"/>
    </w:rPr>
  </w:style>
  <w:style w:type="character" w:customStyle="1" w:styleId="FootnoteTextChar">
    <w:name w:val="Footnote Text Char"/>
    <w:basedOn w:val="DefaultParagraphFont"/>
    <w:link w:val="FootnoteText"/>
    <w:uiPriority w:val="99"/>
    <w:locked/>
    <w:rsid w:val="004E11DF"/>
    <w:rPr>
      <w:rFonts w:ascii="Times New Roman" w:hAnsi="Times New Roman" w:cs="Times New Roman"/>
      <w:snapToGrid w:val="0"/>
      <w:sz w:val="20"/>
      <w:szCs w:val="20"/>
      <w:lang w:eastAsia="ru-RU"/>
    </w:rPr>
  </w:style>
  <w:style w:type="character" w:customStyle="1" w:styleId="FontStyle15">
    <w:name w:val="Font Style15"/>
    <w:uiPriority w:val="99"/>
    <w:rsid w:val="004E11DF"/>
    <w:rPr>
      <w:rFonts w:ascii="Times New Roman" w:hAnsi="Times New Roman"/>
      <w:sz w:val="26"/>
    </w:rPr>
  </w:style>
  <w:style w:type="paragraph" w:customStyle="1" w:styleId="22">
    <w:name w:val="Уровень2"/>
    <w:basedOn w:val="Normal"/>
    <w:uiPriority w:val="99"/>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0">
    <w:name w:val="Уровень3"/>
    <w:basedOn w:val="22"/>
    <w:uiPriority w:val="99"/>
    <w:rsid w:val="004E11DF"/>
    <w:pPr>
      <w:tabs>
        <w:tab w:val="clear" w:pos="927"/>
        <w:tab w:val="num" w:pos="360"/>
        <w:tab w:val="num" w:pos="2160"/>
      </w:tabs>
      <w:ind w:left="2160" w:hanging="180"/>
    </w:pPr>
  </w:style>
  <w:style w:type="paragraph" w:customStyle="1" w:styleId="a6">
    <w:name w:val="Заголовок статьи"/>
    <w:basedOn w:val="Normal"/>
    <w:next w:val="Normal"/>
    <w:uiPriority w:val="99"/>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Normal"/>
    <w:uiPriority w:val="99"/>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1">
    <w:name w:val="А_обычный"/>
    <w:basedOn w:val="Normal"/>
    <w:uiPriority w:val="99"/>
    <w:rsid w:val="004E11DF"/>
    <w:pPr>
      <w:numPr>
        <w:numId w:val="50"/>
      </w:numPr>
      <w:jc w:val="both"/>
    </w:pPr>
  </w:style>
  <w:style w:type="paragraph" w:customStyle="1" w:styleId="31">
    <w:name w:val="Стиль3"/>
    <w:basedOn w:val="BodyTextIndent2"/>
    <w:uiPriority w:val="99"/>
    <w:rsid w:val="004E11DF"/>
    <w:pPr>
      <w:widowControl w:val="0"/>
      <w:tabs>
        <w:tab w:val="num" w:pos="1307"/>
      </w:tabs>
      <w:adjustRightInd w:val="0"/>
      <w:ind w:left="1080" w:firstLine="0"/>
      <w:textAlignment w:val="baseline"/>
    </w:pPr>
    <w:rPr>
      <w:szCs w:val="20"/>
    </w:rPr>
  </w:style>
  <w:style w:type="paragraph" w:customStyle="1" w:styleId="1-3">
    <w:name w:val="Текст1-3"/>
    <w:basedOn w:val="Normal"/>
    <w:uiPriority w:val="99"/>
    <w:rsid w:val="004E11DF"/>
    <w:pPr>
      <w:spacing w:after="60" w:line="288" w:lineRule="auto"/>
      <w:jc w:val="both"/>
    </w:pPr>
    <w:rPr>
      <w:szCs w:val="20"/>
    </w:rPr>
  </w:style>
  <w:style w:type="paragraph" w:customStyle="1" w:styleId="aHeader">
    <w:name w:val="a_Header"/>
    <w:basedOn w:val="Normal"/>
    <w:uiPriority w:val="99"/>
    <w:rsid w:val="004E11DF"/>
    <w:pPr>
      <w:tabs>
        <w:tab w:val="left" w:pos="1985"/>
      </w:tabs>
      <w:spacing w:after="60"/>
      <w:jc w:val="center"/>
    </w:pPr>
    <w:rPr>
      <w:rFonts w:ascii="Courier New" w:hAnsi="Courier New"/>
    </w:rPr>
  </w:style>
  <w:style w:type="paragraph" w:styleId="PlainText">
    <w:name w:val="Plain Text"/>
    <w:basedOn w:val="Normal"/>
    <w:link w:val="PlainTextChar"/>
    <w:uiPriority w:val="99"/>
    <w:semiHidden/>
    <w:rsid w:val="004E11DF"/>
    <w:rPr>
      <w:rFonts w:ascii="Courier New" w:hAnsi="Courier New"/>
      <w:sz w:val="20"/>
      <w:szCs w:val="20"/>
    </w:rPr>
  </w:style>
  <w:style w:type="character" w:customStyle="1" w:styleId="PlainTextChar">
    <w:name w:val="Plain Text Char"/>
    <w:basedOn w:val="DefaultParagraphFont"/>
    <w:link w:val="PlainText"/>
    <w:uiPriority w:val="99"/>
    <w:locked/>
    <w:rsid w:val="004E11DF"/>
    <w:rPr>
      <w:rFonts w:ascii="Courier New" w:hAnsi="Courier New" w:cs="Times New Roman"/>
      <w:snapToGrid w:val="0"/>
      <w:sz w:val="20"/>
      <w:szCs w:val="20"/>
      <w:lang w:eastAsia="ru-RU"/>
    </w:rPr>
  </w:style>
  <w:style w:type="paragraph" w:styleId="BlockText">
    <w:name w:val="Block Text"/>
    <w:basedOn w:val="Normal"/>
    <w:uiPriority w:val="99"/>
    <w:semiHidden/>
    <w:rsid w:val="004E11DF"/>
    <w:pPr>
      <w:ind w:left="-5220" w:right="-105"/>
      <w:jc w:val="both"/>
    </w:pPr>
    <w:rPr>
      <w:i/>
      <w:iCs/>
    </w:rPr>
  </w:style>
  <w:style w:type="paragraph" w:styleId="TOC2">
    <w:name w:val="toc 2"/>
    <w:basedOn w:val="Normal"/>
    <w:next w:val="Normal"/>
    <w:autoRedefine/>
    <w:uiPriority w:val="99"/>
    <w:rsid w:val="004E11DF"/>
    <w:pPr>
      <w:tabs>
        <w:tab w:val="left" w:pos="426"/>
        <w:tab w:val="right" w:pos="9923"/>
      </w:tabs>
      <w:ind w:left="1134" w:right="74" w:hanging="708"/>
    </w:pPr>
    <w:rPr>
      <w:rFonts w:ascii="Arial" w:hAnsi="Arial" w:cs="Arial"/>
      <w:b/>
      <w:bCs/>
      <w:noProof/>
      <w:sz w:val="18"/>
      <w:szCs w:val="20"/>
    </w:rPr>
  </w:style>
  <w:style w:type="paragraph" w:styleId="DocumentMap">
    <w:name w:val="Document Map"/>
    <w:basedOn w:val="Normal"/>
    <w:link w:val="DocumentMapChar"/>
    <w:uiPriority w:val="99"/>
    <w:semiHidden/>
    <w:rsid w:val="004E11DF"/>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locked/>
    <w:rsid w:val="004E11DF"/>
    <w:rPr>
      <w:rFonts w:ascii="Tahoma" w:hAnsi="Tahoma" w:cs="Tahoma"/>
      <w:sz w:val="20"/>
      <w:szCs w:val="20"/>
      <w:shd w:val="clear" w:color="auto" w:fill="000080"/>
      <w:lang w:eastAsia="ru-RU"/>
    </w:rPr>
  </w:style>
  <w:style w:type="paragraph" w:styleId="TOC1">
    <w:name w:val="toc 1"/>
    <w:basedOn w:val="Normal"/>
    <w:next w:val="Normal"/>
    <w:autoRedefine/>
    <w:uiPriority w:val="99"/>
    <w:rsid w:val="004E11DF"/>
    <w:pPr>
      <w:tabs>
        <w:tab w:val="left" w:pos="426"/>
        <w:tab w:val="right" w:leader="dot" w:pos="9923"/>
      </w:tabs>
      <w:ind w:left="426" w:hanging="426"/>
    </w:pPr>
    <w:rPr>
      <w:noProof/>
      <w:szCs w:val="20"/>
    </w:rPr>
  </w:style>
  <w:style w:type="paragraph" w:styleId="TOC3">
    <w:name w:val="toc 3"/>
    <w:basedOn w:val="Normal"/>
    <w:next w:val="Normal"/>
    <w:autoRedefine/>
    <w:uiPriority w:val="99"/>
    <w:semiHidden/>
    <w:rsid w:val="004E11DF"/>
    <w:pPr>
      <w:jc w:val="both"/>
    </w:pPr>
    <w:rPr>
      <w:szCs w:val="20"/>
    </w:rPr>
  </w:style>
  <w:style w:type="paragraph" w:styleId="TOC4">
    <w:name w:val="toc 4"/>
    <w:basedOn w:val="Normal"/>
    <w:next w:val="Normal"/>
    <w:autoRedefine/>
    <w:uiPriority w:val="99"/>
    <w:semiHidden/>
    <w:rsid w:val="004E11DF"/>
    <w:pPr>
      <w:ind w:left="720"/>
    </w:pPr>
    <w:rPr>
      <w:szCs w:val="20"/>
    </w:rPr>
  </w:style>
  <w:style w:type="paragraph" w:styleId="TOC5">
    <w:name w:val="toc 5"/>
    <w:basedOn w:val="Normal"/>
    <w:next w:val="Normal"/>
    <w:autoRedefine/>
    <w:uiPriority w:val="99"/>
    <w:semiHidden/>
    <w:rsid w:val="004E11DF"/>
    <w:pPr>
      <w:ind w:left="960"/>
    </w:pPr>
    <w:rPr>
      <w:szCs w:val="20"/>
    </w:rPr>
  </w:style>
  <w:style w:type="paragraph" w:styleId="TOC6">
    <w:name w:val="toc 6"/>
    <w:basedOn w:val="Normal"/>
    <w:next w:val="Normal"/>
    <w:autoRedefine/>
    <w:uiPriority w:val="99"/>
    <w:semiHidden/>
    <w:rsid w:val="004E11DF"/>
    <w:pPr>
      <w:ind w:left="1200"/>
    </w:pPr>
    <w:rPr>
      <w:szCs w:val="20"/>
    </w:rPr>
  </w:style>
  <w:style w:type="paragraph" w:styleId="TOC7">
    <w:name w:val="toc 7"/>
    <w:basedOn w:val="Normal"/>
    <w:next w:val="Normal"/>
    <w:autoRedefine/>
    <w:uiPriority w:val="99"/>
    <w:semiHidden/>
    <w:rsid w:val="004E11DF"/>
    <w:pPr>
      <w:ind w:left="1440"/>
    </w:pPr>
    <w:rPr>
      <w:szCs w:val="20"/>
    </w:rPr>
  </w:style>
  <w:style w:type="paragraph" w:styleId="TOC8">
    <w:name w:val="toc 8"/>
    <w:basedOn w:val="Normal"/>
    <w:next w:val="Normal"/>
    <w:autoRedefine/>
    <w:uiPriority w:val="99"/>
    <w:semiHidden/>
    <w:rsid w:val="004E11DF"/>
    <w:pPr>
      <w:ind w:left="1680"/>
    </w:pPr>
    <w:rPr>
      <w:szCs w:val="20"/>
    </w:rPr>
  </w:style>
  <w:style w:type="paragraph" w:styleId="TOC9">
    <w:name w:val="toc 9"/>
    <w:basedOn w:val="Normal"/>
    <w:next w:val="Normal"/>
    <w:autoRedefine/>
    <w:uiPriority w:val="99"/>
    <w:semiHidden/>
    <w:rsid w:val="004E11DF"/>
    <w:pPr>
      <w:ind w:left="1920"/>
    </w:pPr>
    <w:rPr>
      <w:szCs w:val="20"/>
    </w:rPr>
  </w:style>
  <w:style w:type="paragraph" w:customStyle="1" w:styleId="a7">
    <w:name w:val="Подраздел"/>
    <w:basedOn w:val="Normal"/>
    <w:uiPriority w:val="99"/>
    <w:rsid w:val="004E11DF"/>
    <w:pPr>
      <w:spacing w:before="240"/>
      <w:ind w:left="1701" w:hanging="283"/>
      <w:jc w:val="both"/>
    </w:pPr>
    <w:rPr>
      <w:rFonts w:ascii="PragmaticaTT" w:hAnsi="PragmaticaTT"/>
      <w:szCs w:val="20"/>
    </w:rPr>
  </w:style>
  <w:style w:type="paragraph" w:customStyle="1" w:styleId="a8">
    <w:name w:val="регламент список"/>
    <w:basedOn w:val="Heading3"/>
    <w:autoRedefine/>
    <w:uiPriority w:val="99"/>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FollowedHyperlink">
    <w:name w:val="FollowedHyperlink"/>
    <w:basedOn w:val="DefaultParagraphFont"/>
    <w:uiPriority w:val="99"/>
    <w:semiHidden/>
    <w:rsid w:val="004E11DF"/>
    <w:rPr>
      <w:rFonts w:cs="Times New Roman"/>
      <w:color w:val="800080"/>
      <w:u w:val="single"/>
    </w:rPr>
  </w:style>
  <w:style w:type="paragraph" w:customStyle="1" w:styleId="23">
    <w:name w:val="Пункт_2"/>
    <w:basedOn w:val="Normal"/>
    <w:uiPriority w:val="99"/>
    <w:rsid w:val="004E11DF"/>
    <w:pPr>
      <w:tabs>
        <w:tab w:val="num" w:pos="643"/>
        <w:tab w:val="num" w:pos="1701"/>
      </w:tabs>
      <w:ind w:left="643" w:hanging="360"/>
      <w:jc w:val="both"/>
    </w:pPr>
    <w:rPr>
      <w:sz w:val="28"/>
      <w:szCs w:val="20"/>
    </w:rPr>
  </w:style>
  <w:style w:type="paragraph" w:customStyle="1" w:styleId="3">
    <w:name w:val="Пункт_3"/>
    <w:basedOn w:val="Normal"/>
    <w:uiPriority w:val="99"/>
    <w:rsid w:val="004E11DF"/>
    <w:pPr>
      <w:numPr>
        <w:ilvl w:val="2"/>
        <w:numId w:val="48"/>
      </w:numPr>
      <w:jc w:val="both"/>
    </w:pPr>
    <w:rPr>
      <w:sz w:val="28"/>
      <w:szCs w:val="28"/>
    </w:rPr>
  </w:style>
  <w:style w:type="paragraph" w:styleId="ListBullet3">
    <w:name w:val="List Bullet 3"/>
    <w:basedOn w:val="Normal"/>
    <w:uiPriority w:val="99"/>
    <w:rsid w:val="004E11DF"/>
    <w:pPr>
      <w:numPr>
        <w:numId w:val="51"/>
      </w:numPr>
    </w:pPr>
  </w:style>
  <w:style w:type="paragraph" w:styleId="ListNumber3">
    <w:name w:val="List Number 3"/>
    <w:basedOn w:val="Normal"/>
    <w:uiPriority w:val="99"/>
    <w:rsid w:val="004E11DF"/>
    <w:pPr>
      <w:numPr>
        <w:numId w:val="52"/>
      </w:numPr>
    </w:pPr>
  </w:style>
  <w:style w:type="paragraph" w:styleId="ListContinue">
    <w:name w:val="List Continue"/>
    <w:basedOn w:val="Normal"/>
    <w:uiPriority w:val="99"/>
    <w:rsid w:val="004E11DF"/>
    <w:pPr>
      <w:spacing w:after="120"/>
      <w:ind w:left="283"/>
    </w:pPr>
  </w:style>
  <w:style w:type="paragraph" w:styleId="ListNumber">
    <w:name w:val="List Number"/>
    <w:basedOn w:val="Normal"/>
    <w:uiPriority w:val="99"/>
    <w:rsid w:val="004E11DF"/>
    <w:pPr>
      <w:numPr>
        <w:numId w:val="54"/>
      </w:numPr>
    </w:pPr>
  </w:style>
  <w:style w:type="paragraph" w:customStyle="1" w:styleId="ConsNonformat">
    <w:name w:val="ConsNonformat"/>
    <w:uiPriority w:val="99"/>
    <w:rsid w:val="004E11DF"/>
    <w:pPr>
      <w:widowControl w:val="0"/>
    </w:pPr>
    <w:rPr>
      <w:rFonts w:ascii="Courier New" w:eastAsia="Times New Roman" w:hAnsi="Courier New"/>
      <w:sz w:val="24"/>
      <w:szCs w:val="24"/>
    </w:rPr>
  </w:style>
  <w:style w:type="paragraph" w:styleId="Caption">
    <w:name w:val="caption"/>
    <w:basedOn w:val="Normal"/>
    <w:next w:val="Normal"/>
    <w:uiPriority w:val="99"/>
    <w:qFormat/>
    <w:rsid w:val="004E11DF"/>
    <w:pPr>
      <w:pageBreakBefore/>
      <w:suppressAutoHyphens/>
      <w:spacing w:before="120" w:after="120"/>
      <w:jc w:val="both"/>
    </w:pPr>
    <w:rPr>
      <w:i/>
      <w:szCs w:val="22"/>
    </w:rPr>
  </w:style>
  <w:style w:type="character" w:customStyle="1" w:styleId="a9">
    <w:name w:val="комментарий"/>
    <w:uiPriority w:val="99"/>
    <w:rsid w:val="004E11DF"/>
    <w:rPr>
      <w:b/>
      <w:i/>
      <w:shd w:val="clear" w:color="auto" w:fill="FFFF99"/>
    </w:rPr>
  </w:style>
  <w:style w:type="paragraph" w:customStyle="1" w:styleId="02statia2">
    <w:name w:val="02statia2"/>
    <w:basedOn w:val="Normal"/>
    <w:uiPriority w:val="99"/>
    <w:rsid w:val="004E11DF"/>
    <w:pPr>
      <w:spacing w:before="120" w:line="320" w:lineRule="atLeast"/>
      <w:ind w:left="2020" w:hanging="880"/>
      <w:jc w:val="both"/>
    </w:pPr>
    <w:rPr>
      <w:rFonts w:ascii="GaramondNarrowC" w:hAnsi="GaramondNarrowC"/>
      <w:color w:val="000000"/>
      <w:sz w:val="21"/>
      <w:szCs w:val="21"/>
    </w:rPr>
  </w:style>
  <w:style w:type="paragraph" w:customStyle="1" w:styleId="aa">
    <w:name w:val="Подпункт"/>
    <w:basedOn w:val="a0"/>
    <w:uiPriority w:val="99"/>
    <w:rsid w:val="004E11DF"/>
    <w:pPr>
      <w:numPr>
        <w:ilvl w:val="0"/>
        <w:numId w:val="0"/>
      </w:numPr>
      <w:tabs>
        <w:tab w:val="num" w:pos="1134"/>
      </w:tabs>
      <w:ind w:left="1134" w:hanging="1134"/>
    </w:pPr>
    <w:rPr>
      <w:bCs/>
      <w:sz w:val="22"/>
      <w:szCs w:val="22"/>
    </w:rPr>
  </w:style>
  <w:style w:type="paragraph" w:customStyle="1" w:styleId="ab">
    <w:name w:val="маркированный"/>
    <w:basedOn w:val="Normal"/>
    <w:uiPriority w:val="99"/>
    <w:semiHidden/>
    <w:rsid w:val="004E11DF"/>
    <w:pPr>
      <w:tabs>
        <w:tab w:val="num" w:pos="1701"/>
      </w:tabs>
      <w:spacing w:line="360" w:lineRule="auto"/>
      <w:ind w:left="1701" w:hanging="567"/>
      <w:jc w:val="both"/>
    </w:pPr>
    <w:rPr>
      <w:bCs/>
      <w:sz w:val="22"/>
      <w:szCs w:val="22"/>
    </w:rPr>
  </w:style>
  <w:style w:type="paragraph" w:customStyle="1" w:styleId="ac">
    <w:name w:val="Ариал"/>
    <w:basedOn w:val="Normal"/>
    <w:link w:val="13"/>
    <w:uiPriority w:val="99"/>
    <w:rsid w:val="004E11DF"/>
    <w:pPr>
      <w:spacing w:before="120" w:after="120" w:line="360" w:lineRule="auto"/>
      <w:ind w:firstLine="851"/>
      <w:jc w:val="both"/>
    </w:pPr>
    <w:rPr>
      <w:rFonts w:ascii="Arial" w:hAnsi="Arial"/>
    </w:rPr>
  </w:style>
  <w:style w:type="character" w:customStyle="1" w:styleId="13">
    <w:name w:val="Ариал Знак1"/>
    <w:link w:val="ac"/>
    <w:uiPriority w:val="99"/>
    <w:locked/>
    <w:rsid w:val="004E11DF"/>
    <w:rPr>
      <w:rFonts w:ascii="Arial" w:hAnsi="Arial"/>
      <w:sz w:val="24"/>
      <w:lang w:eastAsia="ru-RU"/>
    </w:rPr>
  </w:style>
  <w:style w:type="paragraph" w:styleId="ListBullet2">
    <w:name w:val="List Bullet 2"/>
    <w:basedOn w:val="Normal"/>
    <w:uiPriority w:val="99"/>
    <w:rsid w:val="004E11DF"/>
    <w:pPr>
      <w:numPr>
        <w:numId w:val="55"/>
      </w:numPr>
    </w:pPr>
  </w:style>
  <w:style w:type="paragraph" w:customStyle="1" w:styleId="ConsPlusNonformat">
    <w:name w:val="ConsPlusNonformat"/>
    <w:uiPriority w:val="99"/>
    <w:rsid w:val="004E11DF"/>
    <w:pPr>
      <w:autoSpaceDE w:val="0"/>
      <w:autoSpaceDN w:val="0"/>
      <w:adjustRightInd w:val="0"/>
    </w:pPr>
    <w:rPr>
      <w:rFonts w:ascii="Courier New" w:eastAsia="Times New Roman" w:hAnsi="Courier New" w:cs="Courier New"/>
      <w:sz w:val="24"/>
      <w:szCs w:val="24"/>
    </w:rPr>
  </w:style>
  <w:style w:type="paragraph" w:customStyle="1" w:styleId="ad">
    <w:name w:val="Пункт б/н"/>
    <w:basedOn w:val="Normal"/>
    <w:uiPriority w:val="99"/>
    <w:rsid w:val="004E11DF"/>
    <w:pPr>
      <w:tabs>
        <w:tab w:val="left" w:pos="1134"/>
      </w:tabs>
      <w:spacing w:line="360" w:lineRule="auto"/>
      <w:ind w:firstLine="567"/>
      <w:jc w:val="both"/>
    </w:pPr>
    <w:rPr>
      <w:bCs/>
      <w:sz w:val="22"/>
      <w:szCs w:val="22"/>
    </w:rPr>
  </w:style>
  <w:style w:type="paragraph" w:customStyle="1" w:styleId="111">
    <w:name w:val="Обычный11"/>
    <w:link w:val="14"/>
    <w:uiPriority w:val="99"/>
    <w:rsid w:val="004E11DF"/>
    <w:pPr>
      <w:widowControl w:val="0"/>
      <w:autoSpaceDE w:val="0"/>
      <w:autoSpaceDN w:val="0"/>
      <w:spacing w:before="120" w:after="120"/>
      <w:ind w:firstLine="567"/>
      <w:jc w:val="both"/>
    </w:pPr>
    <w:rPr>
      <w:rFonts w:ascii="Times New Roman" w:eastAsia="Times New Roman" w:hAnsi="Times New Roman"/>
      <w:sz w:val="24"/>
      <w:szCs w:val="24"/>
    </w:rPr>
  </w:style>
  <w:style w:type="character" w:customStyle="1" w:styleId="14">
    <w:name w:val="Обычный1 Знак"/>
    <w:link w:val="111"/>
    <w:uiPriority w:val="99"/>
    <w:locked/>
    <w:rsid w:val="004E11DF"/>
    <w:rPr>
      <w:rFonts w:ascii="Times New Roman" w:hAnsi="Times New Roman"/>
      <w:sz w:val="24"/>
      <w:lang w:eastAsia="ru-RU"/>
    </w:rPr>
  </w:style>
  <w:style w:type="paragraph" w:customStyle="1" w:styleId="ae">
    <w:name w:val="Ариал Таблица"/>
    <w:basedOn w:val="ac"/>
    <w:link w:val="af"/>
    <w:uiPriority w:val="99"/>
    <w:rsid w:val="004E11DF"/>
    <w:pPr>
      <w:widowControl w:val="0"/>
      <w:adjustRightInd w:val="0"/>
      <w:spacing w:before="0" w:after="0" w:line="240" w:lineRule="auto"/>
      <w:ind w:firstLine="0"/>
      <w:textAlignment w:val="baseline"/>
    </w:pPr>
    <w:rPr>
      <w:szCs w:val="20"/>
    </w:rPr>
  </w:style>
  <w:style w:type="character" w:customStyle="1" w:styleId="af">
    <w:name w:val="Ариал Таблица Знак"/>
    <w:link w:val="ae"/>
    <w:uiPriority w:val="99"/>
    <w:locked/>
    <w:rsid w:val="004E11DF"/>
    <w:rPr>
      <w:rFonts w:ascii="Arial" w:hAnsi="Arial"/>
      <w:sz w:val="20"/>
      <w:lang w:eastAsia="ru-RU"/>
    </w:rPr>
  </w:style>
  <w:style w:type="paragraph" w:customStyle="1" w:styleId="af0">
    <w:name w:val="АриалТабл"/>
    <w:basedOn w:val="ac"/>
    <w:uiPriority w:val="99"/>
    <w:rsid w:val="004E11DF"/>
    <w:pPr>
      <w:widowControl w:val="0"/>
      <w:adjustRightInd w:val="0"/>
      <w:spacing w:before="0" w:after="0" w:line="240" w:lineRule="auto"/>
      <w:ind w:firstLine="0"/>
      <w:textAlignment w:val="baseline"/>
    </w:pPr>
  </w:style>
  <w:style w:type="paragraph" w:styleId="EndnoteText">
    <w:name w:val="endnote text"/>
    <w:basedOn w:val="Normal"/>
    <w:link w:val="EndnoteTextChar"/>
    <w:uiPriority w:val="99"/>
    <w:semiHidden/>
    <w:rsid w:val="004E11DF"/>
    <w:rPr>
      <w:sz w:val="20"/>
      <w:szCs w:val="20"/>
    </w:rPr>
  </w:style>
  <w:style w:type="character" w:customStyle="1" w:styleId="EndnoteTextChar">
    <w:name w:val="Endnote Text Char"/>
    <w:basedOn w:val="DefaultParagraphFont"/>
    <w:link w:val="EndnoteText"/>
    <w:uiPriority w:val="99"/>
    <w:semiHidden/>
    <w:locked/>
    <w:rsid w:val="004E11DF"/>
    <w:rPr>
      <w:rFonts w:ascii="Times New Roman" w:hAnsi="Times New Roman" w:cs="Times New Roman"/>
      <w:sz w:val="20"/>
      <w:szCs w:val="20"/>
      <w:lang w:eastAsia="ru-RU"/>
    </w:rPr>
  </w:style>
  <w:style w:type="table" w:styleId="TableGrid">
    <w:name w:val="Table Grid"/>
    <w:basedOn w:val="TableNormal"/>
    <w:uiPriority w:val="99"/>
    <w:rsid w:val="004E11DF"/>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Основной шрифт"/>
    <w:uiPriority w:val="99"/>
    <w:semiHidden/>
    <w:rsid w:val="004E11DF"/>
  </w:style>
  <w:style w:type="character" w:customStyle="1" w:styleId="af2">
    <w:name w:val="Подпункт Знак"/>
    <w:uiPriority w:val="99"/>
    <w:rsid w:val="004E11DF"/>
    <w:rPr>
      <w:sz w:val="28"/>
      <w:lang w:val="ru-RU" w:eastAsia="ru-RU"/>
    </w:rPr>
  </w:style>
  <w:style w:type="character" w:customStyle="1" w:styleId="FontStyle11">
    <w:name w:val="Font Style11"/>
    <w:uiPriority w:val="99"/>
    <w:rsid w:val="004E11DF"/>
    <w:rPr>
      <w:rFonts w:ascii="Times New Roman" w:hAnsi="Times New Roman"/>
      <w:sz w:val="26"/>
    </w:rPr>
  </w:style>
  <w:style w:type="character" w:customStyle="1" w:styleId="211">
    <w:name w:val="Заголовок 2 Знак1"/>
    <w:uiPriority w:val="99"/>
    <w:rsid w:val="004E11DF"/>
    <w:rPr>
      <w:b/>
      <w:snapToGrid w:val="0"/>
      <w:sz w:val="28"/>
      <w:lang w:val="ru-RU" w:eastAsia="ru-RU"/>
    </w:rPr>
  </w:style>
  <w:style w:type="character" w:customStyle="1" w:styleId="Sp1">
    <w:name w:val="Sp1 Знак Знак"/>
    <w:uiPriority w:val="99"/>
    <w:rsid w:val="004E11DF"/>
    <w:rPr>
      <w:b/>
      <w:kern w:val="24"/>
      <w:sz w:val="24"/>
      <w:lang w:val="ru-RU" w:eastAsia="ru-RU"/>
    </w:rPr>
  </w:style>
  <w:style w:type="paragraph" w:customStyle="1" w:styleId="af3">
    <w:name w:val="Стиль начало"/>
    <w:basedOn w:val="Normal"/>
    <w:uiPriority w:val="99"/>
    <w:rsid w:val="004E11DF"/>
    <w:pPr>
      <w:spacing w:line="264" w:lineRule="auto"/>
    </w:pPr>
    <w:rPr>
      <w:sz w:val="28"/>
      <w:szCs w:val="20"/>
    </w:rPr>
  </w:style>
  <w:style w:type="paragraph" w:customStyle="1" w:styleId="Noeeu14">
    <w:name w:val="Noeeu14"/>
    <w:basedOn w:val="Normal"/>
    <w:uiPriority w:val="99"/>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uiPriority w:val="99"/>
    <w:rsid w:val="004E11DF"/>
    <w:rPr>
      <w:rFonts w:ascii="Times New Roman" w:hAnsi="Times New Roman"/>
      <w:sz w:val="26"/>
    </w:rPr>
  </w:style>
  <w:style w:type="character" w:customStyle="1" w:styleId="FontStyle57">
    <w:name w:val="Font Style57"/>
    <w:uiPriority w:val="99"/>
    <w:rsid w:val="004E11DF"/>
    <w:rPr>
      <w:rFonts w:ascii="Times New Roman" w:hAnsi="Times New Roman"/>
      <w:b/>
      <w:sz w:val="20"/>
    </w:rPr>
  </w:style>
  <w:style w:type="paragraph" w:customStyle="1" w:styleId="Style20">
    <w:name w:val="Style20"/>
    <w:basedOn w:val="Normal"/>
    <w:uiPriority w:val="99"/>
    <w:rsid w:val="004E11DF"/>
    <w:pPr>
      <w:widowControl w:val="0"/>
      <w:autoSpaceDE w:val="0"/>
      <w:autoSpaceDN w:val="0"/>
      <w:adjustRightInd w:val="0"/>
    </w:pPr>
    <w:rPr>
      <w:rFonts w:ascii="Arial" w:eastAsia="Calibri" w:hAnsi="Arial"/>
    </w:rPr>
  </w:style>
  <w:style w:type="paragraph" w:styleId="Revision">
    <w:name w:val="Revision"/>
    <w:hidden/>
    <w:uiPriority w:val="99"/>
    <w:semiHidden/>
    <w:rsid w:val="004E11DF"/>
    <w:rPr>
      <w:rFonts w:ascii="Times New Roman" w:eastAsia="Times New Roman" w:hAnsi="Times New Roman"/>
      <w:sz w:val="24"/>
      <w:szCs w:val="24"/>
    </w:rPr>
  </w:style>
  <w:style w:type="paragraph" w:customStyle="1" w:styleId="4">
    <w:name w:val="Пункт_4"/>
    <w:basedOn w:val="Normal"/>
    <w:link w:val="40"/>
    <w:uiPriority w:val="99"/>
    <w:rsid w:val="004E11DF"/>
    <w:pPr>
      <w:numPr>
        <w:ilvl w:val="3"/>
        <w:numId w:val="49"/>
      </w:numPr>
      <w:jc w:val="both"/>
    </w:pPr>
    <w:rPr>
      <w:sz w:val="28"/>
      <w:szCs w:val="28"/>
    </w:rPr>
  </w:style>
  <w:style w:type="character" w:customStyle="1" w:styleId="40">
    <w:name w:val="Пункт_4 Знак"/>
    <w:link w:val="4"/>
    <w:uiPriority w:val="99"/>
    <w:locked/>
    <w:rsid w:val="004E11DF"/>
    <w:rPr>
      <w:rFonts w:ascii="Times New Roman" w:eastAsia="Times New Roman" w:hAnsi="Times New Roman"/>
      <w:sz w:val="28"/>
      <w:szCs w:val="28"/>
    </w:rPr>
  </w:style>
  <w:style w:type="paragraph" w:customStyle="1" w:styleId="af4">
    <w:name w:val="Примечание"/>
    <w:basedOn w:val="Normal"/>
    <w:link w:val="af5"/>
    <w:uiPriority w:val="99"/>
    <w:rsid w:val="004E11DF"/>
    <w:pPr>
      <w:spacing w:before="240" w:after="240" w:line="288" w:lineRule="auto"/>
      <w:ind w:left="1134" w:right="1134"/>
      <w:jc w:val="both"/>
    </w:pPr>
    <w:rPr>
      <w:spacing w:val="20"/>
      <w:szCs w:val="28"/>
    </w:rPr>
  </w:style>
  <w:style w:type="character" w:customStyle="1" w:styleId="af5">
    <w:name w:val="Примечание Знак"/>
    <w:link w:val="af4"/>
    <w:uiPriority w:val="99"/>
    <w:locked/>
    <w:rsid w:val="004E11DF"/>
    <w:rPr>
      <w:rFonts w:ascii="Times New Roman" w:hAnsi="Times New Roman"/>
      <w:spacing w:val="20"/>
      <w:sz w:val="28"/>
      <w:lang w:eastAsia="ru-RU"/>
    </w:rPr>
  </w:style>
  <w:style w:type="paragraph" w:customStyle="1" w:styleId="-4">
    <w:name w:val="Пункт-4"/>
    <w:basedOn w:val="Normal"/>
    <w:uiPriority w:val="99"/>
    <w:rsid w:val="004E11DF"/>
    <w:pPr>
      <w:tabs>
        <w:tab w:val="num" w:pos="1701"/>
      </w:tabs>
      <w:spacing w:line="288" w:lineRule="auto"/>
      <w:ind w:firstLine="567"/>
      <w:jc w:val="both"/>
    </w:pPr>
    <w:rPr>
      <w:sz w:val="28"/>
    </w:rPr>
  </w:style>
  <w:style w:type="paragraph" w:customStyle="1" w:styleId="-5">
    <w:name w:val="Пункт-5"/>
    <w:basedOn w:val="Normal"/>
    <w:uiPriority w:val="99"/>
    <w:rsid w:val="004E11DF"/>
    <w:pPr>
      <w:tabs>
        <w:tab w:val="num" w:pos="1701"/>
      </w:tabs>
      <w:spacing w:line="288" w:lineRule="auto"/>
      <w:ind w:firstLine="567"/>
      <w:jc w:val="both"/>
    </w:pPr>
    <w:rPr>
      <w:sz w:val="28"/>
    </w:rPr>
  </w:style>
  <w:style w:type="paragraph" w:customStyle="1" w:styleId="-7">
    <w:name w:val="Пункт-7"/>
    <w:basedOn w:val="Normal"/>
    <w:uiPriority w:val="99"/>
    <w:rsid w:val="004E11DF"/>
    <w:pPr>
      <w:tabs>
        <w:tab w:val="num" w:pos="1701"/>
      </w:tabs>
      <w:spacing w:line="288" w:lineRule="auto"/>
      <w:ind w:firstLine="567"/>
      <w:jc w:val="both"/>
    </w:pPr>
    <w:rPr>
      <w:sz w:val="28"/>
    </w:rPr>
  </w:style>
  <w:style w:type="character" w:styleId="FootnoteReference">
    <w:name w:val="footnote reference"/>
    <w:basedOn w:val="DefaultParagraphFont"/>
    <w:uiPriority w:val="99"/>
    <w:semiHidden/>
    <w:rsid w:val="008507FB"/>
    <w:rPr>
      <w:rFonts w:cs="Times New Roman"/>
      <w:vertAlign w:val="superscript"/>
    </w:rPr>
  </w:style>
  <w:style w:type="numbering" w:customStyle="1" w:styleId="21">
    <w:name w:val="Стиль21"/>
    <w:rsid w:val="00D63127"/>
    <w:pPr>
      <w:numPr>
        <w:numId w:val="59"/>
      </w:numPr>
    </w:pPr>
  </w:style>
  <w:style w:type="numbering" w:customStyle="1" w:styleId="1">
    <w:name w:val="Стиль1"/>
    <w:rsid w:val="00D63127"/>
    <w:pPr>
      <w:numPr>
        <w:numId w:val="56"/>
      </w:numPr>
    </w:pPr>
  </w:style>
  <w:style w:type="numbering" w:customStyle="1" w:styleId="11">
    <w:name w:val="Стиль11"/>
    <w:rsid w:val="00D63127"/>
    <w:pPr>
      <w:numPr>
        <w:numId w:val="58"/>
      </w:numPr>
    </w:pPr>
  </w:style>
  <w:style w:type="numbering" w:customStyle="1" w:styleId="2">
    <w:name w:val="Стиль2"/>
    <w:rsid w:val="00D63127"/>
    <w:pPr>
      <w:numPr>
        <w:numId w:val="57"/>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b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D9DCC22AD9CD4E080C03AD5D14E58A50BC4F18CF014C4C8769B8BD2276EB5EA27BBBE96AA92DABD2361H" TargetMode="External"/><Relationship Id="rId5" Type="http://schemas.openxmlformats.org/officeDocument/2006/relationships/footnotes" Target="footnotes.xml"/><Relationship Id="rId10" Type="http://schemas.openxmlformats.org/officeDocument/2006/relationships/hyperlink" Target="consultantplus://offline/ref=2D9DCC22AD9CD4E080C03AD5D14E58A50BC4F18CF014C4C8769B8BD2276EB5EA27BBBE96AA92DAB82365H" TargetMode="External"/><Relationship Id="rId4" Type="http://schemas.openxmlformats.org/officeDocument/2006/relationships/webSettings" Target="webSettings.xml"/><Relationship Id="rId9" Type="http://schemas.openxmlformats.org/officeDocument/2006/relationships/hyperlink" Target="http://www.cbr.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663</TotalTime>
  <Pages>26</Pages>
  <Words>11568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 V. Shipunova</dc:creator>
  <cp:keywords/>
  <dc:description/>
  <cp:lastModifiedBy>6612</cp:lastModifiedBy>
  <cp:revision>58</cp:revision>
  <cp:lastPrinted>2016-02-11T07:47:00Z</cp:lastPrinted>
  <dcterms:created xsi:type="dcterms:W3CDTF">2016-02-10T15:23:00Z</dcterms:created>
  <dcterms:modified xsi:type="dcterms:W3CDTF">2016-12-15T10:33:00Z</dcterms:modified>
</cp:coreProperties>
</file>